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E360C" w:rsidRPr="007E360C" w:rsidTr="007E360C">
        <w:tc>
          <w:tcPr>
            <w:tcW w:w="709" w:type="dxa"/>
            <w:hideMark/>
          </w:tcPr>
          <w:p w:rsidR="007E360C" w:rsidRPr="007E360C" w:rsidRDefault="007E360C" w:rsidP="007E36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60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360C" w:rsidRPr="007E360C" w:rsidRDefault="007E360C" w:rsidP="007E36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60C">
              <w:rPr>
                <w:rFonts w:ascii="Times New Roman" w:hAnsi="Times New Roman" w:cs="Times New Roman"/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7E360C" w:rsidRPr="007E360C" w:rsidRDefault="007E360C" w:rsidP="007E36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7E360C" w:rsidRPr="007E360C" w:rsidRDefault="007E360C" w:rsidP="007E36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6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360C" w:rsidRPr="007E360C" w:rsidRDefault="00D67056" w:rsidP="007E36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bookmarkStart w:id="0" w:name="_GoBack"/>
            <w:bookmarkEnd w:id="0"/>
          </w:p>
        </w:tc>
      </w:tr>
    </w:tbl>
    <w:p w:rsidR="00C4049D" w:rsidRPr="007E360C" w:rsidRDefault="00C4049D" w:rsidP="007E36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49D" w:rsidRPr="007E360C" w:rsidRDefault="00C4049D" w:rsidP="007E36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49D" w:rsidRDefault="00C4049D" w:rsidP="000327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798" w:rsidRDefault="00032798" w:rsidP="000327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рекомендации кандидат</w:t>
      </w:r>
      <w:r w:rsidR="00D466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назначения </w:t>
      </w:r>
    </w:p>
    <w:p w:rsidR="00032798" w:rsidRDefault="00032798" w:rsidP="0003279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 должность Уполномоченного по защите прав </w:t>
      </w:r>
    </w:p>
    <w:p w:rsidR="00032798" w:rsidRDefault="00032798" w:rsidP="000327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предпри</w:t>
      </w:r>
      <w:r w:rsidR="00B630F2">
        <w:rPr>
          <w:rFonts w:ascii="Times New Roman" w:eastAsia="Times New Roman" w:hAnsi="Times New Roman"/>
          <w:bCs/>
          <w:sz w:val="28"/>
          <w:szCs w:val="28"/>
          <w:lang w:eastAsia="ru-RU"/>
        </w:rPr>
        <w:t>нимателей в Ярославской области</w:t>
      </w:r>
    </w:p>
    <w:p w:rsidR="008B61DE" w:rsidRPr="00B93A84" w:rsidRDefault="008B61DE" w:rsidP="008B61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Default="008B61DE" w:rsidP="008B61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Pr="00B93A84" w:rsidRDefault="008B61DE" w:rsidP="008B61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8B61DE" w:rsidRPr="00B93A84" w:rsidRDefault="008B61DE" w:rsidP="008B61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Pr="00B93A84" w:rsidRDefault="008B61DE" w:rsidP="008B6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B61DE" w:rsidRPr="00B93A84" w:rsidRDefault="008B61DE" w:rsidP="008B61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32798" w:rsidRDefault="00032798" w:rsidP="000327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Губернатору Ярославской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депутата Яросла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ской областной Думы Бакирова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Альфира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Фидаевича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6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назн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чения 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 должность Уполномоченного по защите прав предпринимателей в Ярославской области.</w:t>
      </w:r>
    </w:p>
    <w:p w:rsidR="008B61DE" w:rsidRDefault="008B61DE" w:rsidP="008B61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Pr="00B93A84" w:rsidRDefault="008B61DE" w:rsidP="008B61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Pr="00B93A84" w:rsidRDefault="008B61DE" w:rsidP="008B61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61DE" w:rsidRPr="00B93A84" w:rsidRDefault="008B61DE" w:rsidP="008B61D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8B61DE" w:rsidRDefault="008B61DE" w:rsidP="008B61DE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4049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8B61DE" w:rsidSect="00C4049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E22" w:rsidRDefault="00B46E22" w:rsidP="0000682D">
      <w:pPr>
        <w:spacing w:after="0" w:line="240" w:lineRule="auto"/>
      </w:pPr>
      <w:r>
        <w:separator/>
      </w:r>
    </w:p>
  </w:endnote>
  <w:endnote w:type="continuationSeparator" w:id="0">
    <w:p w:rsidR="00B46E22" w:rsidRDefault="00B46E22" w:rsidP="00006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E22" w:rsidRDefault="00B46E22" w:rsidP="0000682D">
      <w:pPr>
        <w:spacing w:after="0" w:line="240" w:lineRule="auto"/>
      </w:pPr>
      <w:r>
        <w:separator/>
      </w:r>
    </w:p>
  </w:footnote>
  <w:footnote w:type="continuationSeparator" w:id="0">
    <w:p w:rsidR="00B46E22" w:rsidRDefault="00B46E22" w:rsidP="000068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23B"/>
    <w:rsid w:val="00001BE1"/>
    <w:rsid w:val="00004CB7"/>
    <w:rsid w:val="00005820"/>
    <w:rsid w:val="0000682D"/>
    <w:rsid w:val="000115C6"/>
    <w:rsid w:val="0001457F"/>
    <w:rsid w:val="00014F28"/>
    <w:rsid w:val="00020E35"/>
    <w:rsid w:val="000276C9"/>
    <w:rsid w:val="00030CED"/>
    <w:rsid w:val="00032798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A7BDB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0E82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360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5523B"/>
    <w:rsid w:val="00861A4D"/>
    <w:rsid w:val="0086444A"/>
    <w:rsid w:val="00872D17"/>
    <w:rsid w:val="00873967"/>
    <w:rsid w:val="008753F1"/>
    <w:rsid w:val="00890DCE"/>
    <w:rsid w:val="00891DAD"/>
    <w:rsid w:val="008922FD"/>
    <w:rsid w:val="00893A73"/>
    <w:rsid w:val="00896A21"/>
    <w:rsid w:val="008970E0"/>
    <w:rsid w:val="008A0C07"/>
    <w:rsid w:val="008B61DE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4C33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46E22"/>
    <w:rsid w:val="00B51E3E"/>
    <w:rsid w:val="00B547A9"/>
    <w:rsid w:val="00B57AFC"/>
    <w:rsid w:val="00B630F2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049D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665A"/>
    <w:rsid w:val="00D47EF2"/>
    <w:rsid w:val="00D509FF"/>
    <w:rsid w:val="00D52F55"/>
    <w:rsid w:val="00D56CDE"/>
    <w:rsid w:val="00D609F2"/>
    <w:rsid w:val="00D660ED"/>
    <w:rsid w:val="00D67056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D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82D"/>
  </w:style>
  <w:style w:type="paragraph" w:styleId="a7">
    <w:name w:val="footer"/>
    <w:basedOn w:val="a"/>
    <w:link w:val="a8"/>
    <w:uiPriority w:val="99"/>
    <w:unhideWhenUsed/>
    <w:rsid w:val="0000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D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0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682D"/>
  </w:style>
  <w:style w:type="paragraph" w:styleId="a7">
    <w:name w:val="footer"/>
    <w:basedOn w:val="a"/>
    <w:link w:val="a8"/>
    <w:uiPriority w:val="99"/>
    <w:unhideWhenUsed/>
    <w:rsid w:val="00006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6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BFAF0-9577-4E9E-A9B2-CCA364DA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cp:lastPrinted>2013-06-20T09:42:00Z</cp:lastPrinted>
  <dcterms:created xsi:type="dcterms:W3CDTF">2013-06-19T06:28:00Z</dcterms:created>
  <dcterms:modified xsi:type="dcterms:W3CDTF">2013-07-02T05:21:00Z</dcterms:modified>
</cp:coreProperties>
</file>