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54DB4" w:rsidTr="00E54DB4">
        <w:tc>
          <w:tcPr>
            <w:tcW w:w="426" w:type="dxa"/>
            <w:vAlign w:val="bottom"/>
            <w:hideMark/>
          </w:tcPr>
          <w:p w:rsidR="00E54DB4" w:rsidRDefault="00E54DB4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54DB4" w:rsidRDefault="00E54DB4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19.01.2018</w:t>
            </w:r>
          </w:p>
        </w:tc>
        <w:tc>
          <w:tcPr>
            <w:tcW w:w="4111" w:type="dxa"/>
            <w:vAlign w:val="bottom"/>
          </w:tcPr>
          <w:p w:rsidR="00E54DB4" w:rsidRDefault="00E54DB4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E54DB4" w:rsidRDefault="00E54DB4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54DB4" w:rsidRPr="00E54DB4" w:rsidRDefault="00E54DB4">
            <w:pPr>
              <w:rPr>
                <w:sz w:val="28"/>
              </w:rPr>
            </w:pPr>
            <w:r>
              <w:rPr>
                <w:sz w:val="28"/>
              </w:rPr>
              <w:t>1</w:t>
            </w:r>
            <w:r w:rsidR="006905B3">
              <w:rPr>
                <w:sz w:val="28"/>
              </w:rPr>
              <w:t>4</w:t>
            </w:r>
            <w:bookmarkStart w:id="0" w:name="_GoBack"/>
            <w:bookmarkEnd w:id="0"/>
          </w:p>
        </w:tc>
      </w:tr>
    </w:tbl>
    <w:p w:rsidR="00D4506D" w:rsidRPr="00D4506D" w:rsidRDefault="00D4506D" w:rsidP="00D4506D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D4506D" w:rsidRPr="00D4506D" w:rsidRDefault="00D4506D" w:rsidP="00D4506D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D4506D" w:rsidRDefault="00091A51" w:rsidP="00D4506D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D4506D">
        <w:rPr>
          <w:szCs w:val="28"/>
        </w:rPr>
        <w:t xml:space="preserve">О Законе Ярославской области </w:t>
      </w:r>
    </w:p>
    <w:p w:rsidR="008C4E98" w:rsidRPr="00D4506D" w:rsidRDefault="008C4E98" w:rsidP="00D4506D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D4506D">
        <w:rPr>
          <w:sz w:val="28"/>
          <w:szCs w:val="28"/>
        </w:rPr>
        <w:t xml:space="preserve">«О признании </w:t>
      </w:r>
      <w:proofErr w:type="gramStart"/>
      <w:r w:rsidRPr="00D4506D">
        <w:rPr>
          <w:sz w:val="28"/>
          <w:szCs w:val="28"/>
        </w:rPr>
        <w:t>утратившим</w:t>
      </w:r>
      <w:proofErr w:type="gramEnd"/>
      <w:r w:rsidRPr="00D4506D">
        <w:rPr>
          <w:sz w:val="28"/>
          <w:szCs w:val="28"/>
        </w:rPr>
        <w:t xml:space="preserve"> силу </w:t>
      </w:r>
    </w:p>
    <w:p w:rsidR="008C4E98" w:rsidRPr="00D4506D" w:rsidRDefault="008C4E98" w:rsidP="00D4506D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D4506D">
        <w:rPr>
          <w:sz w:val="28"/>
          <w:szCs w:val="28"/>
        </w:rPr>
        <w:t xml:space="preserve">Закона Ярославской области </w:t>
      </w:r>
    </w:p>
    <w:p w:rsidR="008C4E98" w:rsidRPr="00D4506D" w:rsidRDefault="008C4E98" w:rsidP="00D4506D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D4506D">
        <w:rPr>
          <w:spacing w:val="-2"/>
          <w:sz w:val="28"/>
          <w:szCs w:val="28"/>
        </w:rPr>
        <w:t>«О благоустройстве</w:t>
      </w:r>
      <w:r w:rsidR="00B135C1" w:rsidRPr="00D4506D">
        <w:rPr>
          <w:spacing w:val="-2"/>
          <w:sz w:val="28"/>
          <w:szCs w:val="28"/>
        </w:rPr>
        <w:t xml:space="preserve"> </w:t>
      </w:r>
      <w:r w:rsidRPr="00D4506D">
        <w:rPr>
          <w:spacing w:val="-2"/>
          <w:sz w:val="28"/>
          <w:szCs w:val="28"/>
        </w:rPr>
        <w:t>в Ярославской области</w:t>
      </w:r>
      <w:r w:rsidRPr="00D4506D">
        <w:rPr>
          <w:bCs/>
          <w:sz w:val="28"/>
          <w:szCs w:val="28"/>
        </w:rPr>
        <w:t>»</w:t>
      </w:r>
    </w:p>
    <w:p w:rsidR="00735EFC" w:rsidRPr="00D4506D" w:rsidRDefault="00735EFC" w:rsidP="00D4506D">
      <w:pPr>
        <w:ind w:firstLine="709"/>
        <w:contextualSpacing/>
        <w:jc w:val="both"/>
        <w:rPr>
          <w:sz w:val="28"/>
          <w:szCs w:val="28"/>
        </w:rPr>
      </w:pPr>
    </w:p>
    <w:p w:rsidR="00431D27" w:rsidRPr="00D4506D" w:rsidRDefault="00431D27" w:rsidP="00D4506D">
      <w:pPr>
        <w:ind w:firstLine="709"/>
        <w:contextualSpacing/>
        <w:jc w:val="both"/>
        <w:rPr>
          <w:sz w:val="28"/>
          <w:szCs w:val="28"/>
        </w:rPr>
      </w:pPr>
    </w:p>
    <w:p w:rsidR="009C296A" w:rsidRPr="00D4506D" w:rsidRDefault="009C296A" w:rsidP="00D4506D">
      <w:pPr>
        <w:ind w:firstLine="709"/>
        <w:contextualSpacing/>
        <w:jc w:val="both"/>
        <w:rPr>
          <w:sz w:val="28"/>
          <w:szCs w:val="28"/>
        </w:rPr>
      </w:pPr>
      <w:r w:rsidRPr="00D4506D">
        <w:rPr>
          <w:sz w:val="28"/>
          <w:szCs w:val="28"/>
        </w:rPr>
        <w:t>Ярославская областная Дума</w:t>
      </w:r>
    </w:p>
    <w:p w:rsidR="009C296A" w:rsidRPr="00D4506D" w:rsidRDefault="009C296A" w:rsidP="00D4506D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D4506D" w:rsidRDefault="00E102FF" w:rsidP="00D4506D">
      <w:pPr>
        <w:contextualSpacing/>
        <w:jc w:val="center"/>
        <w:rPr>
          <w:b/>
          <w:sz w:val="28"/>
          <w:szCs w:val="28"/>
        </w:rPr>
      </w:pPr>
      <w:proofErr w:type="gramStart"/>
      <w:r w:rsidRPr="00D4506D">
        <w:rPr>
          <w:b/>
          <w:sz w:val="28"/>
          <w:szCs w:val="28"/>
        </w:rPr>
        <w:t>П</w:t>
      </w:r>
      <w:proofErr w:type="gramEnd"/>
      <w:r w:rsidRPr="00D4506D">
        <w:rPr>
          <w:b/>
          <w:sz w:val="28"/>
          <w:szCs w:val="28"/>
        </w:rPr>
        <w:t xml:space="preserve"> О С Т А Н О В И Л А:</w:t>
      </w:r>
    </w:p>
    <w:p w:rsidR="00E102FF" w:rsidRPr="00D4506D" w:rsidRDefault="00E102FF" w:rsidP="00D4506D">
      <w:pPr>
        <w:ind w:firstLine="709"/>
        <w:contextualSpacing/>
        <w:jc w:val="center"/>
        <w:rPr>
          <w:b/>
          <w:sz w:val="28"/>
          <w:szCs w:val="28"/>
        </w:rPr>
      </w:pPr>
    </w:p>
    <w:p w:rsidR="00FB7278" w:rsidRPr="00D4506D" w:rsidRDefault="00C25439" w:rsidP="00D4506D">
      <w:pPr>
        <w:ind w:firstLine="709"/>
        <w:jc w:val="both"/>
        <w:rPr>
          <w:bCs/>
          <w:sz w:val="28"/>
          <w:szCs w:val="28"/>
        </w:rPr>
      </w:pPr>
      <w:r w:rsidRPr="00D4506D">
        <w:rPr>
          <w:sz w:val="28"/>
          <w:szCs w:val="28"/>
        </w:rPr>
        <w:t>1.</w:t>
      </w:r>
      <w:r w:rsidR="001E0B2C" w:rsidRPr="00D4506D">
        <w:rPr>
          <w:sz w:val="28"/>
          <w:szCs w:val="28"/>
        </w:rPr>
        <w:t xml:space="preserve"> </w:t>
      </w:r>
      <w:r w:rsidR="00E102FF" w:rsidRPr="00D4506D">
        <w:rPr>
          <w:sz w:val="28"/>
          <w:szCs w:val="28"/>
        </w:rPr>
        <w:t xml:space="preserve">Принять </w:t>
      </w:r>
      <w:r w:rsidR="00893552" w:rsidRPr="00D4506D">
        <w:rPr>
          <w:sz w:val="28"/>
          <w:szCs w:val="28"/>
        </w:rPr>
        <w:t>Закон</w:t>
      </w:r>
      <w:r w:rsidR="00F32960" w:rsidRPr="00D4506D">
        <w:rPr>
          <w:sz w:val="28"/>
          <w:szCs w:val="28"/>
        </w:rPr>
        <w:t xml:space="preserve"> Ярославской области</w:t>
      </w:r>
      <w:r w:rsidR="00032537" w:rsidRPr="00D4506D">
        <w:rPr>
          <w:sz w:val="28"/>
          <w:szCs w:val="28"/>
        </w:rPr>
        <w:t xml:space="preserve"> </w:t>
      </w:r>
      <w:r w:rsidR="008C4E98" w:rsidRPr="00D4506D">
        <w:rPr>
          <w:sz w:val="28"/>
          <w:szCs w:val="28"/>
        </w:rPr>
        <w:t xml:space="preserve">«О признании утратившим силу Закона Ярославской области </w:t>
      </w:r>
      <w:r w:rsidR="008C4E98" w:rsidRPr="00D4506D">
        <w:rPr>
          <w:spacing w:val="-2"/>
          <w:sz w:val="28"/>
          <w:szCs w:val="28"/>
        </w:rPr>
        <w:t>«О благоустройстве в Ярославской области</w:t>
      </w:r>
      <w:r w:rsidR="008C4E98" w:rsidRPr="00D4506D">
        <w:rPr>
          <w:sz w:val="28"/>
          <w:szCs w:val="28"/>
        </w:rPr>
        <w:t>»</w:t>
      </w:r>
      <w:r w:rsidR="00F87016" w:rsidRPr="00D4506D">
        <w:rPr>
          <w:sz w:val="28"/>
          <w:szCs w:val="28"/>
        </w:rPr>
        <w:t>.</w:t>
      </w:r>
    </w:p>
    <w:p w:rsidR="00E04F7B" w:rsidRPr="00D4506D" w:rsidRDefault="00E04F7B" w:rsidP="00D4506D">
      <w:pPr>
        <w:widowControl w:val="0"/>
        <w:tabs>
          <w:tab w:val="left" w:pos="9354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4506D">
        <w:rPr>
          <w:sz w:val="28"/>
          <w:szCs w:val="28"/>
        </w:rPr>
        <w:t xml:space="preserve">2. </w:t>
      </w:r>
      <w:proofErr w:type="gramStart"/>
      <w:r w:rsidRPr="00D4506D">
        <w:rPr>
          <w:sz w:val="28"/>
          <w:szCs w:val="28"/>
        </w:rPr>
        <w:t>Рекомендовать органам местного самоуправления в срок не позднее 2-х месяцев со дня вступления в силу указанного Закона Ярославской обл</w:t>
      </w:r>
      <w:r w:rsidRPr="00D4506D">
        <w:rPr>
          <w:sz w:val="28"/>
          <w:szCs w:val="28"/>
        </w:rPr>
        <w:t>а</w:t>
      </w:r>
      <w:r w:rsidRPr="00D4506D">
        <w:rPr>
          <w:sz w:val="28"/>
          <w:szCs w:val="28"/>
        </w:rPr>
        <w:t>сти обеспечить утверждение правил благоустройства соответствующего м</w:t>
      </w:r>
      <w:r w:rsidRPr="00D4506D">
        <w:rPr>
          <w:sz w:val="28"/>
          <w:szCs w:val="28"/>
        </w:rPr>
        <w:t>у</w:t>
      </w:r>
      <w:r w:rsidRPr="00D4506D">
        <w:rPr>
          <w:sz w:val="28"/>
          <w:szCs w:val="28"/>
        </w:rPr>
        <w:t>ниципального образования либо приведение в соответствие с требованиями Градостроительного кодекса Российской Федерации и Федерального закона от</w:t>
      </w:r>
      <w:r w:rsidR="00D4506D">
        <w:rPr>
          <w:sz w:val="28"/>
          <w:szCs w:val="28"/>
        </w:rPr>
        <w:t> </w:t>
      </w:r>
      <w:r w:rsidRPr="00D4506D">
        <w:rPr>
          <w:sz w:val="28"/>
          <w:szCs w:val="28"/>
        </w:rPr>
        <w:t>06.10.2003 № 131-ФЗ «Об общих принципах организации местного сам</w:t>
      </w:r>
      <w:r w:rsidRPr="00D4506D">
        <w:rPr>
          <w:sz w:val="28"/>
          <w:szCs w:val="28"/>
        </w:rPr>
        <w:t>о</w:t>
      </w:r>
      <w:r w:rsidRPr="00D4506D">
        <w:rPr>
          <w:sz w:val="28"/>
          <w:szCs w:val="28"/>
        </w:rPr>
        <w:t>управления в Российской Федерации».</w:t>
      </w:r>
      <w:proofErr w:type="gramEnd"/>
    </w:p>
    <w:p w:rsidR="008F7A9F" w:rsidRPr="00D4506D" w:rsidRDefault="00E04F7B" w:rsidP="00D4506D">
      <w:pPr>
        <w:ind w:firstLine="709"/>
        <w:jc w:val="both"/>
        <w:rPr>
          <w:sz w:val="28"/>
          <w:szCs w:val="28"/>
        </w:rPr>
      </w:pPr>
      <w:r w:rsidRPr="00D4506D">
        <w:rPr>
          <w:sz w:val="28"/>
          <w:szCs w:val="28"/>
        </w:rPr>
        <w:t>3</w:t>
      </w:r>
      <w:r w:rsidR="00893552" w:rsidRPr="00D4506D">
        <w:rPr>
          <w:sz w:val="28"/>
          <w:szCs w:val="28"/>
        </w:rPr>
        <w:t xml:space="preserve">. Направить указанный Закон Ярославской области </w:t>
      </w:r>
      <w:r w:rsidR="008F7A9F" w:rsidRPr="00D4506D">
        <w:rPr>
          <w:sz w:val="28"/>
          <w:szCs w:val="28"/>
        </w:rPr>
        <w:t>Губернатор</w:t>
      </w:r>
      <w:r w:rsidR="00900823" w:rsidRPr="00D4506D">
        <w:rPr>
          <w:sz w:val="28"/>
          <w:szCs w:val="28"/>
        </w:rPr>
        <w:t>у</w:t>
      </w:r>
      <w:r w:rsidR="008F7A9F" w:rsidRPr="00D4506D">
        <w:rPr>
          <w:sz w:val="28"/>
          <w:szCs w:val="28"/>
        </w:rPr>
        <w:t xml:space="preserve"> Яр</w:t>
      </w:r>
      <w:r w:rsidR="008F7A9F" w:rsidRPr="00D4506D">
        <w:rPr>
          <w:sz w:val="28"/>
          <w:szCs w:val="28"/>
        </w:rPr>
        <w:t>о</w:t>
      </w:r>
      <w:r w:rsidR="008F7A9F" w:rsidRPr="00D4506D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93552" w:rsidRPr="00D4506D" w:rsidRDefault="00395A17" w:rsidP="00D4506D">
      <w:pPr>
        <w:ind w:firstLine="709"/>
        <w:jc w:val="both"/>
        <w:rPr>
          <w:sz w:val="28"/>
          <w:szCs w:val="28"/>
        </w:rPr>
      </w:pPr>
      <w:r w:rsidRPr="00D4506D">
        <w:rPr>
          <w:sz w:val="28"/>
          <w:szCs w:val="28"/>
        </w:rPr>
        <w:t>4. Направить настоящее постановление в органы местного самоупра</w:t>
      </w:r>
      <w:r w:rsidRPr="00D4506D">
        <w:rPr>
          <w:sz w:val="28"/>
          <w:szCs w:val="28"/>
        </w:rPr>
        <w:t>в</w:t>
      </w:r>
      <w:r w:rsidRPr="00D4506D">
        <w:rPr>
          <w:sz w:val="28"/>
          <w:szCs w:val="28"/>
        </w:rPr>
        <w:t>ления поселений и городских округов Ярославской области.</w:t>
      </w:r>
    </w:p>
    <w:p w:rsidR="00893552" w:rsidRPr="00D4506D" w:rsidRDefault="00893552" w:rsidP="00D4506D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E50ECA" w:rsidRPr="00D4506D" w:rsidRDefault="00E50ECA" w:rsidP="00D4506D">
      <w:pPr>
        <w:ind w:firstLine="709"/>
        <w:jc w:val="both"/>
        <w:rPr>
          <w:color w:val="000000"/>
          <w:sz w:val="28"/>
          <w:szCs w:val="28"/>
        </w:rPr>
      </w:pPr>
    </w:p>
    <w:p w:rsidR="00664A29" w:rsidRPr="00D4506D" w:rsidRDefault="00664A29" w:rsidP="00D4506D">
      <w:pPr>
        <w:contextualSpacing/>
        <w:jc w:val="both"/>
        <w:rPr>
          <w:sz w:val="28"/>
          <w:szCs w:val="28"/>
        </w:rPr>
      </w:pPr>
    </w:p>
    <w:p w:rsidR="00093AC8" w:rsidRPr="00D4506D" w:rsidRDefault="00093AC8" w:rsidP="00D4506D">
      <w:pPr>
        <w:pStyle w:val="3"/>
        <w:contextualSpacing/>
        <w:rPr>
          <w:szCs w:val="28"/>
        </w:rPr>
      </w:pPr>
      <w:r w:rsidRPr="00D4506D">
        <w:rPr>
          <w:szCs w:val="28"/>
        </w:rPr>
        <w:t>Председатель</w:t>
      </w:r>
    </w:p>
    <w:p w:rsidR="00E102FF" w:rsidRPr="00D4506D" w:rsidRDefault="00093AC8" w:rsidP="00D4506D">
      <w:pPr>
        <w:jc w:val="both"/>
        <w:rPr>
          <w:sz w:val="28"/>
          <w:szCs w:val="28"/>
        </w:rPr>
      </w:pPr>
      <w:r w:rsidRPr="00D4506D">
        <w:rPr>
          <w:sz w:val="28"/>
          <w:szCs w:val="28"/>
        </w:rPr>
        <w:t>Ярославской областной Думы</w:t>
      </w:r>
      <w:r w:rsidRPr="00D4506D">
        <w:rPr>
          <w:sz w:val="28"/>
          <w:szCs w:val="28"/>
        </w:rPr>
        <w:tab/>
      </w:r>
      <w:r w:rsidRPr="00D4506D">
        <w:rPr>
          <w:sz w:val="28"/>
          <w:szCs w:val="28"/>
        </w:rPr>
        <w:tab/>
      </w:r>
      <w:r w:rsidRPr="00D4506D">
        <w:rPr>
          <w:sz w:val="28"/>
          <w:szCs w:val="28"/>
        </w:rPr>
        <w:tab/>
      </w:r>
      <w:r w:rsidRPr="00D4506D">
        <w:rPr>
          <w:sz w:val="28"/>
          <w:szCs w:val="28"/>
        </w:rPr>
        <w:tab/>
        <w:t xml:space="preserve">          </w:t>
      </w:r>
      <w:r w:rsidR="00D4506D" w:rsidRPr="00D4506D">
        <w:rPr>
          <w:sz w:val="28"/>
          <w:szCs w:val="28"/>
        </w:rPr>
        <w:t xml:space="preserve"> </w:t>
      </w:r>
      <w:r w:rsidR="00B5428D" w:rsidRPr="00D4506D">
        <w:rPr>
          <w:sz w:val="28"/>
          <w:szCs w:val="28"/>
        </w:rPr>
        <w:t>М.В. Боровицкий</w:t>
      </w:r>
    </w:p>
    <w:sectPr w:rsidR="00E102FF" w:rsidRPr="00D4506D" w:rsidSect="00D4506D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FBB" w:rsidRDefault="00DB6FBB">
      <w:r>
        <w:separator/>
      </w:r>
    </w:p>
  </w:endnote>
  <w:endnote w:type="continuationSeparator" w:id="0">
    <w:p w:rsidR="00DB6FBB" w:rsidRDefault="00DB6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FBB" w:rsidRDefault="00DB6FBB">
      <w:r>
        <w:separator/>
      </w:r>
    </w:p>
  </w:footnote>
  <w:footnote w:type="continuationSeparator" w:id="0">
    <w:p w:rsidR="00DB6FBB" w:rsidRDefault="00DB6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50D4"/>
    <w:rsid w:val="00025E43"/>
    <w:rsid w:val="00030509"/>
    <w:rsid w:val="00032537"/>
    <w:rsid w:val="00045831"/>
    <w:rsid w:val="000516A2"/>
    <w:rsid w:val="00064F3A"/>
    <w:rsid w:val="00077845"/>
    <w:rsid w:val="00087DD4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26FB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1E6EB3"/>
    <w:rsid w:val="00202A29"/>
    <w:rsid w:val="00203892"/>
    <w:rsid w:val="00214A41"/>
    <w:rsid w:val="002161B7"/>
    <w:rsid w:val="002170BF"/>
    <w:rsid w:val="00230264"/>
    <w:rsid w:val="00241DF9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36923"/>
    <w:rsid w:val="003436E7"/>
    <w:rsid w:val="003440D7"/>
    <w:rsid w:val="0034786D"/>
    <w:rsid w:val="00347FD1"/>
    <w:rsid w:val="00353F90"/>
    <w:rsid w:val="003729DD"/>
    <w:rsid w:val="003767BB"/>
    <w:rsid w:val="003917A1"/>
    <w:rsid w:val="00395A17"/>
    <w:rsid w:val="003A2B73"/>
    <w:rsid w:val="003B68B2"/>
    <w:rsid w:val="003B7A35"/>
    <w:rsid w:val="003C205F"/>
    <w:rsid w:val="003C4FDA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31D27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358B5"/>
    <w:rsid w:val="0054303E"/>
    <w:rsid w:val="00553835"/>
    <w:rsid w:val="0055501C"/>
    <w:rsid w:val="00557AE0"/>
    <w:rsid w:val="00561946"/>
    <w:rsid w:val="00563BD6"/>
    <w:rsid w:val="00566394"/>
    <w:rsid w:val="00573771"/>
    <w:rsid w:val="00582893"/>
    <w:rsid w:val="00584345"/>
    <w:rsid w:val="00593A11"/>
    <w:rsid w:val="00597EBA"/>
    <w:rsid w:val="005B25DE"/>
    <w:rsid w:val="005C0900"/>
    <w:rsid w:val="005D033B"/>
    <w:rsid w:val="005D4226"/>
    <w:rsid w:val="005F7569"/>
    <w:rsid w:val="00645167"/>
    <w:rsid w:val="00664A29"/>
    <w:rsid w:val="0067288B"/>
    <w:rsid w:val="006730B3"/>
    <w:rsid w:val="006820CD"/>
    <w:rsid w:val="006905B3"/>
    <w:rsid w:val="006961AD"/>
    <w:rsid w:val="006A237F"/>
    <w:rsid w:val="006A27A5"/>
    <w:rsid w:val="006A66B9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26E83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7F2C"/>
    <w:rsid w:val="007F0144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A2835"/>
    <w:rsid w:val="008C4E98"/>
    <w:rsid w:val="008D1296"/>
    <w:rsid w:val="008E6CB0"/>
    <w:rsid w:val="008F54E2"/>
    <w:rsid w:val="008F7A9F"/>
    <w:rsid w:val="00900823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676C"/>
    <w:rsid w:val="00B071BB"/>
    <w:rsid w:val="00B135C1"/>
    <w:rsid w:val="00B214DC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0240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265E9"/>
    <w:rsid w:val="00D4506D"/>
    <w:rsid w:val="00D5561C"/>
    <w:rsid w:val="00D60AFA"/>
    <w:rsid w:val="00D70EBC"/>
    <w:rsid w:val="00D85A0A"/>
    <w:rsid w:val="00D9492B"/>
    <w:rsid w:val="00D94E45"/>
    <w:rsid w:val="00D959EB"/>
    <w:rsid w:val="00D96B51"/>
    <w:rsid w:val="00DA6ED5"/>
    <w:rsid w:val="00DB6FBB"/>
    <w:rsid w:val="00DC18DF"/>
    <w:rsid w:val="00DC6D51"/>
    <w:rsid w:val="00DF3EBA"/>
    <w:rsid w:val="00E04F7B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54DB4"/>
    <w:rsid w:val="00E663FD"/>
    <w:rsid w:val="00E8262D"/>
    <w:rsid w:val="00E868BF"/>
    <w:rsid w:val="00EC336D"/>
    <w:rsid w:val="00EE6160"/>
    <w:rsid w:val="00EF2A6C"/>
    <w:rsid w:val="00EF7999"/>
    <w:rsid w:val="00F001C3"/>
    <w:rsid w:val="00F1630A"/>
    <w:rsid w:val="00F17842"/>
    <w:rsid w:val="00F17E92"/>
    <w:rsid w:val="00F233B6"/>
    <w:rsid w:val="00F2406D"/>
    <w:rsid w:val="00F32960"/>
    <w:rsid w:val="00F33BD8"/>
    <w:rsid w:val="00F53615"/>
    <w:rsid w:val="00F5641B"/>
    <w:rsid w:val="00F7403D"/>
    <w:rsid w:val="00F81F8D"/>
    <w:rsid w:val="00F87016"/>
    <w:rsid w:val="00F948B0"/>
    <w:rsid w:val="00F9695C"/>
    <w:rsid w:val="00FA503A"/>
    <w:rsid w:val="00FB7278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9CCED-E5A1-4C81-8B60-203234D2F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96</cp:revision>
  <cp:lastPrinted>2017-04-20T12:30:00Z</cp:lastPrinted>
  <dcterms:created xsi:type="dcterms:W3CDTF">2013-10-30T12:49:00Z</dcterms:created>
  <dcterms:modified xsi:type="dcterms:W3CDTF">2018-01-23T12:08:00Z</dcterms:modified>
</cp:coreProperties>
</file>