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476A" w:rsidTr="0073476A">
        <w:tc>
          <w:tcPr>
            <w:tcW w:w="426" w:type="dxa"/>
            <w:vAlign w:val="bottom"/>
            <w:hideMark/>
          </w:tcPr>
          <w:p w:rsidR="0073476A" w:rsidRDefault="0073476A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76A" w:rsidRDefault="0073476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73476A" w:rsidRDefault="0073476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3476A" w:rsidRDefault="0073476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76A" w:rsidRDefault="0073476A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80</w:t>
            </w:r>
            <w:bookmarkStart w:id="0" w:name="_GoBack"/>
            <w:bookmarkEnd w:id="0"/>
          </w:p>
        </w:tc>
      </w:tr>
    </w:tbl>
    <w:p w:rsidR="003E69DD" w:rsidRDefault="003E69DD" w:rsidP="003E69DD">
      <w:pPr>
        <w:pStyle w:val="5"/>
        <w:ind w:firstLine="0"/>
        <w:jc w:val="left"/>
        <w:rPr>
          <w:b w:val="0"/>
          <w:sz w:val="28"/>
          <w:szCs w:val="28"/>
        </w:rPr>
      </w:pPr>
    </w:p>
    <w:p w:rsidR="003E69DD" w:rsidRDefault="003E69DD" w:rsidP="003E69DD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3E69DD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024A8A" w:rsidRPr="00024A8A" w:rsidRDefault="00024A8A" w:rsidP="003E69DD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«О внесении изменений в статью 4 Закона </w:t>
      </w:r>
    </w:p>
    <w:p w:rsidR="00024A8A" w:rsidRPr="00024A8A" w:rsidRDefault="00024A8A" w:rsidP="003E69DD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Ярославской области «О порядке учета </w:t>
      </w:r>
    </w:p>
    <w:p w:rsidR="00024A8A" w:rsidRPr="003C4078" w:rsidRDefault="00024A8A" w:rsidP="003E69DD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 xml:space="preserve">граждан в качестве нуждающихся </w:t>
      </w:r>
      <w:proofErr w:type="gramStart"/>
      <w:r w:rsidRPr="008A74E1">
        <w:rPr>
          <w:sz w:val="28"/>
          <w:szCs w:val="28"/>
        </w:rPr>
        <w:t>в</w:t>
      </w:r>
      <w:proofErr w:type="gramEnd"/>
      <w:r w:rsidRPr="008A74E1">
        <w:rPr>
          <w:sz w:val="28"/>
          <w:szCs w:val="28"/>
        </w:rPr>
        <w:t xml:space="preserve"> жилых </w:t>
      </w:r>
    </w:p>
    <w:p w:rsidR="00024A8A" w:rsidRPr="008A74E1" w:rsidRDefault="00024A8A" w:rsidP="003E69DD">
      <w:pPr>
        <w:jc w:val="both"/>
        <w:rPr>
          <w:sz w:val="28"/>
          <w:szCs w:val="28"/>
        </w:rPr>
      </w:pPr>
      <w:proofErr w:type="gramStart"/>
      <w:r w:rsidRPr="008A74E1">
        <w:rPr>
          <w:sz w:val="28"/>
          <w:szCs w:val="28"/>
        </w:rPr>
        <w:t>помещениях</w:t>
      </w:r>
      <w:proofErr w:type="gramEnd"/>
      <w:r w:rsidRPr="008A74E1">
        <w:rPr>
          <w:sz w:val="28"/>
          <w:szCs w:val="28"/>
        </w:rPr>
        <w:t xml:space="preserve">, предоставляемых по договорам </w:t>
      </w:r>
    </w:p>
    <w:p w:rsidR="00024A8A" w:rsidRPr="008A74E1" w:rsidRDefault="00024A8A" w:rsidP="003E69DD">
      <w:pPr>
        <w:jc w:val="both"/>
        <w:rPr>
          <w:sz w:val="28"/>
          <w:szCs w:val="28"/>
        </w:rPr>
      </w:pPr>
      <w:r w:rsidRPr="008A74E1">
        <w:rPr>
          <w:sz w:val="28"/>
          <w:szCs w:val="28"/>
        </w:rPr>
        <w:t>социального найма»</w:t>
      </w:r>
    </w:p>
    <w:p w:rsidR="00F41609" w:rsidRPr="00B11E39" w:rsidRDefault="00F41609" w:rsidP="003E69DD">
      <w:pPr>
        <w:ind w:firstLine="709"/>
        <w:jc w:val="both"/>
        <w:rPr>
          <w:sz w:val="28"/>
          <w:szCs w:val="28"/>
        </w:rPr>
      </w:pPr>
    </w:p>
    <w:p w:rsidR="004F0932" w:rsidRDefault="004F0932" w:rsidP="003E69DD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3E69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Pr="006160A3" w:rsidRDefault="009C296A" w:rsidP="003E69DD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3E69DD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11E39" w:rsidRDefault="00E102FF" w:rsidP="003E69DD">
      <w:pPr>
        <w:ind w:firstLine="709"/>
        <w:jc w:val="center"/>
        <w:rPr>
          <w:b/>
          <w:sz w:val="28"/>
          <w:szCs w:val="28"/>
        </w:rPr>
      </w:pPr>
    </w:p>
    <w:p w:rsidR="0085390A" w:rsidRDefault="00E102FF" w:rsidP="003E69D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8D697D">
        <w:rPr>
          <w:szCs w:val="28"/>
        </w:rPr>
        <w:t xml:space="preserve">оект закона Ярославской области </w:t>
      </w:r>
      <w:r w:rsidR="009568BB">
        <w:t>«О вн</w:t>
      </w:r>
      <w:r w:rsidR="009568BB">
        <w:t>е</w:t>
      </w:r>
      <w:r w:rsidR="009568BB">
        <w:t>сении изменений в статью 4 Закона Ярославской области «О порядке учета граждан в качестве нуждающихся в жилых помещениях, предоставляемых по договорам социального найма</w:t>
      </w:r>
      <w:r w:rsidR="009568BB" w:rsidRPr="001D75EE">
        <w:t>»</w:t>
      </w:r>
      <w:r w:rsidR="009568BB" w:rsidRPr="00C06B86">
        <w:rPr>
          <w:i/>
          <w:szCs w:val="28"/>
        </w:rPr>
        <w:t xml:space="preserve">, </w:t>
      </w:r>
      <w:proofErr w:type="gramStart"/>
      <w:r w:rsidR="009568BB" w:rsidRPr="00C06B86">
        <w:rPr>
          <w:iCs/>
          <w:szCs w:val="28"/>
        </w:rPr>
        <w:t>внесенный</w:t>
      </w:r>
      <w:proofErr w:type="gramEnd"/>
      <w:r w:rsidR="009568BB" w:rsidRPr="00C06B86">
        <w:rPr>
          <w:iCs/>
          <w:szCs w:val="28"/>
        </w:rPr>
        <w:t xml:space="preserve"> </w:t>
      </w:r>
      <w:r w:rsidR="009568BB">
        <w:rPr>
          <w:iCs/>
          <w:szCs w:val="28"/>
        </w:rPr>
        <w:t>в</w:t>
      </w:r>
      <w:r w:rsidR="009568BB" w:rsidRPr="00117527">
        <w:rPr>
          <w:iCs/>
          <w:szCs w:val="28"/>
        </w:rPr>
        <w:t>ременно исполняющим обяза</w:t>
      </w:r>
      <w:r w:rsidR="009568BB" w:rsidRPr="00117527">
        <w:rPr>
          <w:iCs/>
          <w:szCs w:val="28"/>
        </w:rPr>
        <w:t>н</w:t>
      </w:r>
      <w:r w:rsidR="009568BB" w:rsidRPr="00117527">
        <w:rPr>
          <w:iCs/>
          <w:szCs w:val="28"/>
        </w:rPr>
        <w:t>ности Губернатора Ярославской области</w:t>
      </w:r>
      <w:r w:rsidR="0085390A">
        <w:rPr>
          <w:szCs w:val="28"/>
        </w:rPr>
        <w:t>.</w:t>
      </w:r>
    </w:p>
    <w:p w:rsidR="00CB2CE6" w:rsidRPr="000903DF" w:rsidRDefault="00CB2CE6" w:rsidP="003E69D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0903DF" w:rsidRDefault="00E102FF" w:rsidP="003E69DD">
      <w:pPr>
        <w:jc w:val="both"/>
        <w:rPr>
          <w:sz w:val="28"/>
          <w:szCs w:val="28"/>
        </w:rPr>
      </w:pPr>
    </w:p>
    <w:p w:rsidR="00E102FF" w:rsidRDefault="00E102FF" w:rsidP="003E69DD">
      <w:pPr>
        <w:jc w:val="both"/>
        <w:rPr>
          <w:sz w:val="28"/>
        </w:rPr>
      </w:pPr>
    </w:p>
    <w:p w:rsidR="00093AC8" w:rsidRDefault="00093AC8" w:rsidP="003E69DD">
      <w:pPr>
        <w:pStyle w:val="3"/>
      </w:pPr>
      <w:r>
        <w:t>Председатель</w:t>
      </w:r>
    </w:p>
    <w:p w:rsidR="00093AC8" w:rsidRPr="00A97A21" w:rsidRDefault="00093AC8" w:rsidP="003E69DD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3E69DD">
      <w:pPr>
        <w:pStyle w:val="3"/>
        <w:ind w:firstLine="709"/>
      </w:pPr>
    </w:p>
    <w:sectPr w:rsidR="00E102FF" w:rsidSect="003E69DD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9FA" w:rsidRDefault="002A79FA">
      <w:r>
        <w:separator/>
      </w:r>
    </w:p>
  </w:endnote>
  <w:endnote w:type="continuationSeparator" w:id="0">
    <w:p w:rsidR="002A79FA" w:rsidRDefault="002A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9FA" w:rsidRDefault="002A79FA">
      <w:r>
        <w:separator/>
      </w:r>
    </w:p>
  </w:footnote>
  <w:footnote w:type="continuationSeparator" w:id="0">
    <w:p w:rsidR="002A79FA" w:rsidRDefault="002A7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4A8A"/>
    <w:rsid w:val="00043167"/>
    <w:rsid w:val="00045831"/>
    <w:rsid w:val="00055713"/>
    <w:rsid w:val="00066BBC"/>
    <w:rsid w:val="000903DF"/>
    <w:rsid w:val="00093AC8"/>
    <w:rsid w:val="0009582E"/>
    <w:rsid w:val="000A32D4"/>
    <w:rsid w:val="000B4629"/>
    <w:rsid w:val="000D128D"/>
    <w:rsid w:val="000F0993"/>
    <w:rsid w:val="000F705F"/>
    <w:rsid w:val="00104076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79FA"/>
    <w:rsid w:val="002C03C2"/>
    <w:rsid w:val="002C1CA3"/>
    <w:rsid w:val="002E0DD8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E69DD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160A3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476A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3B7E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568BB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07A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26BAC"/>
    <w:rsid w:val="00D72E78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4160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EF49-A9C6-4C5A-91BE-B7BA5C41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2016-05-25T11:25:00Z</cp:lastPrinted>
  <dcterms:created xsi:type="dcterms:W3CDTF">2011-05-25T04:39:00Z</dcterms:created>
  <dcterms:modified xsi:type="dcterms:W3CDTF">2017-04-27T13:14:00Z</dcterms:modified>
</cp:coreProperties>
</file>