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EC318B" w:rsidTr="00687CD8">
        <w:tc>
          <w:tcPr>
            <w:tcW w:w="709" w:type="dxa"/>
          </w:tcPr>
          <w:p w:rsidR="00EC318B" w:rsidRDefault="00EC318B" w:rsidP="00687CD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318B" w:rsidRDefault="00EC318B" w:rsidP="00687CD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18.12.2012</w:t>
            </w:r>
          </w:p>
        </w:tc>
        <w:tc>
          <w:tcPr>
            <w:tcW w:w="3260" w:type="dxa"/>
          </w:tcPr>
          <w:p w:rsidR="00EC318B" w:rsidRDefault="00EC318B" w:rsidP="00687CD8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EC318B" w:rsidRDefault="00EC318B" w:rsidP="00687CD8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318B" w:rsidRDefault="00EC318B" w:rsidP="00687CD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255</w:t>
            </w:r>
          </w:p>
        </w:tc>
      </w:tr>
    </w:tbl>
    <w:p w:rsidR="00EC318B" w:rsidRDefault="00EC318B" w:rsidP="008028E0">
      <w:pPr>
        <w:rPr>
          <w:sz w:val="28"/>
          <w:szCs w:val="28"/>
        </w:rPr>
      </w:pPr>
    </w:p>
    <w:p w:rsidR="00EC318B" w:rsidRDefault="00EC318B" w:rsidP="008028E0">
      <w:pPr>
        <w:rPr>
          <w:sz w:val="28"/>
          <w:szCs w:val="28"/>
        </w:rPr>
      </w:pPr>
    </w:p>
    <w:p w:rsidR="00EC318B" w:rsidRDefault="00EC318B" w:rsidP="008028E0">
      <w:pPr>
        <w:rPr>
          <w:sz w:val="28"/>
          <w:szCs w:val="28"/>
        </w:rPr>
      </w:pPr>
    </w:p>
    <w:p w:rsidR="00EC318B" w:rsidRPr="004609CD" w:rsidRDefault="00EC318B" w:rsidP="008028E0">
      <w:pPr>
        <w:rPr>
          <w:sz w:val="28"/>
          <w:szCs w:val="28"/>
        </w:rPr>
      </w:pPr>
      <w:r w:rsidRPr="00DC54E8">
        <w:rPr>
          <w:sz w:val="28"/>
          <w:szCs w:val="28"/>
        </w:rPr>
        <w:t xml:space="preserve">О </w:t>
      </w:r>
      <w:r w:rsidRPr="000A2CE0">
        <w:rPr>
          <w:sz w:val="28"/>
          <w:szCs w:val="28"/>
        </w:rPr>
        <w:t xml:space="preserve">назначении </w:t>
      </w:r>
      <w:r w:rsidRPr="004609CD">
        <w:rPr>
          <w:sz w:val="28"/>
          <w:szCs w:val="28"/>
        </w:rPr>
        <w:t>Ткаченко Юрия Викторовича</w:t>
      </w:r>
    </w:p>
    <w:p w:rsidR="00EC318B" w:rsidRPr="004609CD" w:rsidRDefault="00EC318B" w:rsidP="008028E0">
      <w:pPr>
        <w:rPr>
          <w:sz w:val="28"/>
          <w:szCs w:val="28"/>
        </w:rPr>
      </w:pPr>
      <w:r w:rsidRPr="004609CD">
        <w:rPr>
          <w:sz w:val="28"/>
          <w:szCs w:val="28"/>
        </w:rPr>
        <w:t xml:space="preserve">на должность мирового судьи судебного </w:t>
      </w:r>
    </w:p>
    <w:p w:rsidR="00EC318B" w:rsidRPr="004609CD" w:rsidRDefault="00EC318B" w:rsidP="00F731C9">
      <w:pPr>
        <w:rPr>
          <w:sz w:val="28"/>
          <w:szCs w:val="28"/>
        </w:rPr>
      </w:pPr>
      <w:r w:rsidRPr="004609CD">
        <w:rPr>
          <w:sz w:val="28"/>
          <w:szCs w:val="28"/>
        </w:rPr>
        <w:t>участка № 4 Заволжского района</w:t>
      </w:r>
    </w:p>
    <w:p w:rsidR="00EC318B" w:rsidRPr="004609CD" w:rsidRDefault="00EC318B" w:rsidP="00F731C9">
      <w:pPr>
        <w:rPr>
          <w:sz w:val="28"/>
          <w:szCs w:val="28"/>
        </w:rPr>
      </w:pPr>
      <w:r w:rsidRPr="004609CD">
        <w:rPr>
          <w:sz w:val="28"/>
          <w:szCs w:val="28"/>
        </w:rPr>
        <w:t>г. Ярославля</w:t>
      </w:r>
    </w:p>
    <w:p w:rsidR="00EC318B" w:rsidRPr="004609CD" w:rsidRDefault="00EC318B" w:rsidP="00BC1DE9">
      <w:pPr>
        <w:ind w:firstLine="709"/>
        <w:jc w:val="both"/>
        <w:rPr>
          <w:sz w:val="28"/>
          <w:szCs w:val="28"/>
        </w:rPr>
      </w:pPr>
    </w:p>
    <w:p w:rsidR="00EC318B" w:rsidRDefault="00EC318B" w:rsidP="00BC1DE9">
      <w:pPr>
        <w:ind w:firstLine="709"/>
        <w:jc w:val="both"/>
        <w:rPr>
          <w:sz w:val="28"/>
          <w:szCs w:val="28"/>
        </w:rPr>
      </w:pPr>
    </w:p>
    <w:p w:rsidR="00EC318B" w:rsidRPr="004609CD" w:rsidRDefault="00EC318B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609CD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Ткаченко Юрия Викторовича на должность м</w:t>
      </w:r>
      <w:r w:rsidRPr="004609CD">
        <w:rPr>
          <w:sz w:val="28"/>
          <w:szCs w:val="28"/>
        </w:rPr>
        <w:t>и</w:t>
      </w:r>
      <w:r w:rsidRPr="004609CD">
        <w:rPr>
          <w:sz w:val="28"/>
          <w:szCs w:val="28"/>
        </w:rPr>
        <w:t>рового судьи судебного участка № 4 Заволжского района г. Ярославля, в с</w:t>
      </w:r>
      <w:r w:rsidRPr="004609CD">
        <w:rPr>
          <w:sz w:val="28"/>
          <w:szCs w:val="28"/>
        </w:rPr>
        <w:t>о</w:t>
      </w:r>
      <w:r w:rsidRPr="004609CD">
        <w:rPr>
          <w:sz w:val="28"/>
          <w:szCs w:val="28"/>
        </w:rPr>
        <w:t>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EC318B" w:rsidRPr="004609CD" w:rsidRDefault="00EC318B" w:rsidP="00BC1DE9">
      <w:pPr>
        <w:ind w:firstLine="709"/>
        <w:jc w:val="both"/>
        <w:rPr>
          <w:sz w:val="28"/>
          <w:szCs w:val="28"/>
        </w:rPr>
      </w:pPr>
    </w:p>
    <w:p w:rsidR="00EC318B" w:rsidRPr="004609CD" w:rsidRDefault="00EC318B" w:rsidP="00BC1DE9">
      <w:pPr>
        <w:ind w:firstLine="709"/>
        <w:jc w:val="center"/>
        <w:rPr>
          <w:b/>
          <w:sz w:val="28"/>
          <w:szCs w:val="28"/>
        </w:rPr>
      </w:pPr>
      <w:r w:rsidRPr="004609CD">
        <w:rPr>
          <w:b/>
          <w:sz w:val="28"/>
          <w:szCs w:val="28"/>
        </w:rPr>
        <w:t>П О С Т А Н О В И Л А:</w:t>
      </w:r>
    </w:p>
    <w:p w:rsidR="00EC318B" w:rsidRPr="000A2CE0" w:rsidRDefault="00EC318B" w:rsidP="00BC1DE9">
      <w:pPr>
        <w:ind w:firstLine="709"/>
        <w:jc w:val="center"/>
        <w:rPr>
          <w:sz w:val="28"/>
          <w:szCs w:val="28"/>
        </w:rPr>
      </w:pPr>
    </w:p>
    <w:p w:rsidR="00EC318B" w:rsidRPr="00DC54E8" w:rsidRDefault="00EC318B" w:rsidP="00BC1DE9">
      <w:pPr>
        <w:pStyle w:val="BodyTextIndent2"/>
        <w:rPr>
          <w:szCs w:val="28"/>
        </w:rPr>
      </w:pPr>
      <w:r w:rsidRPr="000A2CE0">
        <w:rPr>
          <w:szCs w:val="28"/>
        </w:rPr>
        <w:t>Назначить Ткаченко Юрия Викторовича на пятилетний срок полном</w:t>
      </w:r>
      <w:r w:rsidRPr="000A2CE0">
        <w:rPr>
          <w:szCs w:val="28"/>
        </w:rPr>
        <w:t>о</w:t>
      </w:r>
      <w:r w:rsidRPr="000A2CE0">
        <w:rPr>
          <w:szCs w:val="28"/>
        </w:rPr>
        <w:t>чий мировым судьей судебного</w:t>
      </w:r>
      <w:r w:rsidRPr="00DC54E8">
        <w:rPr>
          <w:szCs w:val="28"/>
        </w:rPr>
        <w:t xml:space="preserve"> участка </w:t>
      </w:r>
      <w:r>
        <w:t>№ 4 Заволжского района г. Яросла</w:t>
      </w:r>
      <w:r>
        <w:t>в</w:t>
      </w:r>
      <w:r>
        <w:t>ля</w:t>
      </w:r>
      <w:r w:rsidRPr="00DC54E8">
        <w:rPr>
          <w:szCs w:val="28"/>
        </w:rPr>
        <w:t>.</w:t>
      </w:r>
    </w:p>
    <w:p w:rsidR="00EC318B" w:rsidRPr="00C34EEC" w:rsidRDefault="00EC318B" w:rsidP="00BC1DE9">
      <w:pPr>
        <w:ind w:firstLine="709"/>
        <w:jc w:val="both"/>
        <w:rPr>
          <w:sz w:val="28"/>
          <w:szCs w:val="28"/>
        </w:rPr>
      </w:pPr>
    </w:p>
    <w:p w:rsidR="00EC318B" w:rsidRPr="00C34EEC" w:rsidRDefault="00EC318B" w:rsidP="00BC1DE9">
      <w:pPr>
        <w:ind w:firstLine="709"/>
        <w:jc w:val="both"/>
        <w:rPr>
          <w:sz w:val="28"/>
          <w:szCs w:val="28"/>
        </w:rPr>
      </w:pPr>
    </w:p>
    <w:p w:rsidR="00EC318B" w:rsidRDefault="00EC318B" w:rsidP="00BC1DE9">
      <w:pPr>
        <w:ind w:firstLine="709"/>
        <w:jc w:val="both"/>
        <w:rPr>
          <w:sz w:val="28"/>
        </w:rPr>
      </w:pPr>
    </w:p>
    <w:p w:rsidR="00EC318B" w:rsidRPr="00D812EA" w:rsidRDefault="00EC318B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EC318B" w:rsidRPr="00D812EA" w:rsidRDefault="00EC318B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</w:t>
      </w:r>
      <w:r w:rsidRPr="00D812EA">
        <w:rPr>
          <w:sz w:val="28"/>
          <w:szCs w:val="28"/>
        </w:rPr>
        <w:t xml:space="preserve">  В.В. Рогоцкий</w:t>
      </w:r>
    </w:p>
    <w:p w:rsidR="00EC318B" w:rsidRPr="00D812EA" w:rsidRDefault="00EC318B" w:rsidP="00D812EA">
      <w:pPr>
        <w:rPr>
          <w:sz w:val="28"/>
          <w:szCs w:val="28"/>
        </w:rPr>
      </w:pPr>
    </w:p>
    <w:sectPr w:rsidR="00EC318B" w:rsidRPr="00D812EA" w:rsidSect="00D55855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A2CE0"/>
    <w:rsid w:val="00127523"/>
    <w:rsid w:val="00146713"/>
    <w:rsid w:val="001939A4"/>
    <w:rsid w:val="001C4D39"/>
    <w:rsid w:val="00206785"/>
    <w:rsid w:val="00211740"/>
    <w:rsid w:val="00215119"/>
    <w:rsid w:val="00223773"/>
    <w:rsid w:val="00260523"/>
    <w:rsid w:val="00262580"/>
    <w:rsid w:val="002A58A0"/>
    <w:rsid w:val="00317A46"/>
    <w:rsid w:val="0037176C"/>
    <w:rsid w:val="00371DA0"/>
    <w:rsid w:val="003C14B6"/>
    <w:rsid w:val="003C4787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543AC3"/>
    <w:rsid w:val="00552ED8"/>
    <w:rsid w:val="00583C2A"/>
    <w:rsid w:val="005A192D"/>
    <w:rsid w:val="005F3481"/>
    <w:rsid w:val="00622602"/>
    <w:rsid w:val="006417F8"/>
    <w:rsid w:val="00687CD8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C190A"/>
    <w:rsid w:val="00AF3E15"/>
    <w:rsid w:val="00B13FDC"/>
    <w:rsid w:val="00B424BA"/>
    <w:rsid w:val="00BC1DE9"/>
    <w:rsid w:val="00C2329B"/>
    <w:rsid w:val="00C34EEC"/>
    <w:rsid w:val="00C56E9C"/>
    <w:rsid w:val="00CB6E42"/>
    <w:rsid w:val="00CC35DB"/>
    <w:rsid w:val="00CF09AF"/>
    <w:rsid w:val="00D26281"/>
    <w:rsid w:val="00D46786"/>
    <w:rsid w:val="00D55855"/>
    <w:rsid w:val="00D659EC"/>
    <w:rsid w:val="00D812EA"/>
    <w:rsid w:val="00DC54E8"/>
    <w:rsid w:val="00E07DDF"/>
    <w:rsid w:val="00E26D37"/>
    <w:rsid w:val="00E57CBB"/>
    <w:rsid w:val="00E67DA2"/>
    <w:rsid w:val="00E73527"/>
    <w:rsid w:val="00EB071D"/>
    <w:rsid w:val="00EB39D0"/>
    <w:rsid w:val="00EC318B"/>
    <w:rsid w:val="00EE18B3"/>
    <w:rsid w:val="00EF6C0A"/>
    <w:rsid w:val="00F0386E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DB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35DB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35DB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CC35D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C35DB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CC35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C35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C35DB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C35DB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C35DB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51</TotalTime>
  <Pages>1</Pages>
  <Words>100</Words>
  <Characters>663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46</cp:revision>
  <cp:lastPrinted>2012-12-05T06:45:00Z</cp:lastPrinted>
  <dcterms:created xsi:type="dcterms:W3CDTF">2011-05-12T04:59:00Z</dcterms:created>
  <dcterms:modified xsi:type="dcterms:W3CDTF">2012-12-20T09:13:00Z</dcterms:modified>
</cp:coreProperties>
</file>