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3A4E83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</w:t>
            </w:r>
            <w:r w:rsidR="008813A9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</w:t>
            </w:r>
            <w:r w:rsidR="003A4E83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3A4E83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</w:t>
            </w:r>
            <w:r w:rsidR="008813A9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3A4E83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561A28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B04D47" w:rsidRPr="00B04D47" w:rsidRDefault="00B04D47" w:rsidP="00B04D4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B04D47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B04D47">
        <w:rPr>
          <w:bCs/>
          <w:szCs w:val="28"/>
        </w:rPr>
        <w:t xml:space="preserve"> «О внесении изменения в статью 1 Закона Ярославской области «О перераспределении между органами местного самоуправления отдельных муниципальных образований Ярославской области и органами государственной власти Ярославской области полномочий по организации регулярных перевозок пассажиров и багажа автомобильным транспортом и городским наземным электрическим транспортом».</w:t>
      </w:r>
    </w:p>
    <w:p w:rsidR="00274E63" w:rsidRDefault="00B04D47" w:rsidP="00274E63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B04D47">
        <w:rPr>
          <w:bCs/>
          <w:szCs w:val="28"/>
        </w:rPr>
        <w:t xml:space="preserve">Официальным представителем Губернатора </w:t>
      </w:r>
      <w:r w:rsidR="00604F19">
        <w:rPr>
          <w:bCs/>
          <w:szCs w:val="28"/>
        </w:rPr>
        <w:t>Ярославской области по </w:t>
      </w:r>
      <w:r w:rsidRPr="00B04D47">
        <w:rPr>
          <w:bCs/>
          <w:szCs w:val="28"/>
        </w:rPr>
        <w:t xml:space="preserve">указанному законопроекту назначен </w:t>
      </w:r>
      <w:r w:rsidR="00561A28">
        <w:rPr>
          <w:szCs w:val="28"/>
        </w:rPr>
        <w:t>з</w:t>
      </w:r>
      <w:r w:rsidR="00561A28" w:rsidRPr="00561A28">
        <w:rPr>
          <w:szCs w:val="28"/>
        </w:rPr>
        <w:t xml:space="preserve">аместитель Председателя Правительства Ярославской области </w:t>
      </w:r>
      <w:r w:rsidR="00604F19">
        <w:rPr>
          <w:szCs w:val="28"/>
        </w:rPr>
        <w:t>– министр дорожного хозяйства и </w:t>
      </w:r>
      <w:r w:rsidR="00561A28" w:rsidRPr="00561A28">
        <w:rPr>
          <w:szCs w:val="28"/>
        </w:rPr>
        <w:t>транспорта Ярославской област</w:t>
      </w:r>
      <w:r w:rsidR="00561A28">
        <w:rPr>
          <w:szCs w:val="28"/>
        </w:rPr>
        <w:t>и Душко Р.В</w:t>
      </w:r>
      <w:r w:rsidR="00561A28" w:rsidRPr="00561A28">
        <w:rPr>
          <w:szCs w:val="28"/>
        </w:rPr>
        <w:t>.</w:t>
      </w:r>
    </w:p>
    <w:p w:rsidR="00274E63" w:rsidRDefault="00274E63" w:rsidP="00274E63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274E63" w:rsidRDefault="00783F6B" w:rsidP="00274E63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Приложение: на 5</w:t>
      </w:r>
      <w:r w:rsidR="00DD7EA5" w:rsidRPr="00DD7EA5">
        <w:rPr>
          <w:szCs w:val="28"/>
        </w:rPr>
        <w:t xml:space="preserve"> л. в 1 экз.</w:t>
      </w:r>
    </w:p>
    <w:p w:rsidR="00274E63" w:rsidRDefault="00274E63" w:rsidP="00274E63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</w:p>
    <w:p w:rsidR="00783F6B" w:rsidRPr="009C5E08" w:rsidRDefault="00783F6B" w:rsidP="00274E63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>
        <w:rPr>
          <w:szCs w:val="28"/>
        </w:rPr>
        <w:t>С уважением,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DD7EA5" w:rsidRPr="0045164F" w:rsidRDefault="00DD7EA5" w:rsidP="009C5E08">
      <w:pPr>
        <w:jc w:val="both"/>
        <w:rPr>
          <w:sz w:val="24"/>
          <w:szCs w:val="24"/>
          <w:lang w:val="en-US"/>
        </w:rPr>
      </w:pPr>
      <w:bookmarkStart w:id="2" w:name="_GoBack"/>
      <w:bookmarkEnd w:id="2"/>
    </w:p>
    <w:p w:rsidR="009C5E08" w:rsidRPr="009C5E08" w:rsidRDefault="00FF4891" w:rsidP="009C5E08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Вошатко</w:t>
      </w:r>
      <w:proofErr w:type="spellEnd"/>
      <w:r>
        <w:rPr>
          <w:sz w:val="24"/>
          <w:szCs w:val="24"/>
        </w:rPr>
        <w:t xml:space="preserve">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1E1" w:rsidRDefault="00AF41E1">
      <w:r>
        <w:separator/>
      </w:r>
    </w:p>
  </w:endnote>
  <w:endnote w:type="continuationSeparator" w:id="0">
    <w:p w:rsidR="00AF41E1" w:rsidRDefault="00AF4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1E1" w:rsidRDefault="00AF41E1">
      <w:r>
        <w:separator/>
      </w:r>
    </w:p>
  </w:footnote>
  <w:footnote w:type="continuationSeparator" w:id="0">
    <w:p w:rsidR="00AF41E1" w:rsidRDefault="00AF41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B6643"/>
    <w:rsid w:val="000C4C30"/>
    <w:rsid w:val="000D18B8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74E63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A4E83"/>
    <w:rsid w:val="003B5DB7"/>
    <w:rsid w:val="003B6922"/>
    <w:rsid w:val="003C447A"/>
    <w:rsid w:val="003D3891"/>
    <w:rsid w:val="003E34C5"/>
    <w:rsid w:val="003F158E"/>
    <w:rsid w:val="00413EAE"/>
    <w:rsid w:val="004147FC"/>
    <w:rsid w:val="00424718"/>
    <w:rsid w:val="0043430D"/>
    <w:rsid w:val="00440606"/>
    <w:rsid w:val="00440D77"/>
    <w:rsid w:val="0045164F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A2568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0D89"/>
    <w:rsid w:val="00561A28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04F1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21E0"/>
    <w:rsid w:val="00772602"/>
    <w:rsid w:val="00774A4E"/>
    <w:rsid w:val="00783F6B"/>
    <w:rsid w:val="00791794"/>
    <w:rsid w:val="007A487C"/>
    <w:rsid w:val="007A6943"/>
    <w:rsid w:val="007A6E55"/>
    <w:rsid w:val="007B3F54"/>
    <w:rsid w:val="007C074D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13A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5E08"/>
    <w:rsid w:val="009E11A6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41E1"/>
    <w:rsid w:val="00AF7478"/>
    <w:rsid w:val="00AF7661"/>
    <w:rsid w:val="00B0140F"/>
    <w:rsid w:val="00B04633"/>
    <w:rsid w:val="00B04D47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231CF"/>
    <w:rsid w:val="00C3328E"/>
    <w:rsid w:val="00C473CE"/>
    <w:rsid w:val="00C5025A"/>
    <w:rsid w:val="00C5140E"/>
    <w:rsid w:val="00C516AF"/>
    <w:rsid w:val="00C619EB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C47CD"/>
    <w:rsid w:val="00DD7EA5"/>
    <w:rsid w:val="00DE1C2A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64CE7-DF09-4153-9A64-B8484B9A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2024-11-28T08:56:00Z</dcterms:created>
  <dcterms:modified xsi:type="dcterms:W3CDTF">2024-11-28T08:56:00Z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