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101EA" w:rsidTr="008101EA">
        <w:tc>
          <w:tcPr>
            <w:tcW w:w="426" w:type="dxa"/>
            <w:hideMark/>
          </w:tcPr>
          <w:p w:rsidR="008101EA" w:rsidRDefault="008101EA">
            <w:pPr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101EA" w:rsidRDefault="008101EA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27.10.2015</w:t>
            </w:r>
          </w:p>
        </w:tc>
        <w:tc>
          <w:tcPr>
            <w:tcW w:w="4111" w:type="dxa"/>
          </w:tcPr>
          <w:p w:rsidR="008101EA" w:rsidRDefault="008101EA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8101EA" w:rsidRDefault="008101EA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101EA" w:rsidRDefault="008101EA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</w:t>
            </w:r>
            <w:r>
              <w:rPr>
                <w:sz w:val="28"/>
                <w:szCs w:val="28"/>
                <w:lang w:eastAsia="en-US"/>
              </w:rPr>
              <w:t>1</w:t>
            </w:r>
            <w:bookmarkStart w:id="0" w:name="_GoBack"/>
            <w:bookmarkEnd w:id="0"/>
          </w:p>
        </w:tc>
      </w:tr>
    </w:tbl>
    <w:p w:rsidR="00B53DCA" w:rsidRDefault="00B53DCA" w:rsidP="002321FF">
      <w:pPr>
        <w:jc w:val="both"/>
        <w:rPr>
          <w:sz w:val="28"/>
        </w:rPr>
      </w:pPr>
    </w:p>
    <w:p w:rsidR="00B53DCA" w:rsidRDefault="00B53DCA" w:rsidP="002321FF">
      <w:pPr>
        <w:jc w:val="both"/>
        <w:rPr>
          <w:sz w:val="28"/>
        </w:rPr>
      </w:pPr>
    </w:p>
    <w:p w:rsidR="00B53DCA" w:rsidRDefault="00B53DCA" w:rsidP="002321FF">
      <w:pPr>
        <w:jc w:val="both"/>
        <w:rPr>
          <w:sz w:val="28"/>
        </w:rPr>
      </w:pPr>
    </w:p>
    <w:p w:rsidR="002321FF" w:rsidRPr="00F75EC1" w:rsidRDefault="002321FF" w:rsidP="002321FF">
      <w:pPr>
        <w:jc w:val="both"/>
        <w:rPr>
          <w:sz w:val="28"/>
          <w:szCs w:val="28"/>
        </w:rPr>
      </w:pPr>
      <w:r w:rsidRPr="00F75EC1">
        <w:rPr>
          <w:sz w:val="28"/>
        </w:rPr>
        <w:t xml:space="preserve">О награждении </w:t>
      </w:r>
      <w:r w:rsidRPr="00F75EC1">
        <w:rPr>
          <w:sz w:val="28"/>
          <w:szCs w:val="28"/>
        </w:rPr>
        <w:t xml:space="preserve">Почетным знаком </w:t>
      </w:r>
    </w:p>
    <w:p w:rsidR="002321FF" w:rsidRPr="00F75EC1" w:rsidRDefault="002321FF" w:rsidP="002321FF">
      <w:pPr>
        <w:pStyle w:val="3"/>
        <w:spacing w:after="0"/>
        <w:ind w:left="0"/>
        <w:rPr>
          <w:sz w:val="28"/>
          <w:szCs w:val="28"/>
        </w:rPr>
      </w:pPr>
      <w:r w:rsidRPr="00F75EC1">
        <w:rPr>
          <w:sz w:val="28"/>
          <w:szCs w:val="28"/>
        </w:rPr>
        <w:t xml:space="preserve">Ярославской областной Думы </w:t>
      </w:r>
    </w:p>
    <w:p w:rsidR="00613412" w:rsidRPr="00F75EC1" w:rsidRDefault="002321FF" w:rsidP="002321FF">
      <w:pPr>
        <w:pStyle w:val="3"/>
        <w:spacing w:after="0"/>
        <w:ind w:left="0"/>
        <w:rPr>
          <w:sz w:val="28"/>
          <w:szCs w:val="28"/>
        </w:rPr>
      </w:pPr>
      <w:r w:rsidRPr="00F75EC1">
        <w:rPr>
          <w:sz w:val="28"/>
          <w:szCs w:val="28"/>
        </w:rPr>
        <w:t>«За</w:t>
      </w:r>
      <w:r w:rsidR="00C1508C" w:rsidRPr="00F75EC1">
        <w:rPr>
          <w:sz w:val="28"/>
          <w:szCs w:val="28"/>
        </w:rPr>
        <w:t xml:space="preserve"> заслуги в развитии </w:t>
      </w:r>
    </w:p>
    <w:p w:rsidR="002321FF" w:rsidRPr="00F75EC1" w:rsidRDefault="00613412" w:rsidP="002321FF">
      <w:pPr>
        <w:pStyle w:val="3"/>
        <w:spacing w:after="0"/>
        <w:ind w:left="0"/>
        <w:rPr>
          <w:sz w:val="28"/>
          <w:szCs w:val="28"/>
        </w:rPr>
      </w:pPr>
      <w:r w:rsidRPr="00F75EC1">
        <w:rPr>
          <w:sz w:val="28"/>
          <w:szCs w:val="28"/>
        </w:rPr>
        <w:t>з</w:t>
      </w:r>
      <w:r w:rsidR="00C1508C" w:rsidRPr="00F75EC1">
        <w:rPr>
          <w:sz w:val="28"/>
          <w:szCs w:val="28"/>
        </w:rPr>
        <w:t>аконодательства</w:t>
      </w:r>
      <w:r w:rsidRPr="00F75EC1">
        <w:rPr>
          <w:sz w:val="28"/>
          <w:szCs w:val="28"/>
        </w:rPr>
        <w:t xml:space="preserve"> </w:t>
      </w:r>
      <w:r w:rsidR="00C1508C" w:rsidRPr="00F75EC1">
        <w:rPr>
          <w:sz w:val="28"/>
          <w:szCs w:val="28"/>
        </w:rPr>
        <w:t>и парламентаризма</w:t>
      </w:r>
      <w:r w:rsidR="002321FF" w:rsidRPr="00F75EC1">
        <w:rPr>
          <w:sz w:val="28"/>
          <w:szCs w:val="28"/>
        </w:rPr>
        <w:t>»</w:t>
      </w:r>
    </w:p>
    <w:p w:rsidR="002321FF" w:rsidRDefault="002321FF" w:rsidP="002321FF">
      <w:pPr>
        <w:jc w:val="both"/>
        <w:rPr>
          <w:sz w:val="28"/>
          <w:szCs w:val="28"/>
        </w:rPr>
      </w:pPr>
    </w:p>
    <w:p w:rsidR="00B53DCA" w:rsidRPr="00F75EC1" w:rsidRDefault="00B53DCA" w:rsidP="002321FF">
      <w:pPr>
        <w:jc w:val="both"/>
        <w:rPr>
          <w:sz w:val="28"/>
          <w:szCs w:val="28"/>
        </w:rPr>
      </w:pPr>
    </w:p>
    <w:p w:rsidR="002321FF" w:rsidRPr="00F75EC1" w:rsidRDefault="002321FF" w:rsidP="002321FF">
      <w:pPr>
        <w:pStyle w:val="3"/>
        <w:spacing w:after="0"/>
        <w:ind w:left="0" w:firstLine="709"/>
        <w:jc w:val="both"/>
        <w:rPr>
          <w:sz w:val="28"/>
        </w:rPr>
      </w:pPr>
      <w:r w:rsidRPr="00F75EC1">
        <w:rPr>
          <w:sz w:val="28"/>
        </w:rPr>
        <w:t xml:space="preserve">В соответствии с Положением о </w:t>
      </w:r>
      <w:r w:rsidRPr="00F75EC1">
        <w:rPr>
          <w:sz w:val="28"/>
          <w:szCs w:val="28"/>
        </w:rPr>
        <w:t>Почетном знаке Ярославской облас</w:t>
      </w:r>
      <w:r w:rsidRPr="00F75EC1">
        <w:rPr>
          <w:sz w:val="28"/>
          <w:szCs w:val="28"/>
        </w:rPr>
        <w:t>т</w:t>
      </w:r>
      <w:r w:rsidRPr="00F75EC1">
        <w:rPr>
          <w:sz w:val="28"/>
          <w:szCs w:val="28"/>
        </w:rPr>
        <w:t xml:space="preserve">ной Думы «За </w:t>
      </w:r>
      <w:r w:rsidR="00C1508C" w:rsidRPr="00F75EC1">
        <w:rPr>
          <w:sz w:val="28"/>
          <w:szCs w:val="28"/>
        </w:rPr>
        <w:t>заслуги в развитии законодательства и парламентаризма</w:t>
      </w:r>
      <w:r w:rsidRPr="00F75EC1">
        <w:rPr>
          <w:sz w:val="28"/>
          <w:szCs w:val="28"/>
        </w:rPr>
        <w:t>»</w:t>
      </w:r>
      <w:r w:rsidRPr="00F75EC1">
        <w:rPr>
          <w:sz w:val="28"/>
        </w:rPr>
        <w:t>, утвержденным Постановлением Ярославской областной Думы от 29 марта 2011 года № 3</w:t>
      </w:r>
      <w:r w:rsidR="00C1508C" w:rsidRPr="00F75EC1">
        <w:rPr>
          <w:sz w:val="28"/>
        </w:rPr>
        <w:t>5</w:t>
      </w:r>
      <w:r w:rsidRPr="00F75EC1">
        <w:rPr>
          <w:sz w:val="28"/>
        </w:rPr>
        <w:t>, Ярославская областная Дума</w:t>
      </w:r>
    </w:p>
    <w:p w:rsidR="002321FF" w:rsidRPr="00F75EC1" w:rsidRDefault="002321FF" w:rsidP="002321FF">
      <w:pPr>
        <w:jc w:val="both"/>
        <w:rPr>
          <w:sz w:val="28"/>
        </w:rPr>
      </w:pPr>
    </w:p>
    <w:p w:rsidR="002321FF" w:rsidRPr="00F75EC1" w:rsidRDefault="002321FF" w:rsidP="00B53DCA">
      <w:pPr>
        <w:jc w:val="center"/>
        <w:rPr>
          <w:sz w:val="28"/>
        </w:rPr>
      </w:pPr>
      <w:proofErr w:type="gramStart"/>
      <w:r w:rsidRPr="00F75EC1">
        <w:rPr>
          <w:b/>
          <w:sz w:val="28"/>
        </w:rPr>
        <w:t>П</w:t>
      </w:r>
      <w:proofErr w:type="gramEnd"/>
      <w:r w:rsidRPr="00F75EC1">
        <w:rPr>
          <w:b/>
          <w:sz w:val="28"/>
        </w:rPr>
        <w:t xml:space="preserve"> О С Т А Н О В И Л А:</w:t>
      </w:r>
    </w:p>
    <w:p w:rsidR="002321FF" w:rsidRPr="00F75EC1" w:rsidRDefault="002321FF" w:rsidP="00494280">
      <w:pPr>
        <w:pStyle w:val="2"/>
        <w:ind w:firstLine="0"/>
        <w:rPr>
          <w:szCs w:val="28"/>
        </w:rPr>
      </w:pPr>
    </w:p>
    <w:p w:rsidR="002D43B4" w:rsidRPr="00F75EC1" w:rsidRDefault="0082761B" w:rsidP="0082761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75EC1">
        <w:rPr>
          <w:sz w:val="28"/>
          <w:szCs w:val="28"/>
        </w:rPr>
        <w:t xml:space="preserve">1. </w:t>
      </w:r>
      <w:r w:rsidR="002321FF" w:rsidRPr="00F75EC1">
        <w:rPr>
          <w:sz w:val="28"/>
          <w:szCs w:val="28"/>
        </w:rPr>
        <w:t xml:space="preserve">Наградить Почетным знаком Ярославской областной Думы «За </w:t>
      </w:r>
      <w:r w:rsidR="00C1508C" w:rsidRPr="00F75EC1">
        <w:rPr>
          <w:sz w:val="28"/>
          <w:szCs w:val="28"/>
        </w:rPr>
        <w:t>з</w:t>
      </w:r>
      <w:r w:rsidR="00C1508C" w:rsidRPr="00F75EC1">
        <w:rPr>
          <w:sz w:val="28"/>
          <w:szCs w:val="28"/>
        </w:rPr>
        <w:t>а</w:t>
      </w:r>
      <w:r w:rsidR="00C1508C" w:rsidRPr="00F75EC1">
        <w:rPr>
          <w:sz w:val="28"/>
          <w:szCs w:val="28"/>
        </w:rPr>
        <w:t xml:space="preserve">слуги в </w:t>
      </w:r>
      <w:r w:rsidR="002321FF" w:rsidRPr="00F75EC1">
        <w:rPr>
          <w:sz w:val="28"/>
          <w:szCs w:val="28"/>
        </w:rPr>
        <w:t>р</w:t>
      </w:r>
      <w:r w:rsidR="00F17FE5" w:rsidRPr="00F75EC1">
        <w:rPr>
          <w:sz w:val="28"/>
          <w:szCs w:val="28"/>
        </w:rPr>
        <w:t>азвити</w:t>
      </w:r>
      <w:r w:rsidR="00232FD0" w:rsidRPr="00F75EC1">
        <w:rPr>
          <w:sz w:val="28"/>
          <w:szCs w:val="28"/>
        </w:rPr>
        <w:t>и</w:t>
      </w:r>
      <w:r w:rsidR="00F17FE5" w:rsidRPr="00F75EC1">
        <w:rPr>
          <w:sz w:val="28"/>
          <w:szCs w:val="28"/>
        </w:rPr>
        <w:t xml:space="preserve"> </w:t>
      </w:r>
      <w:r w:rsidR="00C1508C" w:rsidRPr="00F75EC1">
        <w:rPr>
          <w:sz w:val="28"/>
          <w:szCs w:val="28"/>
        </w:rPr>
        <w:t>законодательства и парламентаризма</w:t>
      </w:r>
      <w:r w:rsidR="00F17FE5" w:rsidRPr="00F75EC1">
        <w:rPr>
          <w:sz w:val="28"/>
          <w:szCs w:val="28"/>
        </w:rPr>
        <w:t>»</w:t>
      </w:r>
      <w:r w:rsidR="002D43B4" w:rsidRPr="00F75EC1">
        <w:rPr>
          <w:sz w:val="28"/>
          <w:szCs w:val="28"/>
        </w:rPr>
        <w:t xml:space="preserve"> </w:t>
      </w:r>
      <w:r w:rsidR="00C1508C" w:rsidRPr="00F75EC1">
        <w:rPr>
          <w:sz w:val="28"/>
          <w:szCs w:val="28"/>
        </w:rPr>
        <w:t>за значительный вклад в развитие законодательства и парламентаризма заместителя Предс</w:t>
      </w:r>
      <w:r w:rsidR="00C1508C" w:rsidRPr="00F75EC1">
        <w:rPr>
          <w:sz w:val="28"/>
          <w:szCs w:val="28"/>
        </w:rPr>
        <w:t>е</w:t>
      </w:r>
      <w:r w:rsidR="00C1508C" w:rsidRPr="00F75EC1">
        <w:rPr>
          <w:sz w:val="28"/>
          <w:szCs w:val="28"/>
        </w:rPr>
        <w:t xml:space="preserve">дателя Ярославской областной Думы </w:t>
      </w:r>
      <w:proofErr w:type="spellStart"/>
      <w:r w:rsidR="00C1508C" w:rsidRPr="00F75EC1">
        <w:rPr>
          <w:sz w:val="28"/>
          <w:szCs w:val="28"/>
        </w:rPr>
        <w:t>Заяшникова</w:t>
      </w:r>
      <w:proofErr w:type="spellEnd"/>
      <w:r w:rsidR="00C1508C" w:rsidRPr="00F75EC1">
        <w:rPr>
          <w:sz w:val="28"/>
          <w:szCs w:val="28"/>
        </w:rPr>
        <w:t xml:space="preserve"> Евгения Николаевича</w:t>
      </w:r>
      <w:r w:rsidR="002D43B4" w:rsidRPr="00F75EC1">
        <w:rPr>
          <w:sz w:val="28"/>
          <w:szCs w:val="28"/>
        </w:rPr>
        <w:t xml:space="preserve">. </w:t>
      </w:r>
    </w:p>
    <w:p w:rsidR="0082761B" w:rsidRPr="00F75EC1" w:rsidRDefault="0082761B" w:rsidP="0082761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75EC1">
        <w:rPr>
          <w:sz w:val="28"/>
          <w:szCs w:val="28"/>
        </w:rPr>
        <w:t>2. Наградить Почетным знаком Ярославской областной Думы «За з</w:t>
      </w:r>
      <w:r w:rsidRPr="00F75EC1">
        <w:rPr>
          <w:sz w:val="28"/>
          <w:szCs w:val="28"/>
        </w:rPr>
        <w:t>а</w:t>
      </w:r>
      <w:r w:rsidRPr="00F75EC1">
        <w:rPr>
          <w:sz w:val="28"/>
          <w:szCs w:val="28"/>
        </w:rPr>
        <w:t xml:space="preserve">слуги в развитии законодательства и парламентаризма» за значительный вклад в развитие законодательства и парламентаризма председателя комитета Ярославской областной Думы по образованию, культуре, туризму, спорту и делам молодежи </w:t>
      </w:r>
      <w:r w:rsidR="00975B0A" w:rsidRPr="00F75EC1">
        <w:rPr>
          <w:sz w:val="28"/>
          <w:szCs w:val="28"/>
        </w:rPr>
        <w:t xml:space="preserve">Хитрову </w:t>
      </w:r>
      <w:r w:rsidRPr="00F75EC1">
        <w:rPr>
          <w:sz w:val="28"/>
          <w:szCs w:val="28"/>
        </w:rPr>
        <w:t xml:space="preserve">Ольгу Владимировну. </w:t>
      </w:r>
    </w:p>
    <w:p w:rsidR="00E059BB" w:rsidRPr="00F75EC1" w:rsidRDefault="00E059BB" w:rsidP="00E059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A7327" w:rsidRPr="00F75EC1" w:rsidRDefault="00BA7327" w:rsidP="00E059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72951" w:rsidRPr="00F75EC1" w:rsidRDefault="00C72951" w:rsidP="00E059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D580E" w:rsidRPr="00F75EC1" w:rsidRDefault="002D43B4" w:rsidP="00AD580E">
      <w:pPr>
        <w:jc w:val="both"/>
        <w:rPr>
          <w:sz w:val="28"/>
        </w:rPr>
      </w:pPr>
      <w:r w:rsidRPr="00F75EC1">
        <w:rPr>
          <w:sz w:val="28"/>
        </w:rPr>
        <w:t>Председатель</w:t>
      </w:r>
    </w:p>
    <w:p w:rsidR="00AD580E" w:rsidRPr="00AD580E" w:rsidRDefault="00AD580E" w:rsidP="00AD580E">
      <w:pPr>
        <w:jc w:val="both"/>
        <w:rPr>
          <w:b/>
          <w:sz w:val="28"/>
        </w:rPr>
      </w:pPr>
      <w:r w:rsidRPr="00AD580E">
        <w:rPr>
          <w:sz w:val="28"/>
        </w:rPr>
        <w:t xml:space="preserve">Ярославской областной Думы </w:t>
      </w:r>
      <w:r w:rsidRPr="00AD580E">
        <w:rPr>
          <w:sz w:val="28"/>
        </w:rPr>
        <w:tab/>
      </w:r>
      <w:r w:rsidRPr="00AD580E">
        <w:rPr>
          <w:sz w:val="28"/>
        </w:rPr>
        <w:tab/>
      </w:r>
      <w:r w:rsidRPr="00AD580E">
        <w:rPr>
          <w:i/>
          <w:sz w:val="28"/>
        </w:rPr>
        <w:t xml:space="preserve">  </w:t>
      </w:r>
      <w:r w:rsidRPr="00AD580E">
        <w:rPr>
          <w:sz w:val="28"/>
        </w:rPr>
        <w:t xml:space="preserve">        </w:t>
      </w:r>
      <w:r w:rsidR="002D43B4">
        <w:rPr>
          <w:sz w:val="28"/>
        </w:rPr>
        <w:t xml:space="preserve">            </w:t>
      </w:r>
      <w:r w:rsidR="00B53DCA">
        <w:rPr>
          <w:sz w:val="28"/>
        </w:rPr>
        <w:t xml:space="preserve"> </w:t>
      </w:r>
      <w:r w:rsidR="002D43B4">
        <w:rPr>
          <w:sz w:val="28"/>
        </w:rPr>
        <w:t xml:space="preserve">         М.В. Боровицкий</w:t>
      </w:r>
    </w:p>
    <w:p w:rsidR="00720051" w:rsidRDefault="00720051"/>
    <w:sectPr w:rsidR="00720051" w:rsidSect="00B53DCA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A2118"/>
    <w:multiLevelType w:val="hybridMultilevel"/>
    <w:tmpl w:val="CBC2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455521"/>
    <w:multiLevelType w:val="hybridMultilevel"/>
    <w:tmpl w:val="0BE0E3F8"/>
    <w:lvl w:ilvl="0" w:tplc="B9880D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0F"/>
    <w:rsid w:val="0006560D"/>
    <w:rsid w:val="00072EC6"/>
    <w:rsid w:val="000C45BC"/>
    <w:rsid w:val="000F3C93"/>
    <w:rsid w:val="00206590"/>
    <w:rsid w:val="002321FF"/>
    <w:rsid w:val="00232FD0"/>
    <w:rsid w:val="002D43B4"/>
    <w:rsid w:val="002D6A70"/>
    <w:rsid w:val="00494280"/>
    <w:rsid w:val="004A571E"/>
    <w:rsid w:val="00530774"/>
    <w:rsid w:val="0057210F"/>
    <w:rsid w:val="005F2024"/>
    <w:rsid w:val="00613412"/>
    <w:rsid w:val="00645911"/>
    <w:rsid w:val="006A4B69"/>
    <w:rsid w:val="006D6DE8"/>
    <w:rsid w:val="006D7832"/>
    <w:rsid w:val="006E57AD"/>
    <w:rsid w:val="00720051"/>
    <w:rsid w:val="007606B7"/>
    <w:rsid w:val="007B1695"/>
    <w:rsid w:val="008101EA"/>
    <w:rsid w:val="0082761B"/>
    <w:rsid w:val="00975B0A"/>
    <w:rsid w:val="0098590F"/>
    <w:rsid w:val="009C72C7"/>
    <w:rsid w:val="00A44C07"/>
    <w:rsid w:val="00AC1A12"/>
    <w:rsid w:val="00AD580E"/>
    <w:rsid w:val="00B53DCA"/>
    <w:rsid w:val="00BA5CE0"/>
    <w:rsid w:val="00BA7327"/>
    <w:rsid w:val="00BB58B7"/>
    <w:rsid w:val="00BD15E9"/>
    <w:rsid w:val="00BF6223"/>
    <w:rsid w:val="00C1508C"/>
    <w:rsid w:val="00C23917"/>
    <w:rsid w:val="00C72951"/>
    <w:rsid w:val="00CC1599"/>
    <w:rsid w:val="00CF3A24"/>
    <w:rsid w:val="00D751F2"/>
    <w:rsid w:val="00D85BB8"/>
    <w:rsid w:val="00DB504B"/>
    <w:rsid w:val="00DB6376"/>
    <w:rsid w:val="00DB78E4"/>
    <w:rsid w:val="00DF5398"/>
    <w:rsid w:val="00E059BB"/>
    <w:rsid w:val="00E500B2"/>
    <w:rsid w:val="00F17FE5"/>
    <w:rsid w:val="00F75EC1"/>
    <w:rsid w:val="00F93DED"/>
    <w:rsid w:val="00FB4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1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2321FF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2321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2321F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321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57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71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50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1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2321FF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2321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2321F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321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57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71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50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8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2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27</cp:revision>
  <cp:lastPrinted>2015-10-21T11:50:00Z</cp:lastPrinted>
  <dcterms:created xsi:type="dcterms:W3CDTF">2015-04-10T11:38:00Z</dcterms:created>
  <dcterms:modified xsi:type="dcterms:W3CDTF">2015-10-30T06:59:00Z</dcterms:modified>
</cp:coreProperties>
</file>