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087" w:rsidRPr="00BB19E0" w:rsidRDefault="00551087" w:rsidP="00193F6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B19E0">
        <w:rPr>
          <w:rFonts w:ascii="Times New Roman" w:hAnsi="Times New Roman"/>
          <w:sz w:val="24"/>
          <w:szCs w:val="24"/>
        </w:rPr>
        <w:t>Приложение 1</w:t>
      </w:r>
    </w:p>
    <w:p w:rsidR="00551087" w:rsidRPr="00BB19E0" w:rsidRDefault="00551087" w:rsidP="00193F6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B19E0">
        <w:rPr>
          <w:rFonts w:ascii="Times New Roman" w:hAnsi="Times New Roman"/>
          <w:sz w:val="24"/>
          <w:szCs w:val="24"/>
        </w:rPr>
        <w:t>к Закону Ярославской области</w:t>
      </w:r>
    </w:p>
    <w:p w:rsidR="00551087" w:rsidRPr="00BB19E0" w:rsidRDefault="00551087" w:rsidP="00193F65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BB19E0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>30.06.2011 № 20-з</w:t>
      </w:r>
    </w:p>
    <w:p w:rsidR="00551087" w:rsidRDefault="00551087" w:rsidP="0089427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51087" w:rsidRDefault="00551087" w:rsidP="0089427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51087" w:rsidRDefault="00551087" w:rsidP="0089427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Полный герб Ярославской области</w:t>
      </w:r>
      <w:r>
        <w:rPr>
          <w:rFonts w:ascii="Times New Roman" w:hAnsi="Times New Roman" w:cs="Times New Roman"/>
          <w:sz w:val="28"/>
          <w:szCs w:val="28"/>
        </w:rPr>
        <w:br/>
        <w:t>в многоцветном варианте</w:t>
      </w:r>
    </w:p>
    <w:p w:rsidR="00551087" w:rsidRDefault="00551087" w:rsidP="0089427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51087" w:rsidRDefault="00551087" w:rsidP="0089427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51087" w:rsidRPr="00820895" w:rsidRDefault="00551087" w:rsidP="00894271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F374A4">
        <w:rPr>
          <w:rFonts w:ascii="Times New Roman" w:hAnsi="Times New Roman"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3" o:spid="_x0000_i1025" type="#_x0000_t75" alt="yarfullclrlaw" style="width:6in;height:430.5pt;visibility:visible">
            <v:imagedata r:id="rId7" o:title=""/>
          </v:shape>
        </w:pict>
      </w:r>
    </w:p>
    <w:p w:rsidR="00551087" w:rsidRPr="00E33319" w:rsidRDefault="00551087" w:rsidP="002E601C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551087" w:rsidRPr="00E33319" w:rsidSect="002E601C">
      <w:headerReference w:type="default" r:id="rId8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51087" w:rsidRDefault="00551087" w:rsidP="004565CD">
      <w:pPr>
        <w:spacing w:after="0" w:line="240" w:lineRule="auto"/>
      </w:pPr>
      <w:r>
        <w:separator/>
      </w:r>
    </w:p>
  </w:endnote>
  <w:endnote w:type="continuationSeparator" w:id="0">
    <w:p w:rsidR="00551087" w:rsidRDefault="00551087" w:rsidP="004565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51087" w:rsidRDefault="00551087" w:rsidP="004565CD">
      <w:pPr>
        <w:spacing w:after="0" w:line="240" w:lineRule="auto"/>
      </w:pPr>
      <w:r>
        <w:separator/>
      </w:r>
    </w:p>
  </w:footnote>
  <w:footnote w:type="continuationSeparator" w:id="0">
    <w:p w:rsidR="00551087" w:rsidRDefault="00551087" w:rsidP="004565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1087" w:rsidRPr="004565CD" w:rsidRDefault="00551087">
    <w:pPr>
      <w:pStyle w:val="Header"/>
      <w:jc w:val="center"/>
      <w:rPr>
        <w:rFonts w:ascii="Times New Roman" w:hAnsi="Times New Roman"/>
        <w:sz w:val="28"/>
        <w:szCs w:val="28"/>
      </w:rPr>
    </w:pPr>
    <w:r w:rsidRPr="004565CD">
      <w:rPr>
        <w:rFonts w:ascii="Times New Roman" w:hAnsi="Times New Roman"/>
        <w:sz w:val="28"/>
        <w:szCs w:val="28"/>
      </w:rPr>
      <w:fldChar w:fldCharType="begin"/>
    </w:r>
    <w:r w:rsidRPr="004565CD">
      <w:rPr>
        <w:rFonts w:ascii="Times New Roman" w:hAnsi="Times New Roman"/>
        <w:sz w:val="28"/>
        <w:szCs w:val="28"/>
      </w:rPr>
      <w:instrText xml:space="preserve"> PAGE   \* MERGEFORMAT </w:instrText>
    </w:r>
    <w:r w:rsidRPr="004565CD">
      <w:rPr>
        <w:rFonts w:ascii="Times New Roman" w:hAnsi="Times New Roman"/>
        <w:sz w:val="28"/>
        <w:szCs w:val="28"/>
      </w:rPr>
      <w:fldChar w:fldCharType="separate"/>
    </w:r>
    <w:r>
      <w:rPr>
        <w:rFonts w:ascii="Times New Roman" w:hAnsi="Times New Roman"/>
        <w:noProof/>
        <w:sz w:val="28"/>
        <w:szCs w:val="28"/>
      </w:rPr>
      <w:t>2</w:t>
    </w:r>
    <w:r w:rsidRPr="004565CD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0CAC83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9B06A4F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24A7E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278CA4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AB807F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49E793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3F605A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A9A4A7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406F3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9C0E75B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34140FD0"/>
    <w:multiLevelType w:val="hybridMultilevel"/>
    <w:tmpl w:val="D7661B66"/>
    <w:lvl w:ilvl="0" w:tplc="5412C4C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0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4774"/>
    <w:rsid w:val="0000335D"/>
    <w:rsid w:val="00003B4A"/>
    <w:rsid w:val="00005446"/>
    <w:rsid w:val="00010AE2"/>
    <w:rsid w:val="00011585"/>
    <w:rsid w:val="0001275A"/>
    <w:rsid w:val="0001609E"/>
    <w:rsid w:val="00016AE5"/>
    <w:rsid w:val="000209F8"/>
    <w:rsid w:val="00025EF1"/>
    <w:rsid w:val="0003093F"/>
    <w:rsid w:val="00030B56"/>
    <w:rsid w:val="000318AB"/>
    <w:rsid w:val="00035941"/>
    <w:rsid w:val="00037B5C"/>
    <w:rsid w:val="00041178"/>
    <w:rsid w:val="00041F4E"/>
    <w:rsid w:val="0004250E"/>
    <w:rsid w:val="00042A0C"/>
    <w:rsid w:val="00043032"/>
    <w:rsid w:val="00045B13"/>
    <w:rsid w:val="0005093D"/>
    <w:rsid w:val="000577A9"/>
    <w:rsid w:val="00062982"/>
    <w:rsid w:val="00065C4D"/>
    <w:rsid w:val="0006670B"/>
    <w:rsid w:val="0006733F"/>
    <w:rsid w:val="00067EE9"/>
    <w:rsid w:val="0007015F"/>
    <w:rsid w:val="00070905"/>
    <w:rsid w:val="00070C9A"/>
    <w:rsid w:val="000739D4"/>
    <w:rsid w:val="000749A6"/>
    <w:rsid w:val="00074D47"/>
    <w:rsid w:val="000752B9"/>
    <w:rsid w:val="00075FD6"/>
    <w:rsid w:val="000760A6"/>
    <w:rsid w:val="00081226"/>
    <w:rsid w:val="00083AC9"/>
    <w:rsid w:val="00084F41"/>
    <w:rsid w:val="00085260"/>
    <w:rsid w:val="0009450B"/>
    <w:rsid w:val="00095807"/>
    <w:rsid w:val="00096045"/>
    <w:rsid w:val="000A37A4"/>
    <w:rsid w:val="000B3931"/>
    <w:rsid w:val="000B5B4F"/>
    <w:rsid w:val="000B77AD"/>
    <w:rsid w:val="000C02D4"/>
    <w:rsid w:val="000C2BF9"/>
    <w:rsid w:val="000C3367"/>
    <w:rsid w:val="000C4A8E"/>
    <w:rsid w:val="000C4BFE"/>
    <w:rsid w:val="000C5B23"/>
    <w:rsid w:val="000C662B"/>
    <w:rsid w:val="000C6AE4"/>
    <w:rsid w:val="000C7B8A"/>
    <w:rsid w:val="000D5EE1"/>
    <w:rsid w:val="000D6B5C"/>
    <w:rsid w:val="000D6CF0"/>
    <w:rsid w:val="000E0EA3"/>
    <w:rsid w:val="000E38CE"/>
    <w:rsid w:val="000F3A32"/>
    <w:rsid w:val="000F5B47"/>
    <w:rsid w:val="000F6594"/>
    <w:rsid w:val="000F78F9"/>
    <w:rsid w:val="00102EE3"/>
    <w:rsid w:val="0011039A"/>
    <w:rsid w:val="0011373E"/>
    <w:rsid w:val="0011516C"/>
    <w:rsid w:val="00115FB4"/>
    <w:rsid w:val="0012216C"/>
    <w:rsid w:val="00122D51"/>
    <w:rsid w:val="0012380A"/>
    <w:rsid w:val="00124614"/>
    <w:rsid w:val="001303F8"/>
    <w:rsid w:val="00131202"/>
    <w:rsid w:val="0013123C"/>
    <w:rsid w:val="00131E62"/>
    <w:rsid w:val="00135928"/>
    <w:rsid w:val="00135F25"/>
    <w:rsid w:val="00136B81"/>
    <w:rsid w:val="00137C6D"/>
    <w:rsid w:val="00142E39"/>
    <w:rsid w:val="00145A77"/>
    <w:rsid w:val="00146D70"/>
    <w:rsid w:val="00147912"/>
    <w:rsid w:val="00147FC3"/>
    <w:rsid w:val="001507EE"/>
    <w:rsid w:val="001513A8"/>
    <w:rsid w:val="0015459F"/>
    <w:rsid w:val="00154A95"/>
    <w:rsid w:val="001575B5"/>
    <w:rsid w:val="0016126F"/>
    <w:rsid w:val="001626F4"/>
    <w:rsid w:val="00164BB8"/>
    <w:rsid w:val="00165D8E"/>
    <w:rsid w:val="00166128"/>
    <w:rsid w:val="001728BC"/>
    <w:rsid w:val="00176690"/>
    <w:rsid w:val="00180960"/>
    <w:rsid w:val="00180975"/>
    <w:rsid w:val="0018146D"/>
    <w:rsid w:val="00183572"/>
    <w:rsid w:val="001914B6"/>
    <w:rsid w:val="00191FA7"/>
    <w:rsid w:val="00193F65"/>
    <w:rsid w:val="001949FA"/>
    <w:rsid w:val="001A5223"/>
    <w:rsid w:val="001A6663"/>
    <w:rsid w:val="001B12C1"/>
    <w:rsid w:val="001B194C"/>
    <w:rsid w:val="001B6CD2"/>
    <w:rsid w:val="001C3EC7"/>
    <w:rsid w:val="001C7072"/>
    <w:rsid w:val="001C7B7F"/>
    <w:rsid w:val="001D0CAC"/>
    <w:rsid w:val="001D1A15"/>
    <w:rsid w:val="001D2545"/>
    <w:rsid w:val="001D25B7"/>
    <w:rsid w:val="001D40EF"/>
    <w:rsid w:val="001D5106"/>
    <w:rsid w:val="001D6521"/>
    <w:rsid w:val="001D6B83"/>
    <w:rsid w:val="001D6D96"/>
    <w:rsid w:val="001D7397"/>
    <w:rsid w:val="001D76AC"/>
    <w:rsid w:val="001E0721"/>
    <w:rsid w:val="001E0BCA"/>
    <w:rsid w:val="001E2447"/>
    <w:rsid w:val="001E3F76"/>
    <w:rsid w:val="001E4736"/>
    <w:rsid w:val="001F55E9"/>
    <w:rsid w:val="001F58B5"/>
    <w:rsid w:val="001F5B26"/>
    <w:rsid w:val="001F6685"/>
    <w:rsid w:val="00201E98"/>
    <w:rsid w:val="0020236E"/>
    <w:rsid w:val="00204CBB"/>
    <w:rsid w:val="00211146"/>
    <w:rsid w:val="00212A8E"/>
    <w:rsid w:val="002150A0"/>
    <w:rsid w:val="00215247"/>
    <w:rsid w:val="00216C2C"/>
    <w:rsid w:val="002212CB"/>
    <w:rsid w:val="00224026"/>
    <w:rsid w:val="002244BE"/>
    <w:rsid w:val="002256E5"/>
    <w:rsid w:val="00226118"/>
    <w:rsid w:val="00230E73"/>
    <w:rsid w:val="002357F3"/>
    <w:rsid w:val="00237C53"/>
    <w:rsid w:val="00237C54"/>
    <w:rsid w:val="002401E7"/>
    <w:rsid w:val="002406B8"/>
    <w:rsid w:val="002432DC"/>
    <w:rsid w:val="00243F48"/>
    <w:rsid w:val="00246568"/>
    <w:rsid w:val="00250AE8"/>
    <w:rsid w:val="00253715"/>
    <w:rsid w:val="00254D2D"/>
    <w:rsid w:val="00257F37"/>
    <w:rsid w:val="0026050C"/>
    <w:rsid w:val="002620E9"/>
    <w:rsid w:val="00262F81"/>
    <w:rsid w:val="00263BD5"/>
    <w:rsid w:val="00263DBC"/>
    <w:rsid w:val="00264054"/>
    <w:rsid w:val="00265333"/>
    <w:rsid w:val="002663E5"/>
    <w:rsid w:val="00270F83"/>
    <w:rsid w:val="00271993"/>
    <w:rsid w:val="0027558E"/>
    <w:rsid w:val="0028116A"/>
    <w:rsid w:val="002826AC"/>
    <w:rsid w:val="00286FD1"/>
    <w:rsid w:val="00287CCA"/>
    <w:rsid w:val="0029241C"/>
    <w:rsid w:val="0029269D"/>
    <w:rsid w:val="002926E7"/>
    <w:rsid w:val="0029544A"/>
    <w:rsid w:val="00296620"/>
    <w:rsid w:val="00296C7C"/>
    <w:rsid w:val="00296F88"/>
    <w:rsid w:val="00297098"/>
    <w:rsid w:val="00297785"/>
    <w:rsid w:val="002A114D"/>
    <w:rsid w:val="002A1EB8"/>
    <w:rsid w:val="002A2FE5"/>
    <w:rsid w:val="002A59CF"/>
    <w:rsid w:val="002B143D"/>
    <w:rsid w:val="002B2EDB"/>
    <w:rsid w:val="002B5DEE"/>
    <w:rsid w:val="002B7C64"/>
    <w:rsid w:val="002C296A"/>
    <w:rsid w:val="002C2987"/>
    <w:rsid w:val="002D0BFB"/>
    <w:rsid w:val="002D2786"/>
    <w:rsid w:val="002D3A6C"/>
    <w:rsid w:val="002D6F90"/>
    <w:rsid w:val="002E1EA8"/>
    <w:rsid w:val="002E5437"/>
    <w:rsid w:val="002E601C"/>
    <w:rsid w:val="002E6C69"/>
    <w:rsid w:val="002E6DD5"/>
    <w:rsid w:val="002F02AF"/>
    <w:rsid w:val="002F0F46"/>
    <w:rsid w:val="002F22EC"/>
    <w:rsid w:val="00303312"/>
    <w:rsid w:val="00303D0E"/>
    <w:rsid w:val="0030400D"/>
    <w:rsid w:val="003068C3"/>
    <w:rsid w:val="0031027F"/>
    <w:rsid w:val="003103BD"/>
    <w:rsid w:val="00312A4D"/>
    <w:rsid w:val="0031420C"/>
    <w:rsid w:val="00316877"/>
    <w:rsid w:val="00316C57"/>
    <w:rsid w:val="00321AF8"/>
    <w:rsid w:val="00323226"/>
    <w:rsid w:val="00324A34"/>
    <w:rsid w:val="003279C6"/>
    <w:rsid w:val="00327C3E"/>
    <w:rsid w:val="00327C83"/>
    <w:rsid w:val="003304D2"/>
    <w:rsid w:val="003316AE"/>
    <w:rsid w:val="003325FF"/>
    <w:rsid w:val="00333122"/>
    <w:rsid w:val="00334BC2"/>
    <w:rsid w:val="00340701"/>
    <w:rsid w:val="003408AD"/>
    <w:rsid w:val="003422C6"/>
    <w:rsid w:val="00344FC3"/>
    <w:rsid w:val="0034629D"/>
    <w:rsid w:val="0034666A"/>
    <w:rsid w:val="00350B92"/>
    <w:rsid w:val="00362B5D"/>
    <w:rsid w:val="0036558A"/>
    <w:rsid w:val="00365D6F"/>
    <w:rsid w:val="003675D9"/>
    <w:rsid w:val="00374962"/>
    <w:rsid w:val="00374DFF"/>
    <w:rsid w:val="00376E41"/>
    <w:rsid w:val="003870B4"/>
    <w:rsid w:val="00387CC5"/>
    <w:rsid w:val="00390382"/>
    <w:rsid w:val="003907DC"/>
    <w:rsid w:val="00390D61"/>
    <w:rsid w:val="00390E1E"/>
    <w:rsid w:val="003917F7"/>
    <w:rsid w:val="0039210E"/>
    <w:rsid w:val="003936AA"/>
    <w:rsid w:val="0039696D"/>
    <w:rsid w:val="003A0E34"/>
    <w:rsid w:val="003A22F8"/>
    <w:rsid w:val="003A35FC"/>
    <w:rsid w:val="003B0D58"/>
    <w:rsid w:val="003B0ECD"/>
    <w:rsid w:val="003B10A4"/>
    <w:rsid w:val="003B3F8D"/>
    <w:rsid w:val="003B5366"/>
    <w:rsid w:val="003C0EFC"/>
    <w:rsid w:val="003C1CE1"/>
    <w:rsid w:val="003C385F"/>
    <w:rsid w:val="003C5687"/>
    <w:rsid w:val="003C5EE2"/>
    <w:rsid w:val="003D4F9F"/>
    <w:rsid w:val="003D6114"/>
    <w:rsid w:val="003D6EA6"/>
    <w:rsid w:val="003D795A"/>
    <w:rsid w:val="003D7A96"/>
    <w:rsid w:val="003E1BA9"/>
    <w:rsid w:val="003E664E"/>
    <w:rsid w:val="003E6B59"/>
    <w:rsid w:val="003E6F5A"/>
    <w:rsid w:val="003F17F0"/>
    <w:rsid w:val="003F2A4D"/>
    <w:rsid w:val="003F4F43"/>
    <w:rsid w:val="003F5CB2"/>
    <w:rsid w:val="003F62E9"/>
    <w:rsid w:val="003F6A0D"/>
    <w:rsid w:val="0040294B"/>
    <w:rsid w:val="004036AA"/>
    <w:rsid w:val="00405198"/>
    <w:rsid w:val="004063D1"/>
    <w:rsid w:val="00406587"/>
    <w:rsid w:val="00407B7B"/>
    <w:rsid w:val="0041068B"/>
    <w:rsid w:val="00412585"/>
    <w:rsid w:val="00413DAC"/>
    <w:rsid w:val="00414180"/>
    <w:rsid w:val="00415A38"/>
    <w:rsid w:val="004175FF"/>
    <w:rsid w:val="00417E53"/>
    <w:rsid w:val="00417E5A"/>
    <w:rsid w:val="00425C98"/>
    <w:rsid w:val="00433A1C"/>
    <w:rsid w:val="00433C6B"/>
    <w:rsid w:val="00433EE8"/>
    <w:rsid w:val="0044056F"/>
    <w:rsid w:val="00440982"/>
    <w:rsid w:val="0044110C"/>
    <w:rsid w:val="0044629A"/>
    <w:rsid w:val="004465D0"/>
    <w:rsid w:val="00446612"/>
    <w:rsid w:val="00447925"/>
    <w:rsid w:val="00447F14"/>
    <w:rsid w:val="00454F7C"/>
    <w:rsid w:val="00455757"/>
    <w:rsid w:val="004565CD"/>
    <w:rsid w:val="00457877"/>
    <w:rsid w:val="0046143A"/>
    <w:rsid w:val="00463770"/>
    <w:rsid w:val="00470410"/>
    <w:rsid w:val="00471720"/>
    <w:rsid w:val="00473546"/>
    <w:rsid w:val="0047507D"/>
    <w:rsid w:val="00475844"/>
    <w:rsid w:val="00477B3A"/>
    <w:rsid w:val="00480B05"/>
    <w:rsid w:val="0048438C"/>
    <w:rsid w:val="00491715"/>
    <w:rsid w:val="004930B6"/>
    <w:rsid w:val="00493AED"/>
    <w:rsid w:val="00495AC9"/>
    <w:rsid w:val="00497A89"/>
    <w:rsid w:val="004A1D02"/>
    <w:rsid w:val="004A1D5C"/>
    <w:rsid w:val="004A2D4A"/>
    <w:rsid w:val="004A3BF1"/>
    <w:rsid w:val="004B08D3"/>
    <w:rsid w:val="004B3076"/>
    <w:rsid w:val="004B5B43"/>
    <w:rsid w:val="004B6FF6"/>
    <w:rsid w:val="004B7B31"/>
    <w:rsid w:val="004B7F78"/>
    <w:rsid w:val="004C0962"/>
    <w:rsid w:val="004C1394"/>
    <w:rsid w:val="004C3B75"/>
    <w:rsid w:val="004C44F8"/>
    <w:rsid w:val="004D220E"/>
    <w:rsid w:val="004D44D1"/>
    <w:rsid w:val="004D6565"/>
    <w:rsid w:val="004D66C3"/>
    <w:rsid w:val="004D7D11"/>
    <w:rsid w:val="004E1DB2"/>
    <w:rsid w:val="004E76C4"/>
    <w:rsid w:val="004F09F2"/>
    <w:rsid w:val="004F4C2B"/>
    <w:rsid w:val="004F70F0"/>
    <w:rsid w:val="004F71D9"/>
    <w:rsid w:val="005021C0"/>
    <w:rsid w:val="0050255F"/>
    <w:rsid w:val="00503197"/>
    <w:rsid w:val="00505013"/>
    <w:rsid w:val="00510DE0"/>
    <w:rsid w:val="00512CC6"/>
    <w:rsid w:val="00513024"/>
    <w:rsid w:val="0051668C"/>
    <w:rsid w:val="00516935"/>
    <w:rsid w:val="005224CC"/>
    <w:rsid w:val="00522745"/>
    <w:rsid w:val="0052283A"/>
    <w:rsid w:val="00523865"/>
    <w:rsid w:val="0052473F"/>
    <w:rsid w:val="00525C2C"/>
    <w:rsid w:val="00526B04"/>
    <w:rsid w:val="00527543"/>
    <w:rsid w:val="00530B2C"/>
    <w:rsid w:val="00531AAB"/>
    <w:rsid w:val="00532EED"/>
    <w:rsid w:val="0054061C"/>
    <w:rsid w:val="00543E37"/>
    <w:rsid w:val="0054459D"/>
    <w:rsid w:val="00544865"/>
    <w:rsid w:val="00551087"/>
    <w:rsid w:val="005566EE"/>
    <w:rsid w:val="005568F8"/>
    <w:rsid w:val="00562649"/>
    <w:rsid w:val="0056272E"/>
    <w:rsid w:val="005636FE"/>
    <w:rsid w:val="00564572"/>
    <w:rsid w:val="00564D52"/>
    <w:rsid w:val="00567D0A"/>
    <w:rsid w:val="005705BB"/>
    <w:rsid w:val="00575D9C"/>
    <w:rsid w:val="00580E35"/>
    <w:rsid w:val="0058453F"/>
    <w:rsid w:val="00586E55"/>
    <w:rsid w:val="005877C6"/>
    <w:rsid w:val="00597BC7"/>
    <w:rsid w:val="005A11E8"/>
    <w:rsid w:val="005A3031"/>
    <w:rsid w:val="005A31E1"/>
    <w:rsid w:val="005B0415"/>
    <w:rsid w:val="005B13FA"/>
    <w:rsid w:val="005B1C95"/>
    <w:rsid w:val="005B278B"/>
    <w:rsid w:val="005B340B"/>
    <w:rsid w:val="005B48B6"/>
    <w:rsid w:val="005C12DE"/>
    <w:rsid w:val="005C229A"/>
    <w:rsid w:val="005C2345"/>
    <w:rsid w:val="005C27AB"/>
    <w:rsid w:val="005C5069"/>
    <w:rsid w:val="005C5ACD"/>
    <w:rsid w:val="005C5FAD"/>
    <w:rsid w:val="005C6D4F"/>
    <w:rsid w:val="005D19C7"/>
    <w:rsid w:val="005D1CAE"/>
    <w:rsid w:val="005E18FD"/>
    <w:rsid w:val="005E3C09"/>
    <w:rsid w:val="005E7E8E"/>
    <w:rsid w:val="005F0DAA"/>
    <w:rsid w:val="005F4620"/>
    <w:rsid w:val="005F7982"/>
    <w:rsid w:val="00600F39"/>
    <w:rsid w:val="0060177B"/>
    <w:rsid w:val="00603FFE"/>
    <w:rsid w:val="0060619A"/>
    <w:rsid w:val="006063F8"/>
    <w:rsid w:val="00607BC3"/>
    <w:rsid w:val="00610BEB"/>
    <w:rsid w:val="00613480"/>
    <w:rsid w:val="00616F4C"/>
    <w:rsid w:val="00617328"/>
    <w:rsid w:val="00617B41"/>
    <w:rsid w:val="00620125"/>
    <w:rsid w:val="00622C75"/>
    <w:rsid w:val="00623AB7"/>
    <w:rsid w:val="00623CBE"/>
    <w:rsid w:val="00624994"/>
    <w:rsid w:val="006271D1"/>
    <w:rsid w:val="006344AA"/>
    <w:rsid w:val="00637EF9"/>
    <w:rsid w:val="006400C9"/>
    <w:rsid w:val="00640F8D"/>
    <w:rsid w:val="00644C10"/>
    <w:rsid w:val="00644FD1"/>
    <w:rsid w:val="00647106"/>
    <w:rsid w:val="006475B3"/>
    <w:rsid w:val="00650A64"/>
    <w:rsid w:val="00653602"/>
    <w:rsid w:val="006609CE"/>
    <w:rsid w:val="006622BD"/>
    <w:rsid w:val="00662866"/>
    <w:rsid w:val="00662DEE"/>
    <w:rsid w:val="00663E86"/>
    <w:rsid w:val="00665B49"/>
    <w:rsid w:val="0067275E"/>
    <w:rsid w:val="006770E9"/>
    <w:rsid w:val="006800AF"/>
    <w:rsid w:val="00680AA8"/>
    <w:rsid w:val="00680C0C"/>
    <w:rsid w:val="00686697"/>
    <w:rsid w:val="00686A5A"/>
    <w:rsid w:val="006925C2"/>
    <w:rsid w:val="00693E6A"/>
    <w:rsid w:val="006A0396"/>
    <w:rsid w:val="006A09FB"/>
    <w:rsid w:val="006A0E3F"/>
    <w:rsid w:val="006A488B"/>
    <w:rsid w:val="006B005E"/>
    <w:rsid w:val="006B24D0"/>
    <w:rsid w:val="006B3C4C"/>
    <w:rsid w:val="006C3CA8"/>
    <w:rsid w:val="006C47AF"/>
    <w:rsid w:val="006C74F6"/>
    <w:rsid w:val="006D09DD"/>
    <w:rsid w:val="006D2D04"/>
    <w:rsid w:val="006D31EE"/>
    <w:rsid w:val="006D5354"/>
    <w:rsid w:val="006D779D"/>
    <w:rsid w:val="006D785B"/>
    <w:rsid w:val="006E553C"/>
    <w:rsid w:val="006F0CAE"/>
    <w:rsid w:val="006F0CF7"/>
    <w:rsid w:val="006F1E35"/>
    <w:rsid w:val="006F1F44"/>
    <w:rsid w:val="006F2ABE"/>
    <w:rsid w:val="006F40EF"/>
    <w:rsid w:val="006F7BDA"/>
    <w:rsid w:val="007023DB"/>
    <w:rsid w:val="00702BA4"/>
    <w:rsid w:val="00704427"/>
    <w:rsid w:val="007049C5"/>
    <w:rsid w:val="00705F6A"/>
    <w:rsid w:val="0070763C"/>
    <w:rsid w:val="0071437C"/>
    <w:rsid w:val="00716D04"/>
    <w:rsid w:val="00720BA4"/>
    <w:rsid w:val="00722B35"/>
    <w:rsid w:val="00722D50"/>
    <w:rsid w:val="00722F08"/>
    <w:rsid w:val="007337D8"/>
    <w:rsid w:val="0073647A"/>
    <w:rsid w:val="00737537"/>
    <w:rsid w:val="00737A6F"/>
    <w:rsid w:val="00740B19"/>
    <w:rsid w:val="00740F5A"/>
    <w:rsid w:val="00746B7C"/>
    <w:rsid w:val="00746FD3"/>
    <w:rsid w:val="00753832"/>
    <w:rsid w:val="00756D61"/>
    <w:rsid w:val="00756FAE"/>
    <w:rsid w:val="00762244"/>
    <w:rsid w:val="00762C32"/>
    <w:rsid w:val="00763A7A"/>
    <w:rsid w:val="00773094"/>
    <w:rsid w:val="0077318B"/>
    <w:rsid w:val="00776184"/>
    <w:rsid w:val="00776BA4"/>
    <w:rsid w:val="00781F1F"/>
    <w:rsid w:val="00784365"/>
    <w:rsid w:val="00784E11"/>
    <w:rsid w:val="007916C9"/>
    <w:rsid w:val="007937AC"/>
    <w:rsid w:val="00795299"/>
    <w:rsid w:val="00795E73"/>
    <w:rsid w:val="007A0B9C"/>
    <w:rsid w:val="007A2894"/>
    <w:rsid w:val="007A3056"/>
    <w:rsid w:val="007A50C2"/>
    <w:rsid w:val="007A5D64"/>
    <w:rsid w:val="007B3F88"/>
    <w:rsid w:val="007B4563"/>
    <w:rsid w:val="007B5CB8"/>
    <w:rsid w:val="007B6000"/>
    <w:rsid w:val="007C41FD"/>
    <w:rsid w:val="007C42D4"/>
    <w:rsid w:val="007C781E"/>
    <w:rsid w:val="007D21E0"/>
    <w:rsid w:val="007D3478"/>
    <w:rsid w:val="007D3DE8"/>
    <w:rsid w:val="007D4B9E"/>
    <w:rsid w:val="007D705C"/>
    <w:rsid w:val="007D70F7"/>
    <w:rsid w:val="007E1F33"/>
    <w:rsid w:val="007E27EA"/>
    <w:rsid w:val="007E2E46"/>
    <w:rsid w:val="007E456C"/>
    <w:rsid w:val="007E4EA7"/>
    <w:rsid w:val="007F2A47"/>
    <w:rsid w:val="007F3117"/>
    <w:rsid w:val="00800E08"/>
    <w:rsid w:val="00801E0B"/>
    <w:rsid w:val="00806BA7"/>
    <w:rsid w:val="00806C95"/>
    <w:rsid w:val="00807A49"/>
    <w:rsid w:val="00810E63"/>
    <w:rsid w:val="00811ED7"/>
    <w:rsid w:val="00814C76"/>
    <w:rsid w:val="008159E6"/>
    <w:rsid w:val="00815A12"/>
    <w:rsid w:val="00820895"/>
    <w:rsid w:val="0082154A"/>
    <w:rsid w:val="00826BC3"/>
    <w:rsid w:val="00830AA7"/>
    <w:rsid w:val="008350B2"/>
    <w:rsid w:val="00841991"/>
    <w:rsid w:val="00843130"/>
    <w:rsid w:val="008447B9"/>
    <w:rsid w:val="00846B8E"/>
    <w:rsid w:val="00855468"/>
    <w:rsid w:val="0085633F"/>
    <w:rsid w:val="008570E9"/>
    <w:rsid w:val="00863E89"/>
    <w:rsid w:val="00864191"/>
    <w:rsid w:val="00864C1C"/>
    <w:rsid w:val="00870E31"/>
    <w:rsid w:val="00873304"/>
    <w:rsid w:val="008775FE"/>
    <w:rsid w:val="0088275F"/>
    <w:rsid w:val="00882D46"/>
    <w:rsid w:val="00885C07"/>
    <w:rsid w:val="0088662B"/>
    <w:rsid w:val="00894271"/>
    <w:rsid w:val="008A2E53"/>
    <w:rsid w:val="008A4701"/>
    <w:rsid w:val="008A5189"/>
    <w:rsid w:val="008B3310"/>
    <w:rsid w:val="008B4973"/>
    <w:rsid w:val="008B6B63"/>
    <w:rsid w:val="008C0A40"/>
    <w:rsid w:val="008C143F"/>
    <w:rsid w:val="008C2D86"/>
    <w:rsid w:val="008C3710"/>
    <w:rsid w:val="008C561A"/>
    <w:rsid w:val="008D5B73"/>
    <w:rsid w:val="008E180D"/>
    <w:rsid w:val="008E202D"/>
    <w:rsid w:val="008E2458"/>
    <w:rsid w:val="008E389F"/>
    <w:rsid w:val="008F00A0"/>
    <w:rsid w:val="008F4415"/>
    <w:rsid w:val="008F548A"/>
    <w:rsid w:val="008F5BBD"/>
    <w:rsid w:val="008F616B"/>
    <w:rsid w:val="009014A0"/>
    <w:rsid w:val="00901CF1"/>
    <w:rsid w:val="0090242E"/>
    <w:rsid w:val="00903BBE"/>
    <w:rsid w:val="00904883"/>
    <w:rsid w:val="00905855"/>
    <w:rsid w:val="00905994"/>
    <w:rsid w:val="009077F8"/>
    <w:rsid w:val="00907934"/>
    <w:rsid w:val="00907CF3"/>
    <w:rsid w:val="00910BBA"/>
    <w:rsid w:val="00910BFE"/>
    <w:rsid w:val="009113FD"/>
    <w:rsid w:val="0091184A"/>
    <w:rsid w:val="00913765"/>
    <w:rsid w:val="009147F8"/>
    <w:rsid w:val="009152CA"/>
    <w:rsid w:val="00920556"/>
    <w:rsid w:val="00922947"/>
    <w:rsid w:val="00923EF7"/>
    <w:rsid w:val="009309F8"/>
    <w:rsid w:val="00930BDD"/>
    <w:rsid w:val="00931FD6"/>
    <w:rsid w:val="00932B6C"/>
    <w:rsid w:val="00932FFD"/>
    <w:rsid w:val="00933349"/>
    <w:rsid w:val="0093346A"/>
    <w:rsid w:val="00933C81"/>
    <w:rsid w:val="00934DD6"/>
    <w:rsid w:val="00937845"/>
    <w:rsid w:val="00941140"/>
    <w:rsid w:val="009420FE"/>
    <w:rsid w:val="00946AC0"/>
    <w:rsid w:val="009510DF"/>
    <w:rsid w:val="00953900"/>
    <w:rsid w:val="00955FAA"/>
    <w:rsid w:val="00957805"/>
    <w:rsid w:val="00957B68"/>
    <w:rsid w:val="009605FE"/>
    <w:rsid w:val="009619BD"/>
    <w:rsid w:val="00965BCB"/>
    <w:rsid w:val="0096704A"/>
    <w:rsid w:val="00970E8C"/>
    <w:rsid w:val="00972AFE"/>
    <w:rsid w:val="00972FCC"/>
    <w:rsid w:val="00973B3A"/>
    <w:rsid w:val="00974572"/>
    <w:rsid w:val="00974BD0"/>
    <w:rsid w:val="00975244"/>
    <w:rsid w:val="00977B83"/>
    <w:rsid w:val="009802BB"/>
    <w:rsid w:val="00984023"/>
    <w:rsid w:val="0098700A"/>
    <w:rsid w:val="00987376"/>
    <w:rsid w:val="00987F2C"/>
    <w:rsid w:val="00990058"/>
    <w:rsid w:val="009900B1"/>
    <w:rsid w:val="00990E5F"/>
    <w:rsid w:val="0099214D"/>
    <w:rsid w:val="00993947"/>
    <w:rsid w:val="00997FFC"/>
    <w:rsid w:val="009A31A0"/>
    <w:rsid w:val="009A6246"/>
    <w:rsid w:val="009A796D"/>
    <w:rsid w:val="009B3B2F"/>
    <w:rsid w:val="009B4DD8"/>
    <w:rsid w:val="009C06CE"/>
    <w:rsid w:val="009C10DC"/>
    <w:rsid w:val="009C50FB"/>
    <w:rsid w:val="009C5965"/>
    <w:rsid w:val="009D06F3"/>
    <w:rsid w:val="009D2CCE"/>
    <w:rsid w:val="009D3004"/>
    <w:rsid w:val="009D614A"/>
    <w:rsid w:val="009D75CD"/>
    <w:rsid w:val="009E2789"/>
    <w:rsid w:val="009E6EDE"/>
    <w:rsid w:val="009E7D74"/>
    <w:rsid w:val="009F1297"/>
    <w:rsid w:val="009F1E23"/>
    <w:rsid w:val="009F7DA4"/>
    <w:rsid w:val="00A00EE2"/>
    <w:rsid w:val="00A01A07"/>
    <w:rsid w:val="00A02116"/>
    <w:rsid w:val="00A02626"/>
    <w:rsid w:val="00A02D5D"/>
    <w:rsid w:val="00A02F99"/>
    <w:rsid w:val="00A038CD"/>
    <w:rsid w:val="00A04F8D"/>
    <w:rsid w:val="00A07B69"/>
    <w:rsid w:val="00A10D70"/>
    <w:rsid w:val="00A11EBA"/>
    <w:rsid w:val="00A252B1"/>
    <w:rsid w:val="00A259AE"/>
    <w:rsid w:val="00A25C29"/>
    <w:rsid w:val="00A27109"/>
    <w:rsid w:val="00A27B1B"/>
    <w:rsid w:val="00A27D39"/>
    <w:rsid w:val="00A27EF1"/>
    <w:rsid w:val="00A30592"/>
    <w:rsid w:val="00A31150"/>
    <w:rsid w:val="00A33047"/>
    <w:rsid w:val="00A34549"/>
    <w:rsid w:val="00A34694"/>
    <w:rsid w:val="00A354A8"/>
    <w:rsid w:val="00A35AFC"/>
    <w:rsid w:val="00A36899"/>
    <w:rsid w:val="00A37354"/>
    <w:rsid w:val="00A42052"/>
    <w:rsid w:val="00A44421"/>
    <w:rsid w:val="00A44BB1"/>
    <w:rsid w:val="00A45562"/>
    <w:rsid w:val="00A471F2"/>
    <w:rsid w:val="00A479E6"/>
    <w:rsid w:val="00A47CF8"/>
    <w:rsid w:val="00A513E7"/>
    <w:rsid w:val="00A53ACD"/>
    <w:rsid w:val="00A54966"/>
    <w:rsid w:val="00A55F61"/>
    <w:rsid w:val="00A56014"/>
    <w:rsid w:val="00A564B9"/>
    <w:rsid w:val="00A6112B"/>
    <w:rsid w:val="00A6200F"/>
    <w:rsid w:val="00A6225B"/>
    <w:rsid w:val="00A62F86"/>
    <w:rsid w:val="00A64936"/>
    <w:rsid w:val="00A64EE6"/>
    <w:rsid w:val="00A65A48"/>
    <w:rsid w:val="00A72906"/>
    <w:rsid w:val="00A7382F"/>
    <w:rsid w:val="00A73D6F"/>
    <w:rsid w:val="00A7417C"/>
    <w:rsid w:val="00A7480E"/>
    <w:rsid w:val="00A762AF"/>
    <w:rsid w:val="00A86509"/>
    <w:rsid w:val="00A87249"/>
    <w:rsid w:val="00A87D69"/>
    <w:rsid w:val="00A90E6D"/>
    <w:rsid w:val="00A91514"/>
    <w:rsid w:val="00A933C8"/>
    <w:rsid w:val="00A94D8E"/>
    <w:rsid w:val="00AA043B"/>
    <w:rsid w:val="00AA111E"/>
    <w:rsid w:val="00AA1648"/>
    <w:rsid w:val="00AA1B32"/>
    <w:rsid w:val="00AA2E42"/>
    <w:rsid w:val="00AA7EE2"/>
    <w:rsid w:val="00AB71A6"/>
    <w:rsid w:val="00AB72F0"/>
    <w:rsid w:val="00AC2C27"/>
    <w:rsid w:val="00AC6FF3"/>
    <w:rsid w:val="00AC793C"/>
    <w:rsid w:val="00AD0474"/>
    <w:rsid w:val="00AD3DF4"/>
    <w:rsid w:val="00AD5559"/>
    <w:rsid w:val="00AE03DE"/>
    <w:rsid w:val="00AE0452"/>
    <w:rsid w:val="00AE105E"/>
    <w:rsid w:val="00AE2C1D"/>
    <w:rsid w:val="00AE387C"/>
    <w:rsid w:val="00AE3934"/>
    <w:rsid w:val="00AE4A7B"/>
    <w:rsid w:val="00AF18C5"/>
    <w:rsid w:val="00AF21A3"/>
    <w:rsid w:val="00AF26AC"/>
    <w:rsid w:val="00AF3058"/>
    <w:rsid w:val="00AF4AEE"/>
    <w:rsid w:val="00AF76A0"/>
    <w:rsid w:val="00B004E3"/>
    <w:rsid w:val="00B00C89"/>
    <w:rsid w:val="00B0475F"/>
    <w:rsid w:val="00B049EF"/>
    <w:rsid w:val="00B06321"/>
    <w:rsid w:val="00B06812"/>
    <w:rsid w:val="00B11B8E"/>
    <w:rsid w:val="00B22940"/>
    <w:rsid w:val="00B33683"/>
    <w:rsid w:val="00B355C8"/>
    <w:rsid w:val="00B361D1"/>
    <w:rsid w:val="00B36DF7"/>
    <w:rsid w:val="00B3747A"/>
    <w:rsid w:val="00B43089"/>
    <w:rsid w:val="00B44C7E"/>
    <w:rsid w:val="00B54AFF"/>
    <w:rsid w:val="00B574BE"/>
    <w:rsid w:val="00B57639"/>
    <w:rsid w:val="00B6371F"/>
    <w:rsid w:val="00B64657"/>
    <w:rsid w:val="00B64F4F"/>
    <w:rsid w:val="00B656C2"/>
    <w:rsid w:val="00B66E02"/>
    <w:rsid w:val="00B759F4"/>
    <w:rsid w:val="00B77281"/>
    <w:rsid w:val="00B82B1E"/>
    <w:rsid w:val="00B82C95"/>
    <w:rsid w:val="00B840DD"/>
    <w:rsid w:val="00B84A60"/>
    <w:rsid w:val="00B87F82"/>
    <w:rsid w:val="00B9201E"/>
    <w:rsid w:val="00B9352A"/>
    <w:rsid w:val="00B94374"/>
    <w:rsid w:val="00B979CD"/>
    <w:rsid w:val="00BA01DE"/>
    <w:rsid w:val="00BA54B1"/>
    <w:rsid w:val="00BA7726"/>
    <w:rsid w:val="00BB16C6"/>
    <w:rsid w:val="00BB19E0"/>
    <w:rsid w:val="00BB1C51"/>
    <w:rsid w:val="00BB2073"/>
    <w:rsid w:val="00BB34DD"/>
    <w:rsid w:val="00BB3ACC"/>
    <w:rsid w:val="00BB45F1"/>
    <w:rsid w:val="00BC1244"/>
    <w:rsid w:val="00BC1B4A"/>
    <w:rsid w:val="00BC42E5"/>
    <w:rsid w:val="00BC544B"/>
    <w:rsid w:val="00BC6DFA"/>
    <w:rsid w:val="00BC70ED"/>
    <w:rsid w:val="00BC7400"/>
    <w:rsid w:val="00BD095A"/>
    <w:rsid w:val="00BD2358"/>
    <w:rsid w:val="00BD2C4C"/>
    <w:rsid w:val="00BD3ADD"/>
    <w:rsid w:val="00BD456E"/>
    <w:rsid w:val="00BD5422"/>
    <w:rsid w:val="00BD5F13"/>
    <w:rsid w:val="00BD7070"/>
    <w:rsid w:val="00BE2A11"/>
    <w:rsid w:val="00BE51F9"/>
    <w:rsid w:val="00BE669B"/>
    <w:rsid w:val="00BE66F2"/>
    <w:rsid w:val="00BE6EB4"/>
    <w:rsid w:val="00BF0887"/>
    <w:rsid w:val="00BF0CFF"/>
    <w:rsid w:val="00BF5ECE"/>
    <w:rsid w:val="00C00027"/>
    <w:rsid w:val="00C01387"/>
    <w:rsid w:val="00C0292E"/>
    <w:rsid w:val="00C03F88"/>
    <w:rsid w:val="00C1132E"/>
    <w:rsid w:val="00C11730"/>
    <w:rsid w:val="00C11822"/>
    <w:rsid w:val="00C15F6C"/>
    <w:rsid w:val="00C212D4"/>
    <w:rsid w:val="00C27006"/>
    <w:rsid w:val="00C302E3"/>
    <w:rsid w:val="00C33BD4"/>
    <w:rsid w:val="00C37AC3"/>
    <w:rsid w:val="00C403DF"/>
    <w:rsid w:val="00C40FA7"/>
    <w:rsid w:val="00C413AE"/>
    <w:rsid w:val="00C4209D"/>
    <w:rsid w:val="00C45C82"/>
    <w:rsid w:val="00C515D8"/>
    <w:rsid w:val="00C52045"/>
    <w:rsid w:val="00C533DC"/>
    <w:rsid w:val="00C53D0A"/>
    <w:rsid w:val="00C61A0C"/>
    <w:rsid w:val="00C621AC"/>
    <w:rsid w:val="00C63F6C"/>
    <w:rsid w:val="00C64774"/>
    <w:rsid w:val="00C7168D"/>
    <w:rsid w:val="00C72EEF"/>
    <w:rsid w:val="00C75B2A"/>
    <w:rsid w:val="00C8022F"/>
    <w:rsid w:val="00C853EE"/>
    <w:rsid w:val="00C85B9B"/>
    <w:rsid w:val="00C8679C"/>
    <w:rsid w:val="00C95CE8"/>
    <w:rsid w:val="00CA23D4"/>
    <w:rsid w:val="00CA3A34"/>
    <w:rsid w:val="00CA62DD"/>
    <w:rsid w:val="00CB1E7F"/>
    <w:rsid w:val="00CB5D69"/>
    <w:rsid w:val="00CB667C"/>
    <w:rsid w:val="00CB6AB2"/>
    <w:rsid w:val="00CC1FBA"/>
    <w:rsid w:val="00CC72E4"/>
    <w:rsid w:val="00CC7546"/>
    <w:rsid w:val="00CD70DA"/>
    <w:rsid w:val="00CE0D53"/>
    <w:rsid w:val="00CE1EE9"/>
    <w:rsid w:val="00CE250B"/>
    <w:rsid w:val="00CE309F"/>
    <w:rsid w:val="00CE393D"/>
    <w:rsid w:val="00CE4402"/>
    <w:rsid w:val="00CE63E7"/>
    <w:rsid w:val="00CF3CE1"/>
    <w:rsid w:val="00CF445F"/>
    <w:rsid w:val="00CF47D8"/>
    <w:rsid w:val="00CF744E"/>
    <w:rsid w:val="00D04AE6"/>
    <w:rsid w:val="00D064AB"/>
    <w:rsid w:val="00D1253D"/>
    <w:rsid w:val="00D1584C"/>
    <w:rsid w:val="00D1780D"/>
    <w:rsid w:val="00D221E0"/>
    <w:rsid w:val="00D2295B"/>
    <w:rsid w:val="00D22C2B"/>
    <w:rsid w:val="00D259C5"/>
    <w:rsid w:val="00D32240"/>
    <w:rsid w:val="00D37684"/>
    <w:rsid w:val="00D378A2"/>
    <w:rsid w:val="00D40665"/>
    <w:rsid w:val="00D513FF"/>
    <w:rsid w:val="00D51490"/>
    <w:rsid w:val="00D51964"/>
    <w:rsid w:val="00D53BF7"/>
    <w:rsid w:val="00D60DD8"/>
    <w:rsid w:val="00D62B09"/>
    <w:rsid w:val="00D642D6"/>
    <w:rsid w:val="00D648C8"/>
    <w:rsid w:val="00D64FF6"/>
    <w:rsid w:val="00D65234"/>
    <w:rsid w:val="00D652A6"/>
    <w:rsid w:val="00D65B91"/>
    <w:rsid w:val="00D70C0D"/>
    <w:rsid w:val="00D73C3A"/>
    <w:rsid w:val="00D73D27"/>
    <w:rsid w:val="00D754D3"/>
    <w:rsid w:val="00D76577"/>
    <w:rsid w:val="00D77FC7"/>
    <w:rsid w:val="00D8297E"/>
    <w:rsid w:val="00D835E8"/>
    <w:rsid w:val="00D91CE8"/>
    <w:rsid w:val="00D97C6C"/>
    <w:rsid w:val="00DA4BB2"/>
    <w:rsid w:val="00DA731C"/>
    <w:rsid w:val="00DA77EE"/>
    <w:rsid w:val="00DB30D0"/>
    <w:rsid w:val="00DB36FA"/>
    <w:rsid w:val="00DB4A52"/>
    <w:rsid w:val="00DC35FD"/>
    <w:rsid w:val="00DC5367"/>
    <w:rsid w:val="00DD0F5F"/>
    <w:rsid w:val="00DD7D68"/>
    <w:rsid w:val="00DE1CEA"/>
    <w:rsid w:val="00DE2B73"/>
    <w:rsid w:val="00DE30C6"/>
    <w:rsid w:val="00DE637B"/>
    <w:rsid w:val="00DE7FED"/>
    <w:rsid w:val="00DF0D26"/>
    <w:rsid w:val="00DF1993"/>
    <w:rsid w:val="00DF2F76"/>
    <w:rsid w:val="00DF5363"/>
    <w:rsid w:val="00E00427"/>
    <w:rsid w:val="00E03C90"/>
    <w:rsid w:val="00E03CDE"/>
    <w:rsid w:val="00E04279"/>
    <w:rsid w:val="00E112E7"/>
    <w:rsid w:val="00E119ED"/>
    <w:rsid w:val="00E1315C"/>
    <w:rsid w:val="00E13D29"/>
    <w:rsid w:val="00E15200"/>
    <w:rsid w:val="00E15D81"/>
    <w:rsid w:val="00E17A25"/>
    <w:rsid w:val="00E23317"/>
    <w:rsid w:val="00E25C36"/>
    <w:rsid w:val="00E2712F"/>
    <w:rsid w:val="00E31062"/>
    <w:rsid w:val="00E330A2"/>
    <w:rsid w:val="00E330E2"/>
    <w:rsid w:val="00E33319"/>
    <w:rsid w:val="00E3604E"/>
    <w:rsid w:val="00E36E47"/>
    <w:rsid w:val="00E37EE6"/>
    <w:rsid w:val="00E405B2"/>
    <w:rsid w:val="00E42234"/>
    <w:rsid w:val="00E46735"/>
    <w:rsid w:val="00E474F5"/>
    <w:rsid w:val="00E47832"/>
    <w:rsid w:val="00E552B9"/>
    <w:rsid w:val="00E56FAF"/>
    <w:rsid w:val="00E576F1"/>
    <w:rsid w:val="00E5771E"/>
    <w:rsid w:val="00E57BB7"/>
    <w:rsid w:val="00E65319"/>
    <w:rsid w:val="00E668C7"/>
    <w:rsid w:val="00E67F0C"/>
    <w:rsid w:val="00E72C03"/>
    <w:rsid w:val="00E73EDC"/>
    <w:rsid w:val="00E74908"/>
    <w:rsid w:val="00E75756"/>
    <w:rsid w:val="00E76443"/>
    <w:rsid w:val="00E767C5"/>
    <w:rsid w:val="00E773A7"/>
    <w:rsid w:val="00E82967"/>
    <w:rsid w:val="00E82A56"/>
    <w:rsid w:val="00E83675"/>
    <w:rsid w:val="00E837EA"/>
    <w:rsid w:val="00E85356"/>
    <w:rsid w:val="00E86010"/>
    <w:rsid w:val="00E867B5"/>
    <w:rsid w:val="00E87F54"/>
    <w:rsid w:val="00E92448"/>
    <w:rsid w:val="00EA5746"/>
    <w:rsid w:val="00EB2FDD"/>
    <w:rsid w:val="00EB3BEC"/>
    <w:rsid w:val="00EB6DF3"/>
    <w:rsid w:val="00EB6F33"/>
    <w:rsid w:val="00EC0B72"/>
    <w:rsid w:val="00EC41FC"/>
    <w:rsid w:val="00EC6E71"/>
    <w:rsid w:val="00EC7538"/>
    <w:rsid w:val="00EC77FA"/>
    <w:rsid w:val="00ED0D9C"/>
    <w:rsid w:val="00ED21F7"/>
    <w:rsid w:val="00ED4538"/>
    <w:rsid w:val="00ED78CD"/>
    <w:rsid w:val="00EE0653"/>
    <w:rsid w:val="00EE30D8"/>
    <w:rsid w:val="00EE3CCE"/>
    <w:rsid w:val="00EE4B5F"/>
    <w:rsid w:val="00EE57E4"/>
    <w:rsid w:val="00EE6B3F"/>
    <w:rsid w:val="00EF2CFE"/>
    <w:rsid w:val="00EF4545"/>
    <w:rsid w:val="00EF6C84"/>
    <w:rsid w:val="00F00731"/>
    <w:rsid w:val="00F008E1"/>
    <w:rsid w:val="00F00B83"/>
    <w:rsid w:val="00F063C7"/>
    <w:rsid w:val="00F06F47"/>
    <w:rsid w:val="00F11B23"/>
    <w:rsid w:val="00F12957"/>
    <w:rsid w:val="00F13F5D"/>
    <w:rsid w:val="00F1466F"/>
    <w:rsid w:val="00F20EB7"/>
    <w:rsid w:val="00F23206"/>
    <w:rsid w:val="00F254C5"/>
    <w:rsid w:val="00F2575D"/>
    <w:rsid w:val="00F25CF4"/>
    <w:rsid w:val="00F328D0"/>
    <w:rsid w:val="00F32DE8"/>
    <w:rsid w:val="00F33156"/>
    <w:rsid w:val="00F365F7"/>
    <w:rsid w:val="00F374A4"/>
    <w:rsid w:val="00F377F1"/>
    <w:rsid w:val="00F42BD2"/>
    <w:rsid w:val="00F435BA"/>
    <w:rsid w:val="00F44E27"/>
    <w:rsid w:val="00F45AE9"/>
    <w:rsid w:val="00F46B0F"/>
    <w:rsid w:val="00F46F63"/>
    <w:rsid w:val="00F517CE"/>
    <w:rsid w:val="00F51A22"/>
    <w:rsid w:val="00F5272F"/>
    <w:rsid w:val="00F55F3B"/>
    <w:rsid w:val="00F700A4"/>
    <w:rsid w:val="00F722F6"/>
    <w:rsid w:val="00F72B12"/>
    <w:rsid w:val="00F734F6"/>
    <w:rsid w:val="00F752EE"/>
    <w:rsid w:val="00F76537"/>
    <w:rsid w:val="00F77CFF"/>
    <w:rsid w:val="00F82D0D"/>
    <w:rsid w:val="00F85DE8"/>
    <w:rsid w:val="00F9259D"/>
    <w:rsid w:val="00F92FA6"/>
    <w:rsid w:val="00F94075"/>
    <w:rsid w:val="00F95ADC"/>
    <w:rsid w:val="00FA0845"/>
    <w:rsid w:val="00FA673D"/>
    <w:rsid w:val="00FA7273"/>
    <w:rsid w:val="00FA74CD"/>
    <w:rsid w:val="00FB182E"/>
    <w:rsid w:val="00FB2A72"/>
    <w:rsid w:val="00FB345B"/>
    <w:rsid w:val="00FB41ED"/>
    <w:rsid w:val="00FB7035"/>
    <w:rsid w:val="00FB7258"/>
    <w:rsid w:val="00FB7D62"/>
    <w:rsid w:val="00FC1512"/>
    <w:rsid w:val="00FC2F95"/>
    <w:rsid w:val="00FC3780"/>
    <w:rsid w:val="00FC3FAF"/>
    <w:rsid w:val="00FC4611"/>
    <w:rsid w:val="00FC4D7C"/>
    <w:rsid w:val="00FD27FB"/>
    <w:rsid w:val="00FD52DD"/>
    <w:rsid w:val="00FD6A46"/>
    <w:rsid w:val="00FE0E3F"/>
    <w:rsid w:val="00FE2476"/>
    <w:rsid w:val="00FE3AC0"/>
    <w:rsid w:val="00FE518C"/>
    <w:rsid w:val="00FE6292"/>
    <w:rsid w:val="00FF258A"/>
    <w:rsid w:val="00FF4D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64936"/>
    <w:pPr>
      <w:spacing w:after="200" w:line="276" w:lineRule="auto"/>
    </w:pPr>
    <w:rPr>
      <w:lang w:eastAsia="en-US"/>
    </w:rPr>
  </w:style>
  <w:style w:type="paragraph" w:styleId="Heading1">
    <w:name w:val="heading 1"/>
    <w:aliases w:val="Название закона"/>
    <w:basedOn w:val="Normal"/>
    <w:next w:val="Normal"/>
    <w:link w:val="Heading1Char"/>
    <w:uiPriority w:val="99"/>
    <w:qFormat/>
    <w:rsid w:val="006C3CA8"/>
    <w:pPr>
      <w:keepNext/>
      <w:autoSpaceDE w:val="0"/>
      <w:autoSpaceDN w:val="0"/>
      <w:spacing w:after="0" w:line="240" w:lineRule="auto"/>
      <w:jc w:val="center"/>
      <w:outlineLvl w:val="0"/>
    </w:pPr>
    <w:rPr>
      <w:rFonts w:ascii="Times New Roman" w:hAnsi="Times New Roman"/>
      <w:b/>
      <w:bCs/>
      <w:iCs/>
      <w:sz w:val="28"/>
      <w:szCs w:val="2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6B24D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ru-RU"/>
    </w:rPr>
  </w:style>
  <w:style w:type="paragraph" w:styleId="Heading3">
    <w:name w:val="heading 3"/>
    <w:aliases w:val="Проект вносит"/>
    <w:basedOn w:val="Normal"/>
    <w:next w:val="Normal"/>
    <w:link w:val="Heading3Char"/>
    <w:uiPriority w:val="99"/>
    <w:qFormat/>
    <w:rsid w:val="006C3CA8"/>
    <w:pPr>
      <w:keepNext/>
      <w:spacing w:after="0" w:line="240" w:lineRule="auto"/>
      <w:ind w:firstLine="567"/>
      <w:jc w:val="right"/>
      <w:outlineLvl w:val="2"/>
    </w:pPr>
    <w:rPr>
      <w:rFonts w:ascii="Times New Roman" w:hAnsi="Times New Roman"/>
      <w:b/>
      <w:bCs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Название закона Char"/>
    <w:basedOn w:val="DefaultParagraphFont"/>
    <w:link w:val="Heading1"/>
    <w:uiPriority w:val="99"/>
    <w:locked/>
    <w:rsid w:val="006C3CA8"/>
    <w:rPr>
      <w:rFonts w:ascii="Times New Roman" w:hAnsi="Times New Roman" w:cs="Times New Roman"/>
      <w:b/>
      <w:sz w:val="2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6B24D0"/>
    <w:rPr>
      <w:rFonts w:ascii="Cambria" w:hAnsi="Cambria" w:cs="Times New Roman"/>
      <w:b/>
      <w:color w:val="4F81BD"/>
      <w:sz w:val="26"/>
    </w:rPr>
  </w:style>
  <w:style w:type="character" w:customStyle="1" w:styleId="Heading3Char">
    <w:name w:val="Heading 3 Char"/>
    <w:aliases w:val="Проект вносит Char"/>
    <w:basedOn w:val="DefaultParagraphFont"/>
    <w:link w:val="Heading3"/>
    <w:uiPriority w:val="99"/>
    <w:locked/>
    <w:rsid w:val="006C3CA8"/>
    <w:rPr>
      <w:rFonts w:ascii="Times New Roman" w:hAnsi="Times New Roman" w:cs="Times New Roman"/>
      <w:b/>
      <w:sz w:val="24"/>
      <w:lang w:eastAsia="ru-RU"/>
    </w:rPr>
  </w:style>
  <w:style w:type="paragraph" w:customStyle="1" w:styleId="ConsPlusNonformat">
    <w:name w:val="ConsPlusNonformat"/>
    <w:uiPriority w:val="99"/>
    <w:rsid w:val="00C64774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C64774"/>
    <w:pPr>
      <w:widowControl w:val="0"/>
      <w:autoSpaceDE w:val="0"/>
      <w:autoSpaceDN w:val="0"/>
      <w:adjustRightInd w:val="0"/>
    </w:pPr>
    <w:rPr>
      <w:rFonts w:eastAsia="Times New Roman" w:cs="Calibri"/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662DEE"/>
    <w:pPr>
      <w:spacing w:after="0" w:line="240" w:lineRule="auto"/>
    </w:pPr>
    <w:rPr>
      <w:rFonts w:ascii="Tahoma" w:hAnsi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62DEE"/>
    <w:rPr>
      <w:rFonts w:ascii="Tahoma" w:hAnsi="Tahoma" w:cs="Times New Roman"/>
      <w:sz w:val="16"/>
    </w:rPr>
  </w:style>
  <w:style w:type="paragraph" w:customStyle="1" w:styleId="1">
    <w:name w:val="Абзац списка1"/>
    <w:basedOn w:val="Normal"/>
    <w:uiPriority w:val="99"/>
    <w:rsid w:val="00CB5D69"/>
    <w:pPr>
      <w:ind w:left="720"/>
      <w:contextualSpacing/>
    </w:pPr>
  </w:style>
  <w:style w:type="paragraph" w:customStyle="1" w:styleId="a">
    <w:name w:val="Стиль полужирный По центру"/>
    <w:basedOn w:val="Normal"/>
    <w:uiPriority w:val="99"/>
    <w:rsid w:val="006C3CA8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0"/>
      <w:lang w:eastAsia="ru-RU"/>
    </w:rPr>
  </w:style>
  <w:style w:type="paragraph" w:customStyle="1" w:styleId="a0">
    <w:name w:val="Название главы"/>
    <w:basedOn w:val="Normal"/>
    <w:uiPriority w:val="99"/>
    <w:rsid w:val="006C3CA8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8">
    <w:name w:val="Стиль 18 пт полужирный По центру"/>
    <w:basedOn w:val="Normal"/>
    <w:uiPriority w:val="99"/>
    <w:rsid w:val="006C3CA8"/>
    <w:pPr>
      <w:spacing w:after="0" w:line="240" w:lineRule="auto"/>
      <w:jc w:val="center"/>
    </w:pPr>
    <w:rPr>
      <w:rFonts w:ascii="Times New Roman" w:eastAsia="Times New Roman" w:hAnsi="Times New Roman"/>
      <w:b/>
      <w:bCs/>
      <w:sz w:val="36"/>
      <w:szCs w:val="20"/>
      <w:lang w:eastAsia="ru-RU"/>
    </w:rPr>
  </w:style>
  <w:style w:type="paragraph" w:customStyle="1" w:styleId="a1">
    <w:name w:val="Принят ГД"/>
    <w:basedOn w:val="Normal"/>
    <w:uiPriority w:val="99"/>
    <w:rsid w:val="006C3CA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4565C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565CD"/>
    <w:rPr>
      <w:rFonts w:cs="Times New Roman"/>
    </w:rPr>
  </w:style>
  <w:style w:type="paragraph" w:styleId="Footer">
    <w:name w:val="footer"/>
    <w:basedOn w:val="Normal"/>
    <w:link w:val="FooterChar"/>
    <w:uiPriority w:val="99"/>
    <w:rsid w:val="004565CD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565CD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A73D6F"/>
    <w:pPr>
      <w:spacing w:after="0" w:line="240" w:lineRule="auto"/>
      <w:ind w:firstLine="567"/>
      <w:jc w:val="both"/>
    </w:pPr>
    <w:rPr>
      <w:rFonts w:ascii="Times New Roman" w:hAnsi="Times New Roman"/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3422C6"/>
    <w:rPr>
      <w:rFonts w:cs="Times New Roman"/>
      <w:lang w:eastAsia="en-US"/>
    </w:rPr>
  </w:style>
  <w:style w:type="paragraph" w:styleId="BodyTextIndent3">
    <w:name w:val="Body Text Indent 3"/>
    <w:basedOn w:val="Normal"/>
    <w:link w:val="BodyTextIndent3Char"/>
    <w:uiPriority w:val="99"/>
    <w:rsid w:val="00A73D6F"/>
    <w:pPr>
      <w:spacing w:after="0" w:line="240" w:lineRule="auto"/>
      <w:ind w:firstLine="993"/>
    </w:pPr>
    <w:rPr>
      <w:rFonts w:ascii="Times New Roman" w:hAnsi="Times New Roman"/>
      <w:szCs w:val="20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3422C6"/>
    <w:rPr>
      <w:rFonts w:cs="Times New Roman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2539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18</Words>
  <Characters>108</Characters>
  <Application>Microsoft Office Outlook</Application>
  <DocSecurity>0</DocSecurity>
  <Lines>0</Lines>
  <Paragraphs>0</Paragraphs>
  <ScaleCrop>false</ScaleCrop>
  <Company>АС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вносит</dc:title>
  <dc:subject/>
  <dc:creator>Килипченко</dc:creator>
  <cp:keywords/>
  <dc:description/>
  <cp:lastModifiedBy> </cp:lastModifiedBy>
  <cp:revision>5</cp:revision>
  <cp:lastPrinted>2011-01-11T11:05:00Z</cp:lastPrinted>
  <dcterms:created xsi:type="dcterms:W3CDTF">2011-06-27T05:57:00Z</dcterms:created>
  <dcterms:modified xsi:type="dcterms:W3CDTF">2011-07-01T08:48:00Z</dcterms:modified>
</cp:coreProperties>
</file>