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34DC0" w:rsidRDefault="00981362" w:rsidP="00AF0720">
      <w:pPr>
        <w:ind w:firstLine="709"/>
        <w:contextualSpacing/>
        <w:jc w:val="both"/>
        <w:rPr>
          <w:sz w:val="28"/>
          <w:szCs w:val="28"/>
        </w:rPr>
      </w:pPr>
      <w:r w:rsidRPr="00981362">
        <w:rPr>
          <w:sz w:val="28"/>
          <w:szCs w:val="28"/>
        </w:rPr>
        <w:t xml:space="preserve">В соответствии со статьёй 27 </w:t>
      </w:r>
      <w:r w:rsidR="002B0914">
        <w:rPr>
          <w:sz w:val="28"/>
          <w:szCs w:val="28"/>
        </w:rPr>
        <w:t>Устава Ярославской области вносим</w:t>
      </w:r>
      <w:r w:rsidRPr="00981362">
        <w:rPr>
          <w:sz w:val="28"/>
          <w:szCs w:val="28"/>
        </w:rPr>
        <w:t xml:space="preserve"> </w:t>
      </w:r>
      <w:r w:rsidR="002300C6">
        <w:rPr>
          <w:sz w:val="28"/>
          <w:szCs w:val="28"/>
        </w:rPr>
        <w:t xml:space="preserve">в Ярославскую областную Думу </w:t>
      </w:r>
      <w:r w:rsidRPr="00981362">
        <w:rPr>
          <w:sz w:val="28"/>
          <w:szCs w:val="28"/>
        </w:rPr>
        <w:t xml:space="preserve">проект закона Ярославской области </w:t>
      </w:r>
      <w:r w:rsidR="00E8657D">
        <w:rPr>
          <w:sz w:val="28"/>
          <w:szCs w:val="28"/>
        </w:rPr>
        <w:t>«</w:t>
      </w:r>
      <w:bookmarkStart w:id="0" w:name="_GoBack"/>
      <w:r w:rsidR="00AF0720" w:rsidRPr="00AF0720">
        <w:rPr>
          <w:sz w:val="28"/>
          <w:szCs w:val="28"/>
        </w:rPr>
        <w:t>О внес</w:t>
      </w:r>
      <w:r w:rsidR="00AF0720" w:rsidRPr="00AF0720">
        <w:rPr>
          <w:sz w:val="28"/>
          <w:szCs w:val="28"/>
        </w:rPr>
        <w:t>е</w:t>
      </w:r>
      <w:r w:rsidR="00AF0720" w:rsidRPr="00AF0720">
        <w:rPr>
          <w:sz w:val="28"/>
          <w:szCs w:val="28"/>
        </w:rPr>
        <w:t>нии изменений в законодательные акты Ярославской области в связи с с</w:t>
      </w:r>
      <w:r w:rsidR="00AF0720" w:rsidRPr="00AF0720">
        <w:rPr>
          <w:sz w:val="28"/>
          <w:szCs w:val="28"/>
        </w:rPr>
        <w:t>о</w:t>
      </w:r>
      <w:r w:rsidR="00AF0720" w:rsidRPr="00AF0720">
        <w:rPr>
          <w:sz w:val="28"/>
          <w:szCs w:val="28"/>
        </w:rPr>
        <w:t>вершенствованием статуса лиц, заме</w:t>
      </w:r>
      <w:r w:rsidR="00AF0720">
        <w:rPr>
          <w:sz w:val="28"/>
          <w:szCs w:val="28"/>
        </w:rPr>
        <w:t>щающих</w:t>
      </w:r>
      <w:r w:rsidR="00AF0720" w:rsidRPr="00AF0720">
        <w:rPr>
          <w:sz w:val="28"/>
          <w:szCs w:val="28"/>
        </w:rPr>
        <w:t xml:space="preserve"> государственные должности Я</w:t>
      </w:r>
      <w:bookmarkEnd w:id="0"/>
      <w:r w:rsidR="00AF0720" w:rsidRPr="00AF0720">
        <w:rPr>
          <w:sz w:val="28"/>
          <w:szCs w:val="28"/>
        </w:rPr>
        <w:t>рославской области</w:t>
      </w:r>
      <w:r w:rsidR="00634DC0" w:rsidRPr="00634DC0">
        <w:rPr>
          <w:sz w:val="28"/>
          <w:szCs w:val="28"/>
        </w:rPr>
        <w:t>»</w:t>
      </w:r>
      <w:r w:rsidR="00634DC0">
        <w:rPr>
          <w:sz w:val="28"/>
          <w:szCs w:val="28"/>
        </w:rPr>
        <w:t>.</w:t>
      </w:r>
    </w:p>
    <w:p w:rsidR="002300C6" w:rsidRDefault="002300C6" w:rsidP="00AF0720">
      <w:pPr>
        <w:ind w:firstLine="709"/>
        <w:contextualSpacing/>
        <w:jc w:val="both"/>
        <w:rPr>
          <w:sz w:val="28"/>
          <w:szCs w:val="28"/>
        </w:rPr>
      </w:pPr>
    </w:p>
    <w:p w:rsidR="002300C6" w:rsidRPr="00634DC0" w:rsidRDefault="002300C6" w:rsidP="00AF072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4 л. в 1 экз.</w:t>
      </w:r>
    </w:p>
    <w:p w:rsidR="00E8657D" w:rsidRPr="00E8657D" w:rsidRDefault="00E8657D" w:rsidP="00E8657D">
      <w:pPr>
        <w:ind w:firstLine="709"/>
        <w:contextualSpacing/>
        <w:jc w:val="both"/>
        <w:rPr>
          <w:sz w:val="28"/>
          <w:szCs w:val="28"/>
        </w:rPr>
      </w:pPr>
    </w:p>
    <w:p w:rsidR="00C82566" w:rsidRPr="00843CF7" w:rsidRDefault="00843CF7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Капралов А.А., Бобков В.С.</w:t>
      </w: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sectPr w:rsidR="0064352C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B2" w:rsidRDefault="00D511B2" w:rsidP="00981362">
      <w:r>
        <w:separator/>
      </w:r>
    </w:p>
  </w:endnote>
  <w:endnote w:type="continuationSeparator" w:id="0">
    <w:p w:rsidR="00D511B2" w:rsidRDefault="00D511B2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B2" w:rsidRDefault="00D511B2" w:rsidP="00981362">
      <w:r>
        <w:separator/>
      </w:r>
    </w:p>
  </w:footnote>
  <w:footnote w:type="continuationSeparator" w:id="0">
    <w:p w:rsidR="00D511B2" w:rsidRDefault="00D511B2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AF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095948"/>
    <w:rsid w:val="001D0BD3"/>
    <w:rsid w:val="00205568"/>
    <w:rsid w:val="002300C6"/>
    <w:rsid w:val="002B0914"/>
    <w:rsid w:val="002B29CC"/>
    <w:rsid w:val="00360848"/>
    <w:rsid w:val="003900BC"/>
    <w:rsid w:val="004504FE"/>
    <w:rsid w:val="004E093A"/>
    <w:rsid w:val="004F5A57"/>
    <w:rsid w:val="005359B8"/>
    <w:rsid w:val="00565294"/>
    <w:rsid w:val="00575AFA"/>
    <w:rsid w:val="00587929"/>
    <w:rsid w:val="005B03EE"/>
    <w:rsid w:val="005D3D79"/>
    <w:rsid w:val="005D71BC"/>
    <w:rsid w:val="006041AF"/>
    <w:rsid w:val="00623DD7"/>
    <w:rsid w:val="00634DC0"/>
    <w:rsid w:val="0064352C"/>
    <w:rsid w:val="006769A5"/>
    <w:rsid w:val="00691537"/>
    <w:rsid w:val="006F2FBD"/>
    <w:rsid w:val="0071209A"/>
    <w:rsid w:val="00764B62"/>
    <w:rsid w:val="007B2624"/>
    <w:rsid w:val="008022F5"/>
    <w:rsid w:val="00843CF7"/>
    <w:rsid w:val="00867775"/>
    <w:rsid w:val="00880E13"/>
    <w:rsid w:val="008911CB"/>
    <w:rsid w:val="008A5333"/>
    <w:rsid w:val="0091002F"/>
    <w:rsid w:val="00916EEB"/>
    <w:rsid w:val="00937AD6"/>
    <w:rsid w:val="009810D2"/>
    <w:rsid w:val="00981362"/>
    <w:rsid w:val="00A05DCF"/>
    <w:rsid w:val="00A57885"/>
    <w:rsid w:val="00A7399F"/>
    <w:rsid w:val="00AA5C60"/>
    <w:rsid w:val="00AF0720"/>
    <w:rsid w:val="00B178D2"/>
    <w:rsid w:val="00B524F2"/>
    <w:rsid w:val="00B85592"/>
    <w:rsid w:val="00C35FD2"/>
    <w:rsid w:val="00C8204E"/>
    <w:rsid w:val="00C82566"/>
    <w:rsid w:val="00CB03D1"/>
    <w:rsid w:val="00CE79F5"/>
    <w:rsid w:val="00CF1C57"/>
    <w:rsid w:val="00D307ED"/>
    <w:rsid w:val="00D511B2"/>
    <w:rsid w:val="00D61553"/>
    <w:rsid w:val="00D726F1"/>
    <w:rsid w:val="00E60F55"/>
    <w:rsid w:val="00E76536"/>
    <w:rsid w:val="00E865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2</cp:revision>
  <cp:lastPrinted>2021-06-11T07:27:00Z</cp:lastPrinted>
  <dcterms:created xsi:type="dcterms:W3CDTF">2021-06-15T06:08:00Z</dcterms:created>
  <dcterms:modified xsi:type="dcterms:W3CDTF">2021-06-15T06:08:00Z</dcterms:modified>
</cp:coreProperties>
</file>