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r w:rsidRPr="00D451BD">
        <w:rPr>
          <w:rFonts w:eastAsia="Calibri"/>
          <w:b/>
          <w:bCs/>
          <w:sz w:val="20"/>
        </w:rPr>
        <w:t>Евраев</w:t>
      </w:r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B579C" w:rsidRPr="00D451BD" w:rsidRDefault="007B579C" w:rsidP="007B12D1">
      <w:pPr>
        <w:pStyle w:val="1"/>
        <w:ind w:left="0"/>
        <w:jc w:val="center"/>
        <w:rPr>
          <w:b/>
          <w:bCs/>
        </w:rPr>
      </w:pPr>
      <w:r w:rsidRPr="00D451BD">
        <w:rPr>
          <w:b/>
          <w:bCs/>
        </w:rPr>
        <w:t>О внесении изменений в Закон Ярославской области</w:t>
      </w:r>
    </w:p>
    <w:p w:rsidR="007B579C" w:rsidRPr="00D451BD" w:rsidRDefault="007B579C" w:rsidP="007B12D1">
      <w:pPr>
        <w:pStyle w:val="1"/>
        <w:ind w:left="0"/>
        <w:jc w:val="center"/>
        <w:rPr>
          <w:b/>
          <w:bCs/>
        </w:rPr>
      </w:pPr>
      <w:r w:rsidRPr="00D451BD">
        <w:rPr>
          <w:b/>
          <w:bCs/>
        </w:rPr>
        <w:t>«О защите населения и территорий Ярославской области</w:t>
      </w:r>
    </w:p>
    <w:p w:rsidR="002771BF" w:rsidRPr="00D451BD" w:rsidRDefault="007B579C" w:rsidP="007B12D1">
      <w:pPr>
        <w:pStyle w:val="1"/>
        <w:ind w:left="0"/>
        <w:jc w:val="center"/>
        <w:rPr>
          <w:b/>
        </w:rPr>
      </w:pPr>
      <w:r w:rsidRPr="00D451BD">
        <w:rPr>
          <w:b/>
        </w:rPr>
        <w:t>от чрезвычайных ситуаций природного и техногенного характера»</w:t>
      </w:r>
    </w:p>
    <w:p w:rsidR="007B579C" w:rsidRPr="00D451BD" w:rsidRDefault="007B579C" w:rsidP="007B579C"/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r w:rsidRPr="00D451BD">
        <w:t xml:space="preserve">Принят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AD57C8">
        <w:t>3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AA15B6" w:rsidRPr="00AA15B6" w:rsidRDefault="00AA15B6" w:rsidP="00035AE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5B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B07A6" w:rsidRPr="00D85B8E" w:rsidRDefault="007B579C" w:rsidP="00035A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1BD">
        <w:rPr>
          <w:rFonts w:ascii="Times New Roman" w:hAnsi="Times New Roman" w:cs="Times New Roman"/>
          <w:sz w:val="28"/>
          <w:szCs w:val="28"/>
        </w:rPr>
        <w:t>Внести в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 (Губернские вести, 2003</w:t>
      </w:r>
      <w:r w:rsidRPr="00D85B8E">
        <w:rPr>
          <w:rFonts w:ascii="Times New Roman" w:hAnsi="Times New Roman" w:cs="Times New Roman"/>
          <w:sz w:val="28"/>
          <w:szCs w:val="28"/>
        </w:rPr>
        <w:t xml:space="preserve">, 13 апреля, № 24; 2004, 15 ноября, № 61; 2006, 14 июня, № 38; 2007, 14 июня, № 40; 2009, 27 февраля, № 21; Документ – Регион, 2011, 11 октября, № 83; 2012, 3 июля, № 52; 2013, 12 июля, № 54; 12 ноября, № 90; 2014, 3 июня, № 42-а; 11 ноября, № 93; 2015, 9 июня, № 45; </w:t>
      </w:r>
      <w:r w:rsidR="006348A3" w:rsidRPr="00D85B8E">
        <w:rPr>
          <w:rFonts w:ascii="Times New Roman" w:hAnsi="Times New Roman" w:cs="Times New Roman"/>
          <w:sz w:val="28"/>
          <w:szCs w:val="28"/>
        </w:rPr>
        <w:t>2016, 8 апреля, № 30; 2017, 1 декабря, № 101; 2020, 10 </w:t>
      </w:r>
      <w:r w:rsidRPr="00D85B8E">
        <w:rPr>
          <w:rFonts w:ascii="Times New Roman" w:hAnsi="Times New Roman" w:cs="Times New Roman"/>
          <w:sz w:val="28"/>
          <w:szCs w:val="28"/>
        </w:rPr>
        <w:t>апреля, № 29</w:t>
      </w:r>
      <w:r w:rsidR="006348A3" w:rsidRPr="00D85B8E">
        <w:rPr>
          <w:rFonts w:ascii="Times New Roman" w:hAnsi="Times New Roman" w:cs="Times New Roman"/>
          <w:sz w:val="28"/>
          <w:szCs w:val="28"/>
        </w:rPr>
        <w:t>; 6 ноября, № 93</w:t>
      </w:r>
      <w:r w:rsidR="00D90639" w:rsidRPr="00D85B8E">
        <w:rPr>
          <w:rFonts w:ascii="Times New Roman" w:hAnsi="Times New Roman" w:cs="Times New Roman"/>
          <w:sz w:val="28"/>
          <w:szCs w:val="28"/>
        </w:rPr>
        <w:t>; 2022, 9 июня, № 45</w:t>
      </w:r>
      <w:r w:rsidRPr="00D85B8E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A15B6" w:rsidRDefault="008E5325" w:rsidP="00AA15B6">
      <w:pPr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 xml:space="preserve">1) </w:t>
      </w:r>
      <w:r w:rsidR="00AA15B6">
        <w:rPr>
          <w:sz w:val="28"/>
          <w:szCs w:val="28"/>
        </w:rPr>
        <w:t>в части 1 статьи 8:</w:t>
      </w:r>
    </w:p>
    <w:p w:rsidR="0055400B" w:rsidRDefault="00AA15B6" w:rsidP="00AA1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пункт «д» </w:t>
      </w:r>
      <w:r w:rsidR="0055400B">
        <w:rPr>
          <w:sz w:val="28"/>
          <w:szCs w:val="28"/>
        </w:rPr>
        <w:t>изложить в следующей редакции:</w:t>
      </w:r>
    </w:p>
    <w:p w:rsidR="0055400B" w:rsidRPr="0055400B" w:rsidRDefault="0055400B" w:rsidP="00554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«д) </w:t>
      </w:r>
      <w:r w:rsidRPr="0055400B">
        <w:rPr>
          <w:sz w:val="28"/>
          <w:szCs w:val="28"/>
        </w:rPr>
        <w:t>организу</w:t>
      </w:r>
      <w:r>
        <w:rPr>
          <w:sz w:val="28"/>
          <w:szCs w:val="28"/>
        </w:rPr>
        <w:t>е</w:t>
      </w:r>
      <w:r w:rsidRPr="0055400B">
        <w:rPr>
          <w:sz w:val="28"/>
          <w:szCs w:val="28"/>
        </w:rPr>
        <w:t>т и провод</w:t>
      </w:r>
      <w:r>
        <w:rPr>
          <w:sz w:val="28"/>
          <w:szCs w:val="28"/>
        </w:rPr>
        <w:t>и</w:t>
      </w:r>
      <w:r w:rsidRPr="0055400B">
        <w:rPr>
          <w:sz w:val="28"/>
          <w:szCs w:val="28"/>
        </w:rPr>
        <w:t>т аварийно-спасательные и другие неотложные работы при чрезвычайных ситуациях межмуниципального и регионального характера, а также поддержива</w:t>
      </w:r>
      <w:r>
        <w:rPr>
          <w:sz w:val="28"/>
          <w:szCs w:val="28"/>
        </w:rPr>
        <w:t>е</w:t>
      </w:r>
      <w:r w:rsidRPr="0055400B">
        <w:rPr>
          <w:sz w:val="28"/>
          <w:szCs w:val="28"/>
        </w:rPr>
        <w:t>т общественный порядок в ходе их проведения; при недостаточности собственных сил и средств обраща</w:t>
      </w:r>
      <w:r>
        <w:rPr>
          <w:sz w:val="28"/>
          <w:szCs w:val="28"/>
        </w:rPr>
        <w:t>е</w:t>
      </w:r>
      <w:r w:rsidRPr="0055400B">
        <w:rPr>
          <w:sz w:val="28"/>
          <w:szCs w:val="28"/>
        </w:rPr>
        <w:t>тся к Правительству Российской Федерации за оказанием помощи;</w:t>
      </w:r>
      <w:r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>;</w:t>
      </w:r>
    </w:p>
    <w:p w:rsidR="00AA15B6" w:rsidRPr="00E266FD" w:rsidRDefault="00AA15B6" w:rsidP="00AA15B6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>б) в пункте «с» после слов «гражданам Российской Федерации» дополнить словами «, иностранным гражданам и лицам без гражданства»;</w:t>
      </w:r>
    </w:p>
    <w:p w:rsidR="00AA15B6" w:rsidRPr="00AA15B6" w:rsidRDefault="007B06CD" w:rsidP="00AA15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«е» части </w:t>
      </w:r>
      <w:r w:rsidR="00CE4892">
        <w:rPr>
          <w:sz w:val="28"/>
          <w:szCs w:val="28"/>
        </w:rPr>
        <w:t>первой</w:t>
      </w:r>
      <w:r>
        <w:rPr>
          <w:sz w:val="28"/>
          <w:szCs w:val="28"/>
        </w:rPr>
        <w:t xml:space="preserve"> статьи 9 изложить в следующей редакции:</w:t>
      </w:r>
    </w:p>
    <w:p w:rsidR="007B06CD" w:rsidRDefault="007B06CD" w:rsidP="007B06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«е) </w:t>
      </w:r>
      <w:r w:rsidRPr="007B06CD">
        <w:rPr>
          <w:sz w:val="28"/>
          <w:szCs w:val="28"/>
        </w:rPr>
        <w:t>создают и поддерживают в постоянной готовности муниципальные системы оповещения и информирования нас</w:t>
      </w:r>
      <w:r>
        <w:rPr>
          <w:sz w:val="28"/>
          <w:szCs w:val="28"/>
        </w:rPr>
        <w:t xml:space="preserve">еления о чрезвычайных </w:t>
      </w:r>
      <w:r>
        <w:rPr>
          <w:sz w:val="28"/>
          <w:szCs w:val="28"/>
        </w:rPr>
        <w:lastRenderedPageBreak/>
        <w:t xml:space="preserve">ситуациях, </w:t>
      </w:r>
      <w:r w:rsidRPr="007B06CD">
        <w:rPr>
          <w:sz w:val="28"/>
          <w:szCs w:val="28"/>
        </w:rPr>
        <w:t>осуществляют информирование населения о чрезвычайных ситуациях</w:t>
      </w:r>
      <w:r>
        <w:rPr>
          <w:sz w:val="28"/>
          <w:szCs w:val="28"/>
        </w:rPr>
        <w:t>;»;</w:t>
      </w:r>
    </w:p>
    <w:p w:rsidR="007B06CD" w:rsidRPr="00E266FD" w:rsidRDefault="00CE4892" w:rsidP="007B06CD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 xml:space="preserve">3) в наименовании главы </w:t>
      </w:r>
      <w:r w:rsidRPr="00E266FD">
        <w:rPr>
          <w:sz w:val="28"/>
          <w:szCs w:val="28"/>
          <w:lang w:val="en-US"/>
        </w:rPr>
        <w:t>III</w:t>
      </w:r>
      <w:r w:rsidRPr="00E266FD">
        <w:rPr>
          <w:sz w:val="28"/>
          <w:szCs w:val="28"/>
        </w:rPr>
        <w:t xml:space="preserve"> слова «населения Ярославской области» заменить словами «граждан Российской Федерации, иностранных граждан и лиц без гражданства»;</w:t>
      </w:r>
    </w:p>
    <w:p w:rsidR="00CE4892" w:rsidRPr="00E266FD" w:rsidRDefault="00CE4892" w:rsidP="007B06CD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>4) в статье 10:</w:t>
      </w:r>
    </w:p>
    <w:p w:rsidR="00CE4892" w:rsidRPr="00E266FD" w:rsidRDefault="00CE4892" w:rsidP="007B06CD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>а) наименование изложить в следующей редакции:</w:t>
      </w:r>
    </w:p>
    <w:p w:rsidR="00CE4892" w:rsidRPr="00E266FD" w:rsidRDefault="00CE4892" w:rsidP="00CE4892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 xml:space="preserve">«Статья 10. </w:t>
      </w:r>
      <w:r w:rsidRPr="00E266FD">
        <w:rPr>
          <w:b/>
          <w:sz w:val="28"/>
          <w:szCs w:val="28"/>
        </w:rPr>
        <w:t>Права и обязанности граждан Российской Федерации, иностранных граждан и лиц без гражданства в области защиты от чрезвычайных ситуаций на территории Ярославской области</w:t>
      </w:r>
      <w:r w:rsidRPr="00E266FD">
        <w:rPr>
          <w:sz w:val="28"/>
          <w:szCs w:val="28"/>
        </w:rPr>
        <w:t>»;</w:t>
      </w:r>
    </w:p>
    <w:p w:rsidR="00CE4892" w:rsidRPr="00E266FD" w:rsidRDefault="00CE4892" w:rsidP="00CE4892">
      <w:pPr>
        <w:ind w:firstLine="709"/>
        <w:jc w:val="both"/>
        <w:rPr>
          <w:sz w:val="28"/>
          <w:szCs w:val="28"/>
        </w:rPr>
      </w:pPr>
      <w:r w:rsidRPr="00E266FD">
        <w:rPr>
          <w:sz w:val="28"/>
          <w:szCs w:val="28"/>
        </w:rPr>
        <w:t>б) в части первой:</w:t>
      </w:r>
    </w:p>
    <w:p w:rsidR="00CE4892" w:rsidRPr="00E535E0" w:rsidRDefault="00CE4892" w:rsidP="00CE4892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абзац первый изложить в следующей редакции:</w:t>
      </w:r>
    </w:p>
    <w:p w:rsidR="00CE4892" w:rsidRPr="00E535E0" w:rsidRDefault="00CE4892" w:rsidP="00CE4892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«1. Граждане Российской Федерации </w:t>
      </w:r>
      <w:r w:rsidR="005D5050" w:rsidRPr="00E535E0">
        <w:rPr>
          <w:sz w:val="28"/>
          <w:szCs w:val="28"/>
        </w:rPr>
        <w:t xml:space="preserve">на территории Ярославской области </w:t>
      </w:r>
      <w:r w:rsidRPr="00E535E0">
        <w:rPr>
          <w:sz w:val="28"/>
          <w:szCs w:val="28"/>
        </w:rPr>
        <w:t>имеют право:»;</w:t>
      </w:r>
    </w:p>
    <w:p w:rsidR="00CE4892" w:rsidRPr="00E535E0" w:rsidRDefault="00CE4892" w:rsidP="007B06CD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в пункте «б» слова «, обеспечение надлежащего уровня гигиены и санитарии в ходе ликвидации чрезвычайных ситуаций» исключить;</w:t>
      </w:r>
    </w:p>
    <w:p w:rsidR="00CE4892" w:rsidRPr="00E535E0" w:rsidRDefault="00CE4892" w:rsidP="00CE4892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пункт «ж» дополнить словами «, а также на оказание психологической помощи»;</w:t>
      </w:r>
    </w:p>
    <w:p w:rsidR="00CE4892" w:rsidRPr="00E535E0" w:rsidRDefault="00CE4892" w:rsidP="007B06CD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в) дополнить частями 1</w:t>
      </w:r>
      <w:r w:rsidRPr="00E535E0">
        <w:rPr>
          <w:sz w:val="28"/>
          <w:szCs w:val="28"/>
          <w:vertAlign w:val="superscript"/>
        </w:rPr>
        <w:t>1</w:t>
      </w:r>
      <w:r w:rsidRPr="00E535E0">
        <w:rPr>
          <w:sz w:val="28"/>
          <w:szCs w:val="28"/>
        </w:rPr>
        <w:t xml:space="preserve"> и 1</w:t>
      </w:r>
      <w:r w:rsidRPr="00E535E0">
        <w:rPr>
          <w:sz w:val="28"/>
          <w:szCs w:val="28"/>
          <w:vertAlign w:val="superscript"/>
        </w:rPr>
        <w:t>2</w:t>
      </w:r>
      <w:r w:rsidRPr="00E535E0">
        <w:rPr>
          <w:sz w:val="28"/>
          <w:szCs w:val="28"/>
        </w:rPr>
        <w:t xml:space="preserve"> следующего содержания:</w:t>
      </w:r>
    </w:p>
    <w:p w:rsidR="00E266FD" w:rsidRPr="00E535E0" w:rsidRDefault="00E266FD" w:rsidP="00E266FD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«1</w:t>
      </w:r>
      <w:r w:rsidRPr="00E535E0">
        <w:rPr>
          <w:sz w:val="28"/>
          <w:szCs w:val="28"/>
          <w:vertAlign w:val="superscript"/>
        </w:rPr>
        <w:t>1</w:t>
      </w:r>
      <w:r w:rsidRPr="00E535E0">
        <w:rPr>
          <w:sz w:val="28"/>
          <w:szCs w:val="28"/>
        </w:rPr>
        <w:t>. Права иностранных граждан и лиц без гражданства определяются законодательством Российской Федерации.</w:t>
      </w:r>
    </w:p>
    <w:p w:rsidR="00CC1846" w:rsidRPr="00E535E0" w:rsidRDefault="00CC1846" w:rsidP="00CC184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1</w:t>
      </w:r>
      <w:r w:rsidRPr="00E535E0">
        <w:rPr>
          <w:sz w:val="28"/>
          <w:szCs w:val="28"/>
          <w:vertAlign w:val="superscript"/>
        </w:rPr>
        <w:t>2</w:t>
      </w:r>
      <w:r w:rsidRPr="00E535E0">
        <w:rPr>
          <w:sz w:val="28"/>
          <w:szCs w:val="28"/>
        </w:rPr>
        <w:t xml:space="preserve">. Порядок и условия, виды и размеры компенсаций и социальных гарантий, предоставляемых </w:t>
      </w:r>
      <w:r w:rsidR="00E266FD" w:rsidRPr="00E535E0">
        <w:rPr>
          <w:sz w:val="28"/>
          <w:szCs w:val="28"/>
        </w:rPr>
        <w:t>гражданам Российской Федерации</w:t>
      </w:r>
      <w:r w:rsidRPr="00E535E0">
        <w:rPr>
          <w:sz w:val="28"/>
          <w:szCs w:val="28"/>
        </w:rPr>
        <w:t>, иностранным гражданам и лицам без гражданства, постоянно проживающим на территории Ярославской области, в соответствии с част</w:t>
      </w:r>
      <w:r w:rsidR="00E266FD" w:rsidRPr="00E535E0">
        <w:rPr>
          <w:sz w:val="28"/>
          <w:szCs w:val="28"/>
        </w:rPr>
        <w:t>ями 1 и 1</w:t>
      </w:r>
      <w:r w:rsidR="00E266FD" w:rsidRPr="00E535E0">
        <w:rPr>
          <w:sz w:val="28"/>
          <w:szCs w:val="28"/>
          <w:vertAlign w:val="superscript"/>
        </w:rPr>
        <w:t>1</w:t>
      </w:r>
      <w:r w:rsidR="00E266FD" w:rsidRPr="00E535E0">
        <w:rPr>
          <w:sz w:val="28"/>
          <w:szCs w:val="28"/>
        </w:rPr>
        <w:t xml:space="preserve"> </w:t>
      </w:r>
      <w:r w:rsidRPr="00E535E0">
        <w:rPr>
          <w:sz w:val="28"/>
          <w:szCs w:val="28"/>
        </w:rPr>
        <w:t>настоящей статьи, устанавливаются законодательством Российской Федерации и</w:t>
      </w:r>
      <w:r w:rsidRPr="00E535E0">
        <w:rPr>
          <w:szCs w:val="28"/>
        </w:rPr>
        <w:t> </w:t>
      </w:r>
      <w:r w:rsidRPr="00E535E0">
        <w:rPr>
          <w:sz w:val="28"/>
          <w:szCs w:val="28"/>
        </w:rPr>
        <w:t>законодательством Ярославской области.»;</w:t>
      </w:r>
    </w:p>
    <w:p w:rsidR="00AA15B6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г) в части второй:</w:t>
      </w:r>
    </w:p>
    <w:p w:rsidR="005D5050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абзац первый изложить в следующей редакции:</w:t>
      </w:r>
    </w:p>
    <w:p w:rsidR="005D5050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«2. Граждане Российской Федерации, иностранные граждане и лица без гражданства на территории Ярославской области обязаны:»</w:t>
      </w:r>
    </w:p>
    <w:p w:rsidR="005D5050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в пункте «а» слово «сфере</w:t>
      </w:r>
      <w:r w:rsidR="004C71AC" w:rsidRPr="00E535E0">
        <w:rPr>
          <w:sz w:val="28"/>
          <w:szCs w:val="28"/>
        </w:rPr>
        <w:t>»</w:t>
      </w:r>
      <w:r w:rsidRPr="00E535E0">
        <w:rPr>
          <w:sz w:val="28"/>
          <w:szCs w:val="28"/>
        </w:rPr>
        <w:t xml:space="preserve"> заменить словом «области»;</w:t>
      </w:r>
    </w:p>
    <w:p w:rsidR="005D5050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в пункте «в» слова «в соответствии с действующими нормативными правовыми актами» исключить;</w:t>
      </w:r>
    </w:p>
    <w:p w:rsidR="005D5050" w:rsidRPr="00E535E0" w:rsidRDefault="005D5050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5) в </w:t>
      </w:r>
      <w:r w:rsidR="00E266FD" w:rsidRPr="00E535E0">
        <w:rPr>
          <w:sz w:val="28"/>
          <w:szCs w:val="28"/>
        </w:rPr>
        <w:t xml:space="preserve">части первой </w:t>
      </w:r>
      <w:r w:rsidRPr="00E535E0">
        <w:rPr>
          <w:sz w:val="28"/>
          <w:szCs w:val="28"/>
        </w:rPr>
        <w:t>стать</w:t>
      </w:r>
      <w:r w:rsidR="00DC00F8" w:rsidRPr="00E535E0">
        <w:rPr>
          <w:sz w:val="28"/>
          <w:szCs w:val="28"/>
        </w:rPr>
        <w:t>и</w:t>
      </w:r>
      <w:r w:rsidRPr="00E535E0">
        <w:rPr>
          <w:sz w:val="28"/>
          <w:szCs w:val="28"/>
        </w:rPr>
        <w:t xml:space="preserve"> 11:</w:t>
      </w:r>
    </w:p>
    <w:p w:rsidR="008D18AE" w:rsidRPr="00E535E0" w:rsidRDefault="00DC00F8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а) </w:t>
      </w:r>
      <w:r w:rsidR="008D18AE" w:rsidRPr="00E535E0">
        <w:rPr>
          <w:sz w:val="28"/>
          <w:szCs w:val="28"/>
        </w:rPr>
        <w:t>в пункте «в» слова «по предупреждению» заменить словом «предупреждения»;</w:t>
      </w:r>
    </w:p>
    <w:p w:rsidR="005D5050" w:rsidRPr="00E535E0" w:rsidRDefault="00DC00F8" w:rsidP="00AA15B6">
      <w:pPr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б) </w:t>
      </w:r>
      <w:r w:rsidR="005D5050" w:rsidRPr="00E535E0">
        <w:rPr>
          <w:sz w:val="28"/>
          <w:szCs w:val="28"/>
        </w:rPr>
        <w:t>пункт «г» после слова «оповещения» дополнить словом «населения»;</w:t>
      </w:r>
    </w:p>
    <w:p w:rsidR="0055747D" w:rsidRPr="00E535E0" w:rsidRDefault="006B4B9F" w:rsidP="00DC00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6) </w:t>
      </w:r>
      <w:r w:rsidR="0080271A" w:rsidRPr="00E535E0">
        <w:rPr>
          <w:sz w:val="28"/>
          <w:szCs w:val="28"/>
        </w:rPr>
        <w:t>статью 14 изложить в следующей редакции:</w:t>
      </w:r>
    </w:p>
    <w:p w:rsidR="0055747D" w:rsidRPr="00E535E0" w:rsidRDefault="0080271A" w:rsidP="00CE451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«</w:t>
      </w:r>
      <w:r w:rsidR="00CE451F" w:rsidRPr="00E535E0">
        <w:rPr>
          <w:sz w:val="28"/>
          <w:szCs w:val="28"/>
        </w:rPr>
        <w:t xml:space="preserve">Статья 14. </w:t>
      </w:r>
      <w:r w:rsidR="00DC00F8" w:rsidRPr="00E535E0">
        <w:rPr>
          <w:b/>
          <w:sz w:val="28"/>
          <w:szCs w:val="28"/>
        </w:rPr>
        <w:t xml:space="preserve">Потенциально опасные объекты, </w:t>
      </w:r>
      <w:r w:rsidR="0055747D" w:rsidRPr="00E535E0">
        <w:rPr>
          <w:b/>
          <w:sz w:val="28"/>
          <w:szCs w:val="28"/>
        </w:rPr>
        <w:t>находящи</w:t>
      </w:r>
      <w:r w:rsidR="00DC00F8" w:rsidRPr="00E535E0">
        <w:rPr>
          <w:b/>
          <w:sz w:val="28"/>
          <w:szCs w:val="28"/>
        </w:rPr>
        <w:t>е</w:t>
      </w:r>
      <w:r w:rsidR="0055747D" w:rsidRPr="00E535E0">
        <w:rPr>
          <w:b/>
          <w:sz w:val="28"/>
          <w:szCs w:val="28"/>
        </w:rPr>
        <w:t>ся на территории Ярославской области</w:t>
      </w:r>
    </w:p>
    <w:p w:rsidR="0055747D" w:rsidRPr="00E535E0" w:rsidRDefault="0080271A" w:rsidP="00CE45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1. </w:t>
      </w:r>
      <w:r w:rsidR="00DC00F8" w:rsidRPr="00E535E0">
        <w:rPr>
          <w:sz w:val="28"/>
          <w:szCs w:val="28"/>
        </w:rPr>
        <w:t>К потенциально опасным объектам, находящимся на территории Ярославской области, в</w:t>
      </w:r>
      <w:r w:rsidR="0055747D" w:rsidRPr="00E535E0">
        <w:rPr>
          <w:sz w:val="28"/>
          <w:szCs w:val="28"/>
        </w:rPr>
        <w:t xml:space="preserve"> соответствии с </w:t>
      </w:r>
      <w:r w:rsidRPr="00E535E0">
        <w:rPr>
          <w:sz w:val="28"/>
          <w:szCs w:val="28"/>
        </w:rPr>
        <w:t xml:space="preserve">Федеральным законом от 21.12.1994 № 68-ФЗ «О защите населения и территорий от чрезвычайных ситуаций природного и техногенного характера» </w:t>
      </w:r>
      <w:r w:rsidR="0055747D" w:rsidRPr="00E535E0">
        <w:rPr>
          <w:sz w:val="28"/>
          <w:szCs w:val="28"/>
        </w:rPr>
        <w:t xml:space="preserve">относятся объекты, на которых </w:t>
      </w:r>
      <w:r w:rsidR="0055747D" w:rsidRPr="00E535E0">
        <w:rPr>
          <w:sz w:val="28"/>
          <w:szCs w:val="28"/>
        </w:rPr>
        <w:lastRenderedPageBreak/>
        <w:t>расположены здания и сооружения повышенного уровня ответственности, либо объект</w:t>
      </w:r>
      <w:r w:rsidRPr="00E535E0">
        <w:rPr>
          <w:sz w:val="28"/>
          <w:szCs w:val="28"/>
        </w:rPr>
        <w:t>ы</w:t>
      </w:r>
      <w:r w:rsidR="0055747D" w:rsidRPr="00E535E0">
        <w:rPr>
          <w:sz w:val="28"/>
          <w:szCs w:val="28"/>
        </w:rPr>
        <w:t>, на котор</w:t>
      </w:r>
      <w:r w:rsidRPr="00E535E0">
        <w:rPr>
          <w:sz w:val="28"/>
          <w:szCs w:val="28"/>
        </w:rPr>
        <w:t>ых</w:t>
      </w:r>
      <w:r w:rsidR="0055747D" w:rsidRPr="00E535E0">
        <w:rPr>
          <w:sz w:val="28"/>
          <w:szCs w:val="28"/>
        </w:rPr>
        <w:t xml:space="preserve"> возможно одновременное пребывание более пяти тысяч человек.</w:t>
      </w:r>
    </w:p>
    <w:p w:rsidR="00CE451F" w:rsidRPr="00E535E0" w:rsidRDefault="0080271A" w:rsidP="00EB5D3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 xml:space="preserve">2. </w:t>
      </w:r>
      <w:r w:rsidR="00CE451F" w:rsidRPr="00E535E0">
        <w:rPr>
          <w:sz w:val="28"/>
          <w:szCs w:val="28"/>
        </w:rPr>
        <w:t>Организации</w:t>
      </w:r>
      <w:r w:rsidR="00EB5D3F" w:rsidRPr="00E535E0">
        <w:rPr>
          <w:sz w:val="28"/>
          <w:szCs w:val="28"/>
        </w:rPr>
        <w:t xml:space="preserve"> и индивидуальные предприниматели</w:t>
      </w:r>
      <w:r w:rsidR="00CE451F" w:rsidRPr="00E535E0">
        <w:rPr>
          <w:sz w:val="28"/>
          <w:szCs w:val="28"/>
        </w:rPr>
        <w:t xml:space="preserve">, эксплуатирующие </w:t>
      </w:r>
      <w:r w:rsidR="001A5903" w:rsidRPr="00E535E0">
        <w:rPr>
          <w:sz w:val="28"/>
          <w:szCs w:val="28"/>
        </w:rPr>
        <w:t>потенциально опасные объекты,</w:t>
      </w:r>
      <w:r w:rsidR="008A5E89" w:rsidRPr="00E535E0">
        <w:rPr>
          <w:sz w:val="28"/>
          <w:szCs w:val="28"/>
        </w:rPr>
        <w:t xml:space="preserve"> в соответствии с законодательством Российской Федерации обязаны</w:t>
      </w:r>
      <w:r w:rsidR="00CE451F" w:rsidRPr="00E535E0">
        <w:rPr>
          <w:sz w:val="28"/>
          <w:szCs w:val="28"/>
        </w:rPr>
        <w:t xml:space="preserve"> представля</w:t>
      </w:r>
      <w:r w:rsidR="008A5E89" w:rsidRPr="00E535E0">
        <w:rPr>
          <w:sz w:val="28"/>
          <w:szCs w:val="28"/>
        </w:rPr>
        <w:t>ть</w:t>
      </w:r>
      <w:r w:rsidR="00CE451F" w:rsidRPr="00E535E0">
        <w:rPr>
          <w:sz w:val="28"/>
          <w:szCs w:val="28"/>
        </w:rPr>
        <w:t xml:space="preserve"> сведения, необходимые для формирования и ведения перечня потенциально опасных объектов</w:t>
      </w:r>
      <w:r w:rsidR="001A5903" w:rsidRPr="00E535E0">
        <w:rPr>
          <w:sz w:val="28"/>
          <w:szCs w:val="28"/>
        </w:rPr>
        <w:t>.</w:t>
      </w:r>
      <w:r w:rsidRPr="00E535E0">
        <w:rPr>
          <w:sz w:val="28"/>
          <w:szCs w:val="28"/>
        </w:rPr>
        <w:t>»;</w:t>
      </w:r>
    </w:p>
    <w:p w:rsidR="006B4B9F" w:rsidRPr="00E535E0" w:rsidRDefault="006B4B9F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35E0">
        <w:rPr>
          <w:sz w:val="28"/>
          <w:szCs w:val="28"/>
        </w:rPr>
        <w:t>7) часть 2 статьи 24 после слов «гражданам Российской Федерации» дополнить словами «, иностранным гражданам и лицам без гражданства»;</w:t>
      </w:r>
    </w:p>
    <w:p w:rsidR="006B4B9F" w:rsidRPr="00E535E0" w:rsidRDefault="006B4B9F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78B8" w:rsidRPr="00E535E0" w:rsidRDefault="000378B8" w:rsidP="000378B8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535E0">
        <w:rPr>
          <w:b/>
          <w:sz w:val="28"/>
          <w:szCs w:val="28"/>
        </w:rPr>
        <w:t>Статья 2</w:t>
      </w:r>
    </w:p>
    <w:p w:rsidR="000378B8" w:rsidRPr="00E535E0" w:rsidRDefault="000378B8" w:rsidP="000378B8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35E0">
        <w:rPr>
          <w:bCs/>
          <w:sz w:val="28"/>
          <w:szCs w:val="28"/>
        </w:rPr>
        <w:t>Настоящий Закон вступает в силу со дня его официального опубликования,</w:t>
      </w:r>
      <w:r w:rsidR="00D90639" w:rsidRPr="00E535E0">
        <w:rPr>
          <w:sz w:val="28"/>
          <w:szCs w:val="28"/>
        </w:rPr>
        <w:t xml:space="preserve"> за исключением </w:t>
      </w:r>
      <w:r w:rsidR="00DC00F8" w:rsidRPr="00E535E0">
        <w:rPr>
          <w:sz w:val="28"/>
          <w:szCs w:val="28"/>
        </w:rPr>
        <w:t xml:space="preserve">подпункта «б» </w:t>
      </w:r>
      <w:r w:rsidRPr="00E535E0">
        <w:rPr>
          <w:sz w:val="28"/>
          <w:szCs w:val="28"/>
        </w:rPr>
        <w:t>пункта 5 статьи 1</w:t>
      </w:r>
      <w:r w:rsidR="00AD57C8" w:rsidRPr="00E535E0">
        <w:rPr>
          <w:sz w:val="28"/>
          <w:szCs w:val="28"/>
        </w:rPr>
        <w:t xml:space="preserve"> настоящего Закона</w:t>
      </w:r>
      <w:r w:rsidRPr="00E535E0">
        <w:rPr>
          <w:sz w:val="28"/>
          <w:szCs w:val="28"/>
        </w:rPr>
        <w:t>, вступающего в силу с 4 мая 2023 года.</w:t>
      </w:r>
    </w:p>
    <w:p w:rsidR="006B4B9F" w:rsidRPr="00E535E0" w:rsidRDefault="006B4B9F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38C6" w:rsidRPr="00E535E0" w:rsidRDefault="00B138C6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61E" w:rsidRPr="00E535E0" w:rsidRDefault="004C661E" w:rsidP="004C661E">
      <w:pPr>
        <w:rPr>
          <w:sz w:val="28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Евраев</w:t>
      </w:r>
    </w:p>
    <w:p w:rsidR="0005129E" w:rsidRDefault="0005129E" w:rsidP="0005129E">
      <w:pPr>
        <w:pStyle w:val="2"/>
        <w:rPr>
          <w:b w:val="0"/>
          <w:szCs w:val="28"/>
        </w:rPr>
      </w:pPr>
    </w:p>
    <w:p w:rsidR="004C661E" w:rsidRPr="004C661E" w:rsidRDefault="004C661E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</w:t>
      </w:r>
      <w:r w:rsidR="00AD57C8">
        <w:rPr>
          <w:b w:val="0"/>
          <w:szCs w:val="28"/>
        </w:rPr>
        <w:t>3</w:t>
      </w:r>
      <w:r w:rsidRPr="00D451BD">
        <w:rPr>
          <w:b w:val="0"/>
          <w:szCs w:val="28"/>
        </w:rPr>
        <w:t xml:space="preserve">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4C661E">
      <w:headerReference w:type="even" r:id="rId9"/>
      <w:headerReference w:type="default" r:id="rId10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400B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13F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010A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400B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82BBC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664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7A14"/>
    <w:rsid w:val="00DD04E7"/>
    <w:rsid w:val="00DD2A8E"/>
    <w:rsid w:val="00DF2C8C"/>
    <w:rsid w:val="00DF77A2"/>
    <w:rsid w:val="00E008F2"/>
    <w:rsid w:val="00E16746"/>
    <w:rsid w:val="00E266FD"/>
    <w:rsid w:val="00E2746F"/>
    <w:rsid w:val="00E40B21"/>
    <w:rsid w:val="00E46EA7"/>
    <w:rsid w:val="00E46F3E"/>
    <w:rsid w:val="00E535E0"/>
    <w:rsid w:val="00E543F4"/>
    <w:rsid w:val="00E61E53"/>
    <w:rsid w:val="00E61F23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247BC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A25BF-29F7-4B8F-A700-AF50A7A3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33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7</cp:revision>
  <cp:lastPrinted>2022-03-01T12:41:00Z</cp:lastPrinted>
  <dcterms:created xsi:type="dcterms:W3CDTF">2022-12-27T10:42:00Z</dcterms:created>
  <dcterms:modified xsi:type="dcterms:W3CDTF">2023-01-24T11:37:00Z</dcterms:modified>
</cp:coreProperties>
</file>