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«О внесении изменения в статью 2 Закона Ярославской области «О вопросах местного значения сельских поселений на территории Ярославской области».</w:t>
      </w:r>
    </w:p>
    <w:p w:rsidR="00DD7EA5" w:rsidRPr="00DD7EA5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bCs/>
          <w:szCs w:val="28"/>
        </w:rPr>
        <w:t>Официальным представителем Губернатора области по указанному законопроекту назначен 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2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F92244" w:rsidRPr="00DE350B" w:rsidRDefault="00F92244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C91" w:rsidRDefault="005C4C91">
      <w:r>
        <w:separator/>
      </w:r>
    </w:p>
  </w:endnote>
  <w:endnote w:type="continuationSeparator" w:id="0">
    <w:p w:rsidR="005C4C91" w:rsidRDefault="005C4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C91" w:rsidRDefault="005C4C91">
      <w:r>
        <w:separator/>
      </w:r>
    </w:p>
  </w:footnote>
  <w:footnote w:type="continuationSeparator" w:id="0">
    <w:p w:rsidR="005C4C91" w:rsidRDefault="005C4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C91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DE350B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B8EB-5A1A-496C-8B43-387542D3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2024-03-01T13:14:00Z</dcterms:created>
  <dcterms:modified xsi:type="dcterms:W3CDTF">2024-03-01T13:14:00Z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