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2066" w:rsidRPr="00DC2066" w:rsidTr="00DC2066">
        <w:tc>
          <w:tcPr>
            <w:tcW w:w="426" w:type="dxa"/>
            <w:hideMark/>
          </w:tcPr>
          <w:p w:rsidR="00DC2066" w:rsidRPr="00DC2066" w:rsidRDefault="00DC2066" w:rsidP="00DC2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06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C2066" w:rsidRPr="00DC2066" w:rsidRDefault="00DC2066" w:rsidP="00DC2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066">
              <w:rPr>
                <w:rFonts w:ascii="Times New Roman" w:hAnsi="Times New Roman" w:cs="Times New Roman"/>
                <w:sz w:val="28"/>
                <w:szCs w:val="28"/>
              </w:rPr>
              <w:t xml:space="preserve">  25.10.2016</w:t>
            </w:r>
          </w:p>
        </w:tc>
        <w:tc>
          <w:tcPr>
            <w:tcW w:w="4111" w:type="dxa"/>
          </w:tcPr>
          <w:p w:rsidR="00DC2066" w:rsidRPr="00DC2066" w:rsidRDefault="00DC2066" w:rsidP="00DC2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C2066" w:rsidRPr="00DC2066" w:rsidRDefault="00DC2066" w:rsidP="00DC2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0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C2066" w:rsidRPr="00DC2066" w:rsidRDefault="00DC2066" w:rsidP="00DC2066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  <w:bookmarkStart w:id="0" w:name="_GoBack"/>
            <w:bookmarkEnd w:id="0"/>
          </w:p>
        </w:tc>
      </w:tr>
    </w:tbl>
    <w:p w:rsidR="005E69BD" w:rsidRPr="003876CE" w:rsidRDefault="005E69BD" w:rsidP="00387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BD" w:rsidRPr="003876CE" w:rsidRDefault="005E69BD" w:rsidP="00387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390" w:rsidRPr="003876CE" w:rsidRDefault="00692390" w:rsidP="003876C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CE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692390" w:rsidRPr="003876CE" w:rsidRDefault="00692390" w:rsidP="003876C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CE">
        <w:rPr>
          <w:rFonts w:ascii="Times New Roman" w:hAnsi="Times New Roman" w:cs="Times New Roman"/>
          <w:bCs/>
          <w:sz w:val="28"/>
          <w:szCs w:val="28"/>
        </w:rPr>
        <w:t>«О внесении изменений в статьи 19</w:t>
      </w:r>
      <w:r w:rsidRPr="003876CE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3876CE">
        <w:rPr>
          <w:rFonts w:ascii="Times New Roman" w:hAnsi="Times New Roman" w:cs="Times New Roman"/>
          <w:bCs/>
          <w:sz w:val="28"/>
          <w:szCs w:val="28"/>
        </w:rPr>
        <w:t xml:space="preserve"> и 28 </w:t>
      </w:r>
    </w:p>
    <w:p w:rsidR="00692390" w:rsidRPr="003876CE" w:rsidRDefault="00692390" w:rsidP="003876C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CE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«Об управлении </w:t>
      </w:r>
    </w:p>
    <w:p w:rsidR="00692390" w:rsidRPr="003876CE" w:rsidRDefault="00692390" w:rsidP="003876C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6CE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3876CE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3876CE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области»</w:t>
      </w:r>
    </w:p>
    <w:p w:rsidR="00692390" w:rsidRPr="003876CE" w:rsidRDefault="00692390" w:rsidP="003876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390" w:rsidRPr="003876CE" w:rsidRDefault="00692390" w:rsidP="00387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390" w:rsidRPr="003876CE" w:rsidRDefault="00692390" w:rsidP="00387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C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92390" w:rsidRPr="003876CE" w:rsidRDefault="00692390" w:rsidP="003876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390" w:rsidRPr="003876CE" w:rsidRDefault="00692390" w:rsidP="00387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87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876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92390" w:rsidRPr="003876CE" w:rsidRDefault="00692390" w:rsidP="00387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2390" w:rsidRPr="003876CE" w:rsidRDefault="00692390" w:rsidP="00387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CE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3876C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изменений в статьи 19</w:t>
      </w:r>
      <w:r w:rsidRPr="003876CE">
        <w:rPr>
          <w:rFonts w:ascii="Times New Roman" w:eastAsia="Times New Roman" w:hAnsi="Times New Roman" w:cs="Times New Roman"/>
          <w:bCs/>
          <w:spacing w:val="-6"/>
          <w:sz w:val="28"/>
          <w:szCs w:val="28"/>
          <w:vertAlign w:val="superscript"/>
          <w:lang w:eastAsia="ru-RU"/>
        </w:rPr>
        <w:t>1</w:t>
      </w:r>
      <w:r w:rsidRPr="003876C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и 28 Закона Ярославской области «Об управлении и распоряжении имущ</w:t>
      </w:r>
      <w:r w:rsidRPr="003876C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</w:t>
      </w:r>
      <w:r w:rsidRPr="003876C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ством Ярославской области»</w:t>
      </w:r>
      <w:r w:rsidRPr="00387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87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2390" w:rsidRPr="003876CE" w:rsidRDefault="00692390" w:rsidP="003876CE">
      <w:pPr>
        <w:pStyle w:val="21"/>
        <w:rPr>
          <w:szCs w:val="28"/>
        </w:rPr>
      </w:pPr>
      <w:r w:rsidRPr="003876CE">
        <w:rPr>
          <w:szCs w:val="28"/>
        </w:rPr>
        <w:t>2. Направить указанный Закон Ярославской области временно испо</w:t>
      </w:r>
      <w:r w:rsidRPr="003876CE">
        <w:rPr>
          <w:szCs w:val="28"/>
        </w:rPr>
        <w:t>л</w:t>
      </w:r>
      <w:r w:rsidRPr="003876CE">
        <w:rPr>
          <w:szCs w:val="28"/>
        </w:rPr>
        <w:t xml:space="preserve">няющему обязанности Губернатора </w:t>
      </w:r>
      <w:r w:rsidR="002F1CAB" w:rsidRPr="003876CE">
        <w:rPr>
          <w:szCs w:val="28"/>
        </w:rPr>
        <w:t>Ярославской области для подписа</w:t>
      </w:r>
      <w:r w:rsidRPr="003876CE">
        <w:rPr>
          <w:szCs w:val="28"/>
        </w:rPr>
        <w:t xml:space="preserve">ния </w:t>
      </w:r>
      <w:r w:rsidR="003876CE">
        <w:rPr>
          <w:szCs w:val="28"/>
        </w:rPr>
        <w:t>и официального опубликования.</w:t>
      </w:r>
    </w:p>
    <w:p w:rsidR="00692390" w:rsidRPr="003876CE" w:rsidRDefault="00692390" w:rsidP="00387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390" w:rsidRPr="003876CE" w:rsidRDefault="00692390" w:rsidP="00387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390" w:rsidRPr="003876CE" w:rsidRDefault="00692390" w:rsidP="003876C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2390" w:rsidRPr="003876CE" w:rsidRDefault="00692390" w:rsidP="003876C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6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4442F" w:rsidRPr="003876CE" w:rsidRDefault="00692390" w:rsidP="003876C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876C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4442F" w:rsidRPr="003876CE" w:rsidSect="003876C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8F"/>
    <w:rsid w:val="002D2F8F"/>
    <w:rsid w:val="002F1CAB"/>
    <w:rsid w:val="0034442F"/>
    <w:rsid w:val="003876CE"/>
    <w:rsid w:val="005E69BD"/>
    <w:rsid w:val="00692390"/>
    <w:rsid w:val="00DC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9239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9239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2016-10-14T11:49:00Z</dcterms:created>
  <dcterms:modified xsi:type="dcterms:W3CDTF">2016-10-28T06:58:00Z</dcterms:modified>
</cp:coreProperties>
</file>