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ABC" w:rsidRPr="00F20ABC" w:rsidRDefault="00F20ABC" w:rsidP="00F20ABC">
      <w:pPr>
        <w:keepNext/>
        <w:jc w:val="right"/>
        <w:outlineLvl w:val="2"/>
        <w:rPr>
          <w:b/>
          <w:sz w:val="20"/>
        </w:rPr>
      </w:pPr>
      <w:bookmarkStart w:id="0" w:name="_GoBack"/>
      <w:bookmarkEnd w:id="0"/>
      <w:r w:rsidRPr="00F20ABC">
        <w:rPr>
          <w:b/>
          <w:sz w:val="20"/>
        </w:rPr>
        <w:t>Проект вносит</w:t>
      </w:r>
    </w:p>
    <w:p w:rsidR="00F20ABC" w:rsidRPr="00F20ABC" w:rsidRDefault="00F20ABC" w:rsidP="00F20ABC">
      <w:pPr>
        <w:keepNext/>
        <w:jc w:val="right"/>
        <w:outlineLvl w:val="2"/>
        <w:rPr>
          <w:b/>
          <w:sz w:val="20"/>
        </w:rPr>
      </w:pPr>
      <w:r w:rsidRPr="00F20ABC">
        <w:rPr>
          <w:b/>
          <w:sz w:val="20"/>
        </w:rPr>
        <w:t xml:space="preserve">временно </w:t>
      </w:r>
      <w:proofErr w:type="gramStart"/>
      <w:r w:rsidRPr="00F20ABC">
        <w:rPr>
          <w:b/>
          <w:sz w:val="20"/>
        </w:rPr>
        <w:t>исполняющий</w:t>
      </w:r>
      <w:proofErr w:type="gramEnd"/>
      <w:r w:rsidRPr="00F20ABC">
        <w:rPr>
          <w:b/>
          <w:sz w:val="20"/>
        </w:rPr>
        <w:t xml:space="preserve"> обязанности</w:t>
      </w:r>
    </w:p>
    <w:p w:rsidR="00F20ABC" w:rsidRPr="00F20ABC" w:rsidRDefault="00F20ABC" w:rsidP="00F20ABC">
      <w:pPr>
        <w:keepNext/>
        <w:jc w:val="right"/>
        <w:outlineLvl w:val="2"/>
        <w:rPr>
          <w:b/>
          <w:sz w:val="20"/>
        </w:rPr>
      </w:pPr>
      <w:r w:rsidRPr="00F20ABC">
        <w:rPr>
          <w:b/>
          <w:sz w:val="20"/>
        </w:rPr>
        <w:t>Губернатора Ярославской области</w:t>
      </w:r>
    </w:p>
    <w:p w:rsidR="00F20ABC" w:rsidRPr="00F20ABC" w:rsidRDefault="00F20ABC" w:rsidP="00F20ABC">
      <w:pPr>
        <w:keepNext/>
        <w:jc w:val="right"/>
        <w:outlineLvl w:val="2"/>
        <w:rPr>
          <w:b/>
          <w:bCs/>
          <w:sz w:val="20"/>
        </w:rPr>
      </w:pPr>
    </w:p>
    <w:p w:rsidR="00DF3137" w:rsidRPr="00DF3137" w:rsidRDefault="00F20ABC" w:rsidP="00F20ABC">
      <w:pPr>
        <w:keepNext/>
        <w:jc w:val="right"/>
        <w:outlineLvl w:val="2"/>
        <w:rPr>
          <w:b/>
          <w:bCs/>
          <w:sz w:val="20"/>
          <w:szCs w:val="20"/>
          <w:lang w:eastAsia="x-none"/>
        </w:rPr>
      </w:pPr>
      <w:r w:rsidRPr="00F20ABC">
        <w:rPr>
          <w:b/>
          <w:sz w:val="20"/>
        </w:rPr>
        <w:t>М</w:t>
      </w:r>
      <w:r w:rsidRPr="00F20ABC">
        <w:rPr>
          <w:b/>
          <w:sz w:val="20"/>
          <w:lang w:val="x-none"/>
        </w:rPr>
        <w:t>.</w:t>
      </w:r>
      <w:r w:rsidRPr="00F20ABC">
        <w:rPr>
          <w:b/>
          <w:sz w:val="20"/>
        </w:rPr>
        <w:t>Я</w:t>
      </w:r>
      <w:r w:rsidRPr="00F20ABC">
        <w:rPr>
          <w:b/>
          <w:sz w:val="20"/>
          <w:lang w:val="x-none"/>
        </w:rPr>
        <w:t xml:space="preserve">. </w:t>
      </w:r>
      <w:proofErr w:type="spellStart"/>
      <w:r w:rsidRPr="00F20ABC">
        <w:rPr>
          <w:b/>
          <w:sz w:val="20"/>
        </w:rPr>
        <w:t>Евраев</w:t>
      </w:r>
      <w:proofErr w:type="spellEnd"/>
    </w:p>
    <w:p w:rsidR="00EB17A2" w:rsidRPr="00700A46" w:rsidRDefault="00EB17A2" w:rsidP="00EB17A2">
      <w:pPr>
        <w:jc w:val="right"/>
        <w:rPr>
          <w:b/>
          <w:sz w:val="20"/>
        </w:rPr>
      </w:pPr>
    </w:p>
    <w:p w:rsidR="00EB17A2" w:rsidRPr="00700A46" w:rsidRDefault="00980CC5" w:rsidP="00DF3137">
      <w:pPr>
        <w:ind w:firstLine="0"/>
        <w:jc w:val="center"/>
      </w:pPr>
      <w:r w:rsidRPr="00700A46">
        <w:rPr>
          <w:noProof/>
        </w:rPr>
        <w:drawing>
          <wp:inline distT="0" distB="0" distL="0" distR="0" wp14:anchorId="4E070B13" wp14:editId="7F40B26A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363353">
      <w:pPr>
        <w:ind w:firstLine="0"/>
        <w:jc w:val="center"/>
        <w:rPr>
          <w:b/>
          <w:bCs/>
          <w:sz w:val="36"/>
        </w:rPr>
      </w:pPr>
      <w:proofErr w:type="gramStart"/>
      <w:r w:rsidRPr="00700A46">
        <w:rPr>
          <w:b/>
          <w:bCs/>
          <w:sz w:val="36"/>
        </w:rPr>
        <w:t>З</w:t>
      </w:r>
      <w:proofErr w:type="gramEnd"/>
      <w:r w:rsidRPr="00700A46">
        <w:rPr>
          <w:b/>
          <w:bCs/>
          <w:sz w:val="36"/>
        </w:rPr>
        <w:t xml:space="preserve"> А К О Н</w:t>
      </w:r>
    </w:p>
    <w:p w:rsidR="00EB17A2" w:rsidRPr="00700A46" w:rsidRDefault="00EB17A2" w:rsidP="00363353">
      <w:pPr>
        <w:ind w:firstLine="0"/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EB17A2" w:rsidRDefault="00EB17A2" w:rsidP="00EB17A2">
      <w:pPr>
        <w:jc w:val="center"/>
        <w:rPr>
          <w:b/>
          <w:bCs/>
          <w:szCs w:val="28"/>
        </w:rPr>
      </w:pPr>
    </w:p>
    <w:p w:rsidR="00B2170E" w:rsidRPr="00BA6241" w:rsidRDefault="00EB17A2" w:rsidP="00363353">
      <w:pPr>
        <w:ind w:firstLine="0"/>
        <w:jc w:val="center"/>
        <w:rPr>
          <w:b/>
          <w:bCs/>
          <w:szCs w:val="28"/>
        </w:rPr>
      </w:pPr>
      <w:r w:rsidRPr="00BA6241">
        <w:rPr>
          <w:b/>
          <w:bCs/>
          <w:szCs w:val="28"/>
        </w:rPr>
        <w:t>О внесении изменени</w:t>
      </w:r>
      <w:r w:rsidR="003F65F7" w:rsidRPr="00BA6241">
        <w:rPr>
          <w:b/>
          <w:bCs/>
          <w:szCs w:val="28"/>
        </w:rPr>
        <w:t>й</w:t>
      </w:r>
      <w:r w:rsidRPr="00BA6241">
        <w:rPr>
          <w:b/>
          <w:bCs/>
          <w:szCs w:val="28"/>
        </w:rPr>
        <w:t xml:space="preserve"> в </w:t>
      </w:r>
      <w:r w:rsidR="00A354A6">
        <w:rPr>
          <w:b/>
          <w:bCs/>
          <w:szCs w:val="28"/>
        </w:rPr>
        <w:t>статьи 2 и 3</w:t>
      </w:r>
      <w:r w:rsidR="00A354A6" w:rsidRPr="00A354A6">
        <w:rPr>
          <w:b/>
          <w:bCs/>
          <w:szCs w:val="28"/>
          <w:vertAlign w:val="superscript"/>
        </w:rPr>
        <w:t>1</w:t>
      </w:r>
      <w:r w:rsidR="00A354A6">
        <w:rPr>
          <w:b/>
          <w:bCs/>
          <w:szCs w:val="28"/>
        </w:rPr>
        <w:t xml:space="preserve"> </w:t>
      </w:r>
      <w:r w:rsidR="00D34E03" w:rsidRPr="00BA6241">
        <w:rPr>
          <w:b/>
          <w:bCs/>
          <w:szCs w:val="28"/>
        </w:rPr>
        <w:t>Закон</w:t>
      </w:r>
      <w:r w:rsidR="00A354A6">
        <w:rPr>
          <w:b/>
          <w:bCs/>
          <w:szCs w:val="28"/>
        </w:rPr>
        <w:t>а</w:t>
      </w:r>
      <w:r w:rsidR="00D34E03" w:rsidRPr="00BA6241">
        <w:rPr>
          <w:b/>
          <w:bCs/>
          <w:szCs w:val="28"/>
        </w:rPr>
        <w:t xml:space="preserve"> Ярославской области </w:t>
      </w:r>
    </w:p>
    <w:p w:rsidR="00C06BEA" w:rsidRPr="00C06BEA" w:rsidRDefault="00DB2741" w:rsidP="00363353">
      <w:pPr>
        <w:ind w:firstLine="0"/>
        <w:jc w:val="center"/>
        <w:rPr>
          <w:b/>
          <w:bCs/>
          <w:szCs w:val="28"/>
        </w:rPr>
      </w:pPr>
      <w:r w:rsidRPr="00C06BEA">
        <w:rPr>
          <w:b/>
          <w:bCs/>
          <w:szCs w:val="28"/>
        </w:rPr>
        <w:t xml:space="preserve">«О налоге на имущество организаций в Ярославской области» </w:t>
      </w:r>
    </w:p>
    <w:p w:rsidR="00BC27B8" w:rsidRPr="00C06BEA" w:rsidRDefault="00BC27B8" w:rsidP="00C06BEA">
      <w:pPr>
        <w:ind w:firstLine="0"/>
        <w:jc w:val="center"/>
        <w:rPr>
          <w:b/>
          <w:bCs/>
          <w:szCs w:val="28"/>
        </w:rPr>
      </w:pPr>
    </w:p>
    <w:p w:rsidR="00FB544D" w:rsidRPr="00C06BEA" w:rsidRDefault="00FB544D" w:rsidP="00DF51D4">
      <w:pPr>
        <w:pStyle w:val="af"/>
        <w:tabs>
          <w:tab w:val="left" w:pos="709"/>
        </w:tabs>
        <w:rPr>
          <w:b/>
          <w:szCs w:val="24"/>
        </w:rPr>
      </w:pPr>
    </w:p>
    <w:p w:rsidR="00B2170E" w:rsidRPr="00DF3137" w:rsidRDefault="00B2170E" w:rsidP="00DF51D4">
      <w:pPr>
        <w:pStyle w:val="af"/>
        <w:tabs>
          <w:tab w:val="left" w:pos="709"/>
        </w:tabs>
        <w:rPr>
          <w:szCs w:val="24"/>
        </w:rPr>
      </w:pPr>
    </w:p>
    <w:p w:rsidR="00EB17A2" w:rsidRPr="00BA6241" w:rsidRDefault="00EB17A2" w:rsidP="003001A7">
      <w:pPr>
        <w:tabs>
          <w:tab w:val="left" w:pos="709"/>
        </w:tabs>
        <w:ind w:firstLine="0"/>
        <w:rPr>
          <w:sz w:val="24"/>
        </w:rPr>
      </w:pPr>
      <w:proofErr w:type="gramStart"/>
      <w:r w:rsidRPr="00BA6241">
        <w:rPr>
          <w:sz w:val="24"/>
        </w:rPr>
        <w:t>Принят</w:t>
      </w:r>
      <w:proofErr w:type="gramEnd"/>
      <w:r w:rsidRPr="00BA6241">
        <w:rPr>
          <w:sz w:val="24"/>
        </w:rPr>
        <w:t xml:space="preserve"> Ярославской областной Думой</w:t>
      </w:r>
    </w:p>
    <w:p w:rsidR="00EB17A2" w:rsidRPr="00BA6241" w:rsidRDefault="00EB17A2" w:rsidP="002D2779">
      <w:pPr>
        <w:tabs>
          <w:tab w:val="left" w:pos="709"/>
        </w:tabs>
        <w:ind w:firstLine="0"/>
        <w:rPr>
          <w:sz w:val="24"/>
        </w:rPr>
      </w:pPr>
      <w:r w:rsidRPr="00BA6241">
        <w:rPr>
          <w:sz w:val="24"/>
        </w:rPr>
        <w:t>«____»_____________ 202</w:t>
      </w:r>
      <w:r w:rsidR="00BC27B8" w:rsidRPr="00BA6241">
        <w:rPr>
          <w:sz w:val="24"/>
        </w:rPr>
        <w:t>1</w:t>
      </w:r>
      <w:r w:rsidRPr="00BA6241">
        <w:rPr>
          <w:sz w:val="24"/>
        </w:rPr>
        <w:t xml:space="preserve"> года</w:t>
      </w:r>
    </w:p>
    <w:p w:rsidR="0096168F" w:rsidRPr="00DF3137" w:rsidRDefault="0096168F" w:rsidP="00DF3137">
      <w:pPr>
        <w:ind w:firstLine="0"/>
        <w:rPr>
          <w:bCs/>
          <w:sz w:val="24"/>
        </w:rPr>
      </w:pPr>
    </w:p>
    <w:p w:rsidR="00DF3137" w:rsidRPr="00DF3137" w:rsidRDefault="00DF3137" w:rsidP="00DF3137">
      <w:pPr>
        <w:ind w:firstLine="0"/>
        <w:rPr>
          <w:bCs/>
          <w:sz w:val="24"/>
        </w:rPr>
      </w:pPr>
    </w:p>
    <w:p w:rsidR="00F20ABC" w:rsidRPr="00D70196" w:rsidRDefault="00F20ABC" w:rsidP="00F20ABC">
      <w:pPr>
        <w:ind w:firstLine="709"/>
        <w:rPr>
          <w:b/>
          <w:szCs w:val="28"/>
        </w:rPr>
      </w:pPr>
      <w:r w:rsidRPr="00D70196">
        <w:rPr>
          <w:b/>
          <w:szCs w:val="28"/>
        </w:rPr>
        <w:t>Статья 1</w:t>
      </w:r>
    </w:p>
    <w:p w:rsidR="00F20ABC" w:rsidRPr="00BA6241" w:rsidRDefault="00F20ABC" w:rsidP="00753A54">
      <w:pPr>
        <w:ind w:firstLine="709"/>
        <w:rPr>
          <w:bCs/>
          <w:szCs w:val="28"/>
        </w:rPr>
      </w:pPr>
      <w:r w:rsidRPr="00BA6241">
        <w:rPr>
          <w:bCs/>
          <w:szCs w:val="28"/>
        </w:rPr>
        <w:t>Внести в Закон Ярославской области от 15.10.2003 № 46-з «О налоге на имущество организаций в Ярославской области» (</w:t>
      </w:r>
      <w:r w:rsidRPr="00A354A6">
        <w:rPr>
          <w:bCs/>
          <w:szCs w:val="28"/>
        </w:rPr>
        <w:t xml:space="preserve">Губернские вести, 2003, 20 октября, № 66; Документ – Регион, </w:t>
      </w:r>
      <w:r w:rsidR="00FD1C74" w:rsidRPr="00A354A6">
        <w:rPr>
          <w:bCs/>
          <w:szCs w:val="28"/>
        </w:rPr>
        <w:t>2014, 17 </w:t>
      </w:r>
      <w:r w:rsidRPr="00A354A6">
        <w:rPr>
          <w:bCs/>
          <w:szCs w:val="28"/>
        </w:rPr>
        <w:t>октября, № 86; 201</w:t>
      </w:r>
      <w:r w:rsidR="00FD1C74" w:rsidRPr="00A354A6">
        <w:rPr>
          <w:bCs/>
          <w:szCs w:val="28"/>
        </w:rPr>
        <w:t>6, 14 июня, № 51; 27 декабря, № </w:t>
      </w:r>
      <w:r w:rsidRPr="00A354A6">
        <w:rPr>
          <w:bCs/>
          <w:szCs w:val="28"/>
        </w:rPr>
        <w:t xml:space="preserve">113; 2017, 3 ноября, № 92; 2018, 9 ноября, № 95; </w:t>
      </w:r>
      <w:r w:rsidR="00E349C2" w:rsidRPr="00A354A6">
        <w:rPr>
          <w:bCs/>
          <w:szCs w:val="28"/>
        </w:rPr>
        <w:t>7 </w:t>
      </w:r>
      <w:r w:rsidRPr="00A354A6">
        <w:rPr>
          <w:bCs/>
          <w:szCs w:val="28"/>
        </w:rPr>
        <w:t xml:space="preserve">декабря, № 104; 2019, 15 ноября, № 97; </w:t>
      </w:r>
      <w:proofErr w:type="gramStart"/>
      <w:r w:rsidRPr="00A354A6">
        <w:rPr>
          <w:bCs/>
          <w:szCs w:val="28"/>
        </w:rPr>
        <w:t>2020, 6 мая, № 36; 2 июня, № 44</w:t>
      </w:r>
      <w:r w:rsidR="00E349C2" w:rsidRPr="00A354A6">
        <w:rPr>
          <w:bCs/>
          <w:szCs w:val="28"/>
        </w:rPr>
        <w:t>; 10 </w:t>
      </w:r>
      <w:r w:rsidR="00FD1C74" w:rsidRPr="00A354A6">
        <w:rPr>
          <w:bCs/>
          <w:szCs w:val="28"/>
        </w:rPr>
        <w:t>июля, № 54; 25 </w:t>
      </w:r>
      <w:r w:rsidRPr="00A354A6">
        <w:rPr>
          <w:bCs/>
          <w:szCs w:val="28"/>
        </w:rPr>
        <w:t>сентября, № 80; 2021, 9 июля, № 55</w:t>
      </w:r>
      <w:r w:rsidR="009D52CB" w:rsidRPr="00A354A6">
        <w:rPr>
          <w:bCs/>
          <w:szCs w:val="28"/>
        </w:rPr>
        <w:t xml:space="preserve">; </w:t>
      </w:r>
      <w:r w:rsidR="00AF57AF" w:rsidRPr="00AF57AF">
        <w:rPr>
          <w:bCs/>
          <w:szCs w:val="28"/>
        </w:rPr>
        <w:t>9</w:t>
      </w:r>
      <w:r w:rsidR="009D52CB" w:rsidRPr="00AF57AF">
        <w:rPr>
          <w:bCs/>
          <w:szCs w:val="28"/>
        </w:rPr>
        <w:t xml:space="preserve"> ноября, №</w:t>
      </w:r>
      <w:r w:rsidR="00AF57AF" w:rsidRPr="00AF57AF">
        <w:rPr>
          <w:bCs/>
          <w:szCs w:val="28"/>
        </w:rPr>
        <w:t xml:space="preserve"> </w:t>
      </w:r>
      <w:r w:rsidR="00AF57AF">
        <w:rPr>
          <w:bCs/>
          <w:szCs w:val="28"/>
        </w:rPr>
        <w:t>89</w:t>
      </w:r>
      <w:r w:rsidRPr="00BA6241">
        <w:rPr>
          <w:bCs/>
          <w:szCs w:val="28"/>
        </w:rPr>
        <w:t>) следующие изменения:</w:t>
      </w:r>
      <w:proofErr w:type="gramEnd"/>
    </w:p>
    <w:p w:rsidR="00753A54" w:rsidRPr="00DF3EA1" w:rsidRDefault="00F20ABC" w:rsidP="00753A54">
      <w:pPr>
        <w:ind w:firstLine="709"/>
        <w:rPr>
          <w:bCs/>
          <w:szCs w:val="28"/>
        </w:rPr>
      </w:pPr>
      <w:r w:rsidRPr="00DF3EA1">
        <w:rPr>
          <w:bCs/>
          <w:szCs w:val="28"/>
        </w:rPr>
        <w:t>1)</w:t>
      </w:r>
      <w:r w:rsidR="00753A54" w:rsidRPr="00DF3EA1">
        <w:rPr>
          <w:bCs/>
          <w:szCs w:val="28"/>
        </w:rPr>
        <w:t xml:space="preserve"> часть 4</w:t>
      </w:r>
      <w:r w:rsidRPr="00DF3EA1">
        <w:rPr>
          <w:bCs/>
          <w:szCs w:val="28"/>
        </w:rPr>
        <w:t xml:space="preserve"> стать</w:t>
      </w:r>
      <w:r w:rsidR="00753A54" w:rsidRPr="00DF3EA1">
        <w:rPr>
          <w:bCs/>
          <w:szCs w:val="28"/>
        </w:rPr>
        <w:t>и</w:t>
      </w:r>
      <w:r w:rsidRPr="00DF3EA1">
        <w:rPr>
          <w:bCs/>
          <w:szCs w:val="28"/>
        </w:rPr>
        <w:t xml:space="preserve"> 2</w:t>
      </w:r>
      <w:r w:rsidR="00753A54" w:rsidRPr="00DF3EA1">
        <w:rPr>
          <w:bCs/>
          <w:szCs w:val="28"/>
        </w:rPr>
        <w:t xml:space="preserve"> изложить в следующей редакции:</w:t>
      </w:r>
    </w:p>
    <w:p w:rsidR="00753A54" w:rsidRPr="00DF3EA1" w:rsidRDefault="00753A54" w:rsidP="00753A54">
      <w:pPr>
        <w:autoSpaceDE w:val="0"/>
        <w:autoSpaceDN w:val="0"/>
        <w:adjustRightInd w:val="0"/>
        <w:ind w:firstLine="709"/>
        <w:rPr>
          <w:szCs w:val="28"/>
        </w:rPr>
      </w:pPr>
      <w:r w:rsidRPr="00DF3EA1">
        <w:rPr>
          <w:szCs w:val="28"/>
        </w:rPr>
        <w:t>«4. Для объектов недвижимого имущества, налоговая база в отношении которых в соответствии со статьей 2</w:t>
      </w:r>
      <w:r w:rsidRPr="00DF3EA1">
        <w:rPr>
          <w:szCs w:val="28"/>
          <w:vertAlign w:val="superscript"/>
        </w:rPr>
        <w:t>1</w:t>
      </w:r>
      <w:r w:rsidRPr="00DF3EA1">
        <w:rPr>
          <w:szCs w:val="28"/>
        </w:rPr>
        <w:t xml:space="preserve"> настоящего Закона определяется как кадастровая стоимость, налоговая ставка устанавливается в размере </w:t>
      </w:r>
      <w:r w:rsidR="00E349C2" w:rsidRPr="00DF3EA1">
        <w:rPr>
          <w:szCs w:val="28"/>
        </w:rPr>
        <w:t>1,6 </w:t>
      </w:r>
      <w:r w:rsidRPr="00DF3EA1">
        <w:rPr>
          <w:szCs w:val="28"/>
        </w:rPr>
        <w:t>процента</w:t>
      </w:r>
      <w:proofErr w:type="gramStart"/>
      <w:r w:rsidRPr="00DF3EA1">
        <w:rPr>
          <w:szCs w:val="28"/>
        </w:rPr>
        <w:t>.»;</w:t>
      </w:r>
    </w:p>
    <w:p w:rsidR="00F20ABC" w:rsidRPr="00170F33" w:rsidRDefault="00F20ABC" w:rsidP="00753A54">
      <w:pPr>
        <w:ind w:firstLine="709"/>
        <w:rPr>
          <w:bCs/>
          <w:szCs w:val="28"/>
        </w:rPr>
      </w:pPr>
      <w:proofErr w:type="gramEnd"/>
      <w:r>
        <w:rPr>
          <w:bCs/>
          <w:szCs w:val="28"/>
        </w:rPr>
        <w:t>2</w:t>
      </w:r>
      <w:r w:rsidRPr="00170F33">
        <w:rPr>
          <w:bCs/>
          <w:szCs w:val="28"/>
        </w:rPr>
        <w:t>) стать</w:t>
      </w:r>
      <w:r>
        <w:rPr>
          <w:bCs/>
          <w:szCs w:val="28"/>
        </w:rPr>
        <w:t>ю</w:t>
      </w:r>
      <w:r w:rsidRPr="00170F33">
        <w:rPr>
          <w:bCs/>
          <w:szCs w:val="28"/>
        </w:rPr>
        <w:t xml:space="preserve"> 3</w:t>
      </w:r>
      <w:r w:rsidRPr="00170F33">
        <w:rPr>
          <w:bCs/>
          <w:szCs w:val="28"/>
          <w:vertAlign w:val="superscript"/>
        </w:rPr>
        <w:t>1</w:t>
      </w:r>
      <w:r w:rsidRPr="00170F33">
        <w:rPr>
          <w:bCs/>
          <w:szCs w:val="28"/>
        </w:rPr>
        <w:t xml:space="preserve"> дополнить част</w:t>
      </w:r>
      <w:r>
        <w:rPr>
          <w:bCs/>
          <w:szCs w:val="28"/>
        </w:rPr>
        <w:t>ью</w:t>
      </w:r>
      <w:r w:rsidRPr="00170F33">
        <w:rPr>
          <w:bCs/>
          <w:szCs w:val="28"/>
        </w:rPr>
        <w:t xml:space="preserve"> 5 следующего содержания:</w:t>
      </w:r>
    </w:p>
    <w:p w:rsidR="00F20ABC" w:rsidRDefault="00F20ABC" w:rsidP="00F81C2C">
      <w:pPr>
        <w:ind w:firstLine="709"/>
        <w:rPr>
          <w:szCs w:val="28"/>
        </w:rPr>
      </w:pPr>
      <w:r>
        <w:rPr>
          <w:szCs w:val="28"/>
        </w:rPr>
        <w:t xml:space="preserve">«5. Сумма налога на </w:t>
      </w:r>
      <w:r w:rsidRPr="00225C09">
        <w:rPr>
          <w:szCs w:val="28"/>
        </w:rPr>
        <w:t xml:space="preserve">имущество организаций </w:t>
      </w:r>
      <w:r w:rsidRPr="00225C09">
        <w:rPr>
          <w:bCs/>
          <w:iCs/>
          <w:szCs w:val="28"/>
        </w:rPr>
        <w:t>(</w:t>
      </w:r>
      <w:r w:rsidRPr="00F81C2C">
        <w:rPr>
          <w:bCs/>
          <w:iCs/>
          <w:szCs w:val="28"/>
        </w:rPr>
        <w:t>сумма авансов</w:t>
      </w:r>
      <w:r w:rsidR="00F81C2C" w:rsidRPr="00F81C2C">
        <w:rPr>
          <w:bCs/>
          <w:iCs/>
          <w:szCs w:val="28"/>
        </w:rPr>
        <w:t>ых</w:t>
      </w:r>
      <w:r w:rsidRPr="00F81C2C">
        <w:rPr>
          <w:bCs/>
          <w:iCs/>
          <w:szCs w:val="28"/>
        </w:rPr>
        <w:t xml:space="preserve"> платеж</w:t>
      </w:r>
      <w:r w:rsidR="00F81C2C" w:rsidRPr="00F81C2C">
        <w:rPr>
          <w:bCs/>
          <w:iCs/>
          <w:szCs w:val="28"/>
        </w:rPr>
        <w:t>ей</w:t>
      </w:r>
      <w:r w:rsidRPr="00F81C2C">
        <w:rPr>
          <w:bCs/>
          <w:iCs/>
          <w:szCs w:val="28"/>
        </w:rPr>
        <w:t xml:space="preserve"> по налогу)</w:t>
      </w:r>
      <w:r w:rsidRPr="00F81C2C">
        <w:rPr>
          <w:szCs w:val="28"/>
        </w:rPr>
        <w:t xml:space="preserve"> исчисляется по </w:t>
      </w:r>
      <w:r w:rsidR="00753A54" w:rsidRPr="00F81C2C">
        <w:rPr>
          <w:szCs w:val="28"/>
        </w:rPr>
        <w:t xml:space="preserve">налоговой </w:t>
      </w:r>
      <w:r w:rsidRPr="00F81C2C">
        <w:rPr>
          <w:szCs w:val="28"/>
        </w:rPr>
        <w:t>ставке</w:t>
      </w:r>
      <w:r w:rsidR="00753A54" w:rsidRPr="00F81C2C">
        <w:rPr>
          <w:szCs w:val="28"/>
        </w:rPr>
        <w:t xml:space="preserve"> в размере</w:t>
      </w:r>
      <w:r w:rsidRPr="00F81C2C">
        <w:rPr>
          <w:szCs w:val="28"/>
        </w:rPr>
        <w:t xml:space="preserve"> </w:t>
      </w:r>
      <w:r w:rsidRPr="00225C09">
        <w:rPr>
          <w:rFonts w:eastAsia="Calibri"/>
          <w:bCs/>
          <w:iCs/>
          <w:szCs w:val="28"/>
          <w:lang w:eastAsia="en-US"/>
        </w:rPr>
        <w:t>1,0 процент</w:t>
      </w:r>
      <w:r w:rsidR="00753A54" w:rsidRPr="00225C09">
        <w:rPr>
          <w:rFonts w:eastAsia="Calibri"/>
          <w:bCs/>
          <w:iCs/>
          <w:szCs w:val="28"/>
          <w:lang w:eastAsia="en-US"/>
        </w:rPr>
        <w:t>а</w:t>
      </w:r>
      <w:r w:rsidRPr="00225C09">
        <w:rPr>
          <w:szCs w:val="28"/>
        </w:rPr>
        <w:t xml:space="preserve"> в отношении </w:t>
      </w:r>
      <w:r w:rsidR="00225C09" w:rsidRPr="00225C09">
        <w:rPr>
          <w:lang w:eastAsia="en-US"/>
        </w:rPr>
        <w:t xml:space="preserve">принадлежащих организациям, </w:t>
      </w:r>
      <w:r w:rsidR="00225C09" w:rsidRPr="00225C09">
        <w:rPr>
          <w:szCs w:val="28"/>
        </w:rPr>
        <w:t xml:space="preserve">применяющим специальные налоговые режимы, </w:t>
      </w:r>
      <w:r w:rsidR="00753A54" w:rsidRPr="00225C09">
        <w:rPr>
          <w:szCs w:val="28"/>
        </w:rPr>
        <w:t xml:space="preserve">следующих </w:t>
      </w:r>
      <w:r w:rsidRPr="00225C09">
        <w:rPr>
          <w:szCs w:val="28"/>
        </w:rPr>
        <w:t xml:space="preserve">объектов </w:t>
      </w:r>
      <w:r>
        <w:rPr>
          <w:szCs w:val="28"/>
        </w:rPr>
        <w:t xml:space="preserve">недвижимого имущества, налоговая </w:t>
      </w:r>
      <w:r w:rsidRPr="00AF57AF">
        <w:rPr>
          <w:szCs w:val="28"/>
        </w:rPr>
        <w:t xml:space="preserve">база </w:t>
      </w:r>
      <w:r w:rsidR="00753A54" w:rsidRPr="00AF57AF">
        <w:rPr>
          <w:szCs w:val="28"/>
        </w:rPr>
        <w:t xml:space="preserve">в отношении </w:t>
      </w:r>
      <w:r>
        <w:rPr>
          <w:szCs w:val="28"/>
        </w:rPr>
        <w:t>которых определяется как кадастровая стоимость</w:t>
      </w:r>
      <w:r w:rsidR="00225C09">
        <w:rPr>
          <w:szCs w:val="28"/>
        </w:rPr>
        <w:t xml:space="preserve"> имущества</w:t>
      </w:r>
      <w:r>
        <w:rPr>
          <w:szCs w:val="28"/>
        </w:rPr>
        <w:t>:</w:t>
      </w:r>
    </w:p>
    <w:p w:rsidR="00F20ABC" w:rsidRDefault="00F81C2C" w:rsidP="00F81C2C">
      <w:pPr>
        <w:autoSpaceDE w:val="0"/>
        <w:autoSpaceDN w:val="0"/>
        <w:adjustRightInd w:val="0"/>
        <w:ind w:firstLine="709"/>
        <w:rPr>
          <w:lang w:eastAsia="en-US"/>
        </w:rPr>
      </w:pPr>
      <w:r>
        <w:t>1)</w:t>
      </w:r>
      <w:r w:rsidR="00F20ABC">
        <w:t xml:space="preserve"> </w:t>
      </w:r>
      <w:r w:rsidR="00F20ABC">
        <w:rPr>
          <w:lang w:eastAsia="en-US"/>
        </w:rPr>
        <w:t>торговых центров (комплексов) общей площадью от 1</w:t>
      </w:r>
      <w:r w:rsidR="00AF57AF">
        <w:rPr>
          <w:lang w:eastAsia="en-US"/>
        </w:rPr>
        <w:t> </w:t>
      </w:r>
      <w:r w:rsidR="00F20ABC">
        <w:rPr>
          <w:lang w:eastAsia="en-US"/>
        </w:rPr>
        <w:t>000 до 3</w:t>
      </w:r>
      <w:r w:rsidR="00AF57AF">
        <w:rPr>
          <w:lang w:eastAsia="en-US"/>
        </w:rPr>
        <w:t> </w:t>
      </w:r>
      <w:r w:rsidR="00F20ABC">
        <w:rPr>
          <w:lang w:eastAsia="en-US"/>
        </w:rPr>
        <w:t>000 квадратных метров и помещений в них;</w:t>
      </w:r>
    </w:p>
    <w:p w:rsidR="00F20ABC" w:rsidRDefault="00F81C2C" w:rsidP="00F81C2C">
      <w:pPr>
        <w:ind w:firstLine="709"/>
        <w:rPr>
          <w:lang w:eastAsia="en-US"/>
        </w:rPr>
      </w:pPr>
      <w:r>
        <w:rPr>
          <w:lang w:eastAsia="en-US"/>
        </w:rPr>
        <w:t>2)</w:t>
      </w:r>
      <w:r w:rsidR="00F20ABC">
        <w:rPr>
          <w:lang w:eastAsia="en-US"/>
        </w:rPr>
        <w:t xml:space="preserve"> нежилых помещений площадью от 1</w:t>
      </w:r>
      <w:r w:rsidR="00AF57AF">
        <w:rPr>
          <w:lang w:eastAsia="en-US"/>
        </w:rPr>
        <w:t> </w:t>
      </w:r>
      <w:r w:rsidR="00F20ABC">
        <w:rPr>
          <w:lang w:eastAsia="en-US"/>
        </w:rPr>
        <w:t>000 до 3</w:t>
      </w:r>
      <w:r w:rsidR="00AF57AF">
        <w:rPr>
          <w:lang w:eastAsia="en-US"/>
        </w:rPr>
        <w:t> </w:t>
      </w:r>
      <w:r w:rsidR="00F20ABC">
        <w:rPr>
          <w:lang w:eastAsia="en-US"/>
        </w:rPr>
        <w:t xml:space="preserve">000 квадратных метров, назначение, разрешенное использование или наименование которых в соответствии со сведениями, содержащимися в Едином государственном </w:t>
      </w:r>
      <w:r w:rsidR="00F20ABC">
        <w:rPr>
          <w:lang w:eastAsia="en-US"/>
        </w:rPr>
        <w:lastRenderedPageBreak/>
        <w:t>реестре недвижимости, или документами технического учета (инвентаризации) объектов недвижимости предусматривает размещение торговых объектов либо которые фактически используются для размещения торговых объектов</w:t>
      </w:r>
      <w:proofErr w:type="gramStart"/>
      <w:r w:rsidR="00F20ABC">
        <w:rPr>
          <w:lang w:eastAsia="en-US"/>
        </w:rPr>
        <w:t>.».</w:t>
      </w:r>
      <w:proofErr w:type="gramEnd"/>
    </w:p>
    <w:p w:rsidR="002732C6" w:rsidRDefault="002732C6" w:rsidP="002732C6">
      <w:pPr>
        <w:ind w:firstLine="709"/>
        <w:rPr>
          <w:bCs/>
          <w:szCs w:val="28"/>
        </w:rPr>
      </w:pPr>
    </w:p>
    <w:p w:rsidR="00F20ABC" w:rsidRDefault="00F20ABC" w:rsidP="00F20ABC">
      <w:pPr>
        <w:ind w:firstLine="709"/>
        <w:rPr>
          <w:b/>
          <w:bCs/>
          <w:szCs w:val="28"/>
        </w:rPr>
      </w:pPr>
      <w:r w:rsidRPr="00170F33">
        <w:rPr>
          <w:b/>
          <w:bCs/>
          <w:szCs w:val="28"/>
        </w:rPr>
        <w:t xml:space="preserve">Статья </w:t>
      </w:r>
      <w:r>
        <w:rPr>
          <w:b/>
          <w:bCs/>
          <w:szCs w:val="28"/>
        </w:rPr>
        <w:t>2</w:t>
      </w:r>
    </w:p>
    <w:p w:rsidR="00F20ABC" w:rsidRPr="00F20ABC" w:rsidRDefault="00F20ABC" w:rsidP="00F20ABC">
      <w:pPr>
        <w:ind w:firstLine="709"/>
        <w:rPr>
          <w:szCs w:val="28"/>
        </w:rPr>
      </w:pPr>
      <w:r w:rsidRPr="00170F33">
        <w:rPr>
          <w:szCs w:val="28"/>
        </w:rPr>
        <w:t xml:space="preserve">Настоящий Закон вступает в силу с 1 января 2022 года, но не ранее </w:t>
      </w:r>
      <w:r w:rsidRPr="002442C3">
        <w:rPr>
          <w:szCs w:val="28"/>
        </w:rPr>
        <w:t xml:space="preserve">чем по </w:t>
      </w:r>
      <w:r w:rsidRPr="00F20ABC">
        <w:rPr>
          <w:szCs w:val="28"/>
        </w:rPr>
        <w:t>истечении одного месяца со дня его официального опубликования.</w:t>
      </w:r>
    </w:p>
    <w:p w:rsidR="00DF3137" w:rsidRPr="00F20ABC" w:rsidRDefault="00DF3137" w:rsidP="00DF3137">
      <w:pPr>
        <w:ind w:firstLine="0"/>
        <w:rPr>
          <w:szCs w:val="28"/>
        </w:rPr>
      </w:pPr>
    </w:p>
    <w:p w:rsidR="00805A07" w:rsidRDefault="00805A07" w:rsidP="00DF3137">
      <w:pPr>
        <w:ind w:firstLine="0"/>
        <w:rPr>
          <w:szCs w:val="28"/>
        </w:rPr>
      </w:pPr>
    </w:p>
    <w:p w:rsidR="00F20ABC" w:rsidRPr="00F20ABC" w:rsidRDefault="00F20ABC" w:rsidP="00DF3137">
      <w:pPr>
        <w:ind w:firstLine="0"/>
        <w:rPr>
          <w:szCs w:val="28"/>
        </w:rPr>
      </w:pPr>
    </w:p>
    <w:p w:rsidR="00F20ABC" w:rsidRPr="00F20ABC" w:rsidRDefault="00F20ABC" w:rsidP="00F20ABC">
      <w:pPr>
        <w:ind w:firstLine="0"/>
        <w:rPr>
          <w:bCs/>
          <w:szCs w:val="28"/>
        </w:rPr>
      </w:pPr>
      <w:r w:rsidRPr="00F20ABC">
        <w:rPr>
          <w:bCs/>
          <w:szCs w:val="28"/>
        </w:rPr>
        <w:t>Временно исполняющий</w:t>
      </w:r>
    </w:p>
    <w:p w:rsidR="00F20ABC" w:rsidRPr="00F20ABC" w:rsidRDefault="00F20ABC" w:rsidP="00F20ABC">
      <w:pPr>
        <w:ind w:firstLine="0"/>
        <w:rPr>
          <w:bCs/>
          <w:szCs w:val="28"/>
        </w:rPr>
      </w:pPr>
      <w:r w:rsidRPr="00F20ABC">
        <w:rPr>
          <w:bCs/>
          <w:szCs w:val="28"/>
        </w:rPr>
        <w:t>обязанности Губернатора</w:t>
      </w:r>
    </w:p>
    <w:p w:rsidR="00F20ABC" w:rsidRPr="00F20ABC" w:rsidRDefault="00F20ABC" w:rsidP="00F20ABC">
      <w:pPr>
        <w:ind w:firstLine="0"/>
        <w:rPr>
          <w:szCs w:val="28"/>
        </w:rPr>
      </w:pPr>
      <w:r w:rsidRPr="00F20ABC">
        <w:rPr>
          <w:szCs w:val="28"/>
        </w:rPr>
        <w:t>Ярославской области</w:t>
      </w:r>
      <w:r w:rsidRPr="00F20ABC">
        <w:rPr>
          <w:szCs w:val="28"/>
        </w:rPr>
        <w:tab/>
        <w:t xml:space="preserve">                                                                        М.Я. </w:t>
      </w:r>
      <w:proofErr w:type="spellStart"/>
      <w:r w:rsidRPr="00F20ABC">
        <w:rPr>
          <w:szCs w:val="28"/>
        </w:rPr>
        <w:t>Евраев</w:t>
      </w:r>
      <w:proofErr w:type="spellEnd"/>
    </w:p>
    <w:p w:rsidR="00F20ABC" w:rsidRPr="00F20ABC" w:rsidRDefault="00F20ABC" w:rsidP="00F20ABC">
      <w:pPr>
        <w:ind w:firstLine="0"/>
        <w:rPr>
          <w:szCs w:val="28"/>
        </w:rPr>
      </w:pPr>
    </w:p>
    <w:p w:rsidR="00F20ABC" w:rsidRPr="00F20ABC" w:rsidRDefault="00F20ABC" w:rsidP="00F20ABC">
      <w:pPr>
        <w:ind w:firstLine="0"/>
        <w:rPr>
          <w:szCs w:val="28"/>
        </w:rPr>
      </w:pPr>
    </w:p>
    <w:p w:rsidR="00F20ABC" w:rsidRPr="00F20ABC" w:rsidRDefault="00F20ABC" w:rsidP="00F20ABC">
      <w:pPr>
        <w:ind w:firstLine="0"/>
        <w:rPr>
          <w:szCs w:val="28"/>
        </w:rPr>
      </w:pPr>
      <w:r w:rsidRPr="00F20ABC">
        <w:rPr>
          <w:szCs w:val="28"/>
        </w:rPr>
        <w:t xml:space="preserve"> «_____»_____________2021 г.</w:t>
      </w:r>
    </w:p>
    <w:p w:rsidR="00F20ABC" w:rsidRPr="00F20ABC" w:rsidRDefault="00F20ABC" w:rsidP="00F20ABC">
      <w:pPr>
        <w:ind w:firstLine="0"/>
        <w:rPr>
          <w:szCs w:val="28"/>
        </w:rPr>
      </w:pPr>
    </w:p>
    <w:p w:rsidR="00F20ABC" w:rsidRPr="00F20ABC" w:rsidRDefault="00F20ABC" w:rsidP="00F20ABC">
      <w:pPr>
        <w:ind w:firstLine="0"/>
        <w:rPr>
          <w:szCs w:val="28"/>
        </w:rPr>
      </w:pPr>
      <w:r w:rsidRPr="00F20ABC">
        <w:rPr>
          <w:szCs w:val="28"/>
        </w:rPr>
        <w:t>№_______</w:t>
      </w:r>
    </w:p>
    <w:p w:rsidR="00572F15" w:rsidRPr="00F20ABC" w:rsidRDefault="00572F15" w:rsidP="00F20ABC">
      <w:pPr>
        <w:ind w:firstLine="0"/>
        <w:rPr>
          <w:b/>
          <w:szCs w:val="28"/>
        </w:rPr>
      </w:pPr>
    </w:p>
    <w:sectPr w:rsidR="00572F15" w:rsidRPr="00F20ABC" w:rsidSect="00DF3137">
      <w:headerReference w:type="even" r:id="rId13"/>
      <w:headerReference w:type="default" r:id="rId14"/>
      <w:pgSz w:w="11906" w:h="16838" w:code="9"/>
      <w:pgMar w:top="709" w:right="849" w:bottom="851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B93" w:rsidRDefault="00D70B93">
      <w:r>
        <w:separator/>
      </w:r>
    </w:p>
    <w:p w:rsidR="00D70B93" w:rsidRDefault="00D70B93"/>
    <w:p w:rsidR="00D70B93" w:rsidRDefault="00D70B93"/>
  </w:endnote>
  <w:endnote w:type="continuationSeparator" w:id="0">
    <w:p w:rsidR="00D70B93" w:rsidRDefault="00D70B93">
      <w:r>
        <w:continuationSeparator/>
      </w:r>
    </w:p>
    <w:p w:rsidR="00D70B93" w:rsidRDefault="00D70B93"/>
    <w:p w:rsidR="00D70B93" w:rsidRDefault="00D70B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B93" w:rsidRDefault="00D70B93">
      <w:r>
        <w:separator/>
      </w:r>
    </w:p>
    <w:p w:rsidR="00D70B93" w:rsidRDefault="00D70B93"/>
    <w:p w:rsidR="00D70B93" w:rsidRDefault="00D70B93"/>
  </w:footnote>
  <w:footnote w:type="continuationSeparator" w:id="0">
    <w:p w:rsidR="00D70B93" w:rsidRDefault="00D70B93">
      <w:r>
        <w:continuationSeparator/>
      </w:r>
    </w:p>
    <w:p w:rsidR="00D70B93" w:rsidRDefault="00D70B93"/>
    <w:p w:rsidR="00D70B93" w:rsidRDefault="00D70B9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6D1" w:rsidRDefault="002026D1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026D1" w:rsidRDefault="002026D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8612310"/>
      <w:docPartObj>
        <w:docPartGallery w:val="Page Numbers (Top of Page)"/>
        <w:docPartUnique/>
      </w:docPartObj>
    </w:sdtPr>
    <w:sdtEndPr/>
    <w:sdtContent>
      <w:p w:rsidR="00A4522B" w:rsidRDefault="00A4522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1197">
          <w:rPr>
            <w:noProof/>
          </w:rPr>
          <w:t>2</w:t>
        </w:r>
        <w:r>
          <w:fldChar w:fldCharType="end"/>
        </w:r>
      </w:p>
    </w:sdtContent>
  </w:sdt>
  <w:p w:rsidR="00A4522B" w:rsidRDefault="00A4522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4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9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8"/>
  </w:num>
  <w:num w:numId="2">
    <w:abstractNumId w:val="12"/>
  </w:num>
  <w:num w:numId="3">
    <w:abstractNumId w:val="3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9"/>
  </w:num>
  <w:num w:numId="9">
    <w:abstractNumId w:val="2"/>
  </w:num>
  <w:num w:numId="10">
    <w:abstractNumId w:val="4"/>
  </w:num>
  <w:num w:numId="11">
    <w:abstractNumId w:val="10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hdrShapeDefaults>
    <o:shapedefaults v:ext="edit" spidmax="167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2DD9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410E"/>
    <w:rsid w:val="000447B1"/>
    <w:rsid w:val="00044B09"/>
    <w:rsid w:val="00044DF4"/>
    <w:rsid w:val="0004514D"/>
    <w:rsid w:val="000452A1"/>
    <w:rsid w:val="000455D9"/>
    <w:rsid w:val="000455EB"/>
    <w:rsid w:val="000457A8"/>
    <w:rsid w:val="00045F94"/>
    <w:rsid w:val="00046BB0"/>
    <w:rsid w:val="00046D57"/>
    <w:rsid w:val="000471EE"/>
    <w:rsid w:val="000473AE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AC"/>
    <w:rsid w:val="00062552"/>
    <w:rsid w:val="00063066"/>
    <w:rsid w:val="00063113"/>
    <w:rsid w:val="000636DE"/>
    <w:rsid w:val="00063750"/>
    <w:rsid w:val="00064FD0"/>
    <w:rsid w:val="00065B65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868"/>
    <w:rsid w:val="000B6E33"/>
    <w:rsid w:val="000B7B89"/>
    <w:rsid w:val="000B7D76"/>
    <w:rsid w:val="000C0758"/>
    <w:rsid w:val="000C1230"/>
    <w:rsid w:val="000C253C"/>
    <w:rsid w:val="000C30F9"/>
    <w:rsid w:val="000C36D9"/>
    <w:rsid w:val="000C41A6"/>
    <w:rsid w:val="000C4631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4EBA"/>
    <w:rsid w:val="000E53A6"/>
    <w:rsid w:val="000E53F8"/>
    <w:rsid w:val="000E590F"/>
    <w:rsid w:val="000E5931"/>
    <w:rsid w:val="000E71AF"/>
    <w:rsid w:val="000F15E6"/>
    <w:rsid w:val="000F239D"/>
    <w:rsid w:val="000F30F6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A3"/>
    <w:rsid w:val="001006C5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D1E"/>
    <w:rsid w:val="001101EA"/>
    <w:rsid w:val="00110E8E"/>
    <w:rsid w:val="0011193D"/>
    <w:rsid w:val="00112051"/>
    <w:rsid w:val="00112654"/>
    <w:rsid w:val="00113356"/>
    <w:rsid w:val="00113D20"/>
    <w:rsid w:val="00114062"/>
    <w:rsid w:val="001142FD"/>
    <w:rsid w:val="001145BF"/>
    <w:rsid w:val="00115AF2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3C59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56A"/>
    <w:rsid w:val="0016368F"/>
    <w:rsid w:val="001659A8"/>
    <w:rsid w:val="00165C0A"/>
    <w:rsid w:val="0016612F"/>
    <w:rsid w:val="00166A6B"/>
    <w:rsid w:val="0016774E"/>
    <w:rsid w:val="00170741"/>
    <w:rsid w:val="00170773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ADE"/>
    <w:rsid w:val="00190B65"/>
    <w:rsid w:val="00191686"/>
    <w:rsid w:val="00192434"/>
    <w:rsid w:val="00192AD1"/>
    <w:rsid w:val="00192B57"/>
    <w:rsid w:val="001946DB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E89"/>
    <w:rsid w:val="001B75A9"/>
    <w:rsid w:val="001B77AF"/>
    <w:rsid w:val="001B7A7F"/>
    <w:rsid w:val="001B7BDB"/>
    <w:rsid w:val="001C0698"/>
    <w:rsid w:val="001C2224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0405"/>
    <w:rsid w:val="001E1110"/>
    <w:rsid w:val="001E1681"/>
    <w:rsid w:val="001E24E4"/>
    <w:rsid w:val="001E24F1"/>
    <w:rsid w:val="001E39CD"/>
    <w:rsid w:val="001E46AF"/>
    <w:rsid w:val="001E48F8"/>
    <w:rsid w:val="001E66F0"/>
    <w:rsid w:val="001E6C07"/>
    <w:rsid w:val="001E6C13"/>
    <w:rsid w:val="001E6D57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5C09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32A4"/>
    <w:rsid w:val="002732C6"/>
    <w:rsid w:val="0027388E"/>
    <w:rsid w:val="00274166"/>
    <w:rsid w:val="00275FCF"/>
    <w:rsid w:val="00276164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87EE0"/>
    <w:rsid w:val="002903E0"/>
    <w:rsid w:val="00290604"/>
    <w:rsid w:val="002920F4"/>
    <w:rsid w:val="002927D3"/>
    <w:rsid w:val="00292CE8"/>
    <w:rsid w:val="00292E5A"/>
    <w:rsid w:val="00293371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0BDB"/>
    <w:rsid w:val="002B1A4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320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338C"/>
    <w:rsid w:val="002D46AA"/>
    <w:rsid w:val="002D46C2"/>
    <w:rsid w:val="002D56D4"/>
    <w:rsid w:val="002D56E3"/>
    <w:rsid w:val="002D6016"/>
    <w:rsid w:val="002D6E45"/>
    <w:rsid w:val="002D7373"/>
    <w:rsid w:val="002D78CB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AA3"/>
    <w:rsid w:val="00306C19"/>
    <w:rsid w:val="00310F64"/>
    <w:rsid w:val="00311070"/>
    <w:rsid w:val="00311276"/>
    <w:rsid w:val="00311A90"/>
    <w:rsid w:val="00311B32"/>
    <w:rsid w:val="003136E8"/>
    <w:rsid w:val="00313719"/>
    <w:rsid w:val="003139F7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3049B"/>
    <w:rsid w:val="00330914"/>
    <w:rsid w:val="00330B5C"/>
    <w:rsid w:val="0033166F"/>
    <w:rsid w:val="00333433"/>
    <w:rsid w:val="00333527"/>
    <w:rsid w:val="00342D61"/>
    <w:rsid w:val="00343027"/>
    <w:rsid w:val="003435E1"/>
    <w:rsid w:val="00343B80"/>
    <w:rsid w:val="00344057"/>
    <w:rsid w:val="003462B7"/>
    <w:rsid w:val="00346BD6"/>
    <w:rsid w:val="0034708E"/>
    <w:rsid w:val="00347F7A"/>
    <w:rsid w:val="00350001"/>
    <w:rsid w:val="00351509"/>
    <w:rsid w:val="00351571"/>
    <w:rsid w:val="0035186B"/>
    <w:rsid w:val="0035239F"/>
    <w:rsid w:val="00353621"/>
    <w:rsid w:val="00354245"/>
    <w:rsid w:val="00354A22"/>
    <w:rsid w:val="003560AF"/>
    <w:rsid w:val="00360C82"/>
    <w:rsid w:val="0036163A"/>
    <w:rsid w:val="00362304"/>
    <w:rsid w:val="00362682"/>
    <w:rsid w:val="00363353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7678A"/>
    <w:rsid w:val="00380E96"/>
    <w:rsid w:val="00381AC1"/>
    <w:rsid w:val="00382F70"/>
    <w:rsid w:val="0038374B"/>
    <w:rsid w:val="00385D84"/>
    <w:rsid w:val="00386057"/>
    <w:rsid w:val="0038672C"/>
    <w:rsid w:val="00390250"/>
    <w:rsid w:val="0039101C"/>
    <w:rsid w:val="00391E08"/>
    <w:rsid w:val="00392032"/>
    <w:rsid w:val="0039236C"/>
    <w:rsid w:val="0039249B"/>
    <w:rsid w:val="003930C0"/>
    <w:rsid w:val="003937C3"/>
    <w:rsid w:val="003939E5"/>
    <w:rsid w:val="00393E60"/>
    <w:rsid w:val="003950A3"/>
    <w:rsid w:val="003952EB"/>
    <w:rsid w:val="003956EC"/>
    <w:rsid w:val="0039589E"/>
    <w:rsid w:val="00397085"/>
    <w:rsid w:val="00397B3D"/>
    <w:rsid w:val="003A0808"/>
    <w:rsid w:val="003A2C1C"/>
    <w:rsid w:val="003A3614"/>
    <w:rsid w:val="003A384A"/>
    <w:rsid w:val="003A52D4"/>
    <w:rsid w:val="003A7B61"/>
    <w:rsid w:val="003A7CBB"/>
    <w:rsid w:val="003B0A5E"/>
    <w:rsid w:val="003B172D"/>
    <w:rsid w:val="003B1CA8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5CE"/>
    <w:rsid w:val="003D0D67"/>
    <w:rsid w:val="003D0FB5"/>
    <w:rsid w:val="003D11B9"/>
    <w:rsid w:val="003D1DE0"/>
    <w:rsid w:val="003D1FE7"/>
    <w:rsid w:val="003D2879"/>
    <w:rsid w:val="003D3B07"/>
    <w:rsid w:val="003D48B0"/>
    <w:rsid w:val="003D563C"/>
    <w:rsid w:val="003D5EA3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65F7"/>
    <w:rsid w:val="003F7A1D"/>
    <w:rsid w:val="004006A4"/>
    <w:rsid w:val="00400DFD"/>
    <w:rsid w:val="004012E2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879"/>
    <w:rsid w:val="00413FA4"/>
    <w:rsid w:val="00415C96"/>
    <w:rsid w:val="00420689"/>
    <w:rsid w:val="00421B1F"/>
    <w:rsid w:val="00421D6F"/>
    <w:rsid w:val="00422146"/>
    <w:rsid w:val="00423065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0AA"/>
    <w:rsid w:val="004424E3"/>
    <w:rsid w:val="00442B50"/>
    <w:rsid w:val="00442FB1"/>
    <w:rsid w:val="004430A1"/>
    <w:rsid w:val="00444669"/>
    <w:rsid w:val="00445864"/>
    <w:rsid w:val="00445CEF"/>
    <w:rsid w:val="00447533"/>
    <w:rsid w:val="0044790D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5914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A7435"/>
    <w:rsid w:val="004B0409"/>
    <w:rsid w:val="004B0E46"/>
    <w:rsid w:val="004B142E"/>
    <w:rsid w:val="004B2EE2"/>
    <w:rsid w:val="004B3D6E"/>
    <w:rsid w:val="004B5669"/>
    <w:rsid w:val="004B566E"/>
    <w:rsid w:val="004B5ADE"/>
    <w:rsid w:val="004B5CA8"/>
    <w:rsid w:val="004B78C0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6E6"/>
    <w:rsid w:val="004D7706"/>
    <w:rsid w:val="004D7D93"/>
    <w:rsid w:val="004E0448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83"/>
    <w:rsid w:val="004F695D"/>
    <w:rsid w:val="00500C18"/>
    <w:rsid w:val="0050115B"/>
    <w:rsid w:val="0050121D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2D5C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56E4"/>
    <w:rsid w:val="005262FE"/>
    <w:rsid w:val="005265EB"/>
    <w:rsid w:val="00526CEB"/>
    <w:rsid w:val="00526D8E"/>
    <w:rsid w:val="0052745D"/>
    <w:rsid w:val="00527633"/>
    <w:rsid w:val="00527D98"/>
    <w:rsid w:val="005315F8"/>
    <w:rsid w:val="0053184C"/>
    <w:rsid w:val="00533572"/>
    <w:rsid w:val="00533E26"/>
    <w:rsid w:val="00534473"/>
    <w:rsid w:val="00536504"/>
    <w:rsid w:val="005373F5"/>
    <w:rsid w:val="00540E8E"/>
    <w:rsid w:val="00540F9A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3DE4"/>
    <w:rsid w:val="005555F7"/>
    <w:rsid w:val="00557F63"/>
    <w:rsid w:val="005610A0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700C6"/>
    <w:rsid w:val="005702D0"/>
    <w:rsid w:val="00570DCA"/>
    <w:rsid w:val="0057123B"/>
    <w:rsid w:val="00571A50"/>
    <w:rsid w:val="00571C96"/>
    <w:rsid w:val="00571E9C"/>
    <w:rsid w:val="005723AB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218A"/>
    <w:rsid w:val="00583E64"/>
    <w:rsid w:val="00585CFB"/>
    <w:rsid w:val="00585DA6"/>
    <w:rsid w:val="005872AD"/>
    <w:rsid w:val="005872F9"/>
    <w:rsid w:val="005878B7"/>
    <w:rsid w:val="0059064A"/>
    <w:rsid w:val="00592023"/>
    <w:rsid w:val="00594D99"/>
    <w:rsid w:val="00595C27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2ED2"/>
    <w:rsid w:val="005B347F"/>
    <w:rsid w:val="005B3712"/>
    <w:rsid w:val="005B3BB1"/>
    <w:rsid w:val="005B3DAE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804"/>
    <w:rsid w:val="005F3676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D3C"/>
    <w:rsid w:val="00610923"/>
    <w:rsid w:val="00610EDE"/>
    <w:rsid w:val="006111F4"/>
    <w:rsid w:val="00611F76"/>
    <w:rsid w:val="006129B1"/>
    <w:rsid w:val="00612D66"/>
    <w:rsid w:val="00614645"/>
    <w:rsid w:val="0061584E"/>
    <w:rsid w:val="00616010"/>
    <w:rsid w:val="006164C0"/>
    <w:rsid w:val="00617374"/>
    <w:rsid w:val="00617489"/>
    <w:rsid w:val="00621B72"/>
    <w:rsid w:val="00621F90"/>
    <w:rsid w:val="006221E4"/>
    <w:rsid w:val="0062225B"/>
    <w:rsid w:val="00622391"/>
    <w:rsid w:val="006231DB"/>
    <w:rsid w:val="00623D3E"/>
    <w:rsid w:val="00624628"/>
    <w:rsid w:val="00625B92"/>
    <w:rsid w:val="00625E96"/>
    <w:rsid w:val="00626611"/>
    <w:rsid w:val="00627624"/>
    <w:rsid w:val="00627939"/>
    <w:rsid w:val="00630A24"/>
    <w:rsid w:val="00630BF2"/>
    <w:rsid w:val="00630EC8"/>
    <w:rsid w:val="00630ED6"/>
    <w:rsid w:val="00631910"/>
    <w:rsid w:val="00631E53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13D8"/>
    <w:rsid w:val="00672801"/>
    <w:rsid w:val="006728DE"/>
    <w:rsid w:val="00673081"/>
    <w:rsid w:val="0067348C"/>
    <w:rsid w:val="00674A46"/>
    <w:rsid w:val="00674E10"/>
    <w:rsid w:val="006751DF"/>
    <w:rsid w:val="00675282"/>
    <w:rsid w:val="0068028F"/>
    <w:rsid w:val="00681380"/>
    <w:rsid w:val="006840B7"/>
    <w:rsid w:val="006872EF"/>
    <w:rsid w:val="00687B53"/>
    <w:rsid w:val="00690C74"/>
    <w:rsid w:val="00694555"/>
    <w:rsid w:val="00695040"/>
    <w:rsid w:val="006956C7"/>
    <w:rsid w:val="00696CBD"/>
    <w:rsid w:val="006970A6"/>
    <w:rsid w:val="006A1770"/>
    <w:rsid w:val="006A30B7"/>
    <w:rsid w:val="006A44BE"/>
    <w:rsid w:val="006A4A5C"/>
    <w:rsid w:val="006A58DC"/>
    <w:rsid w:val="006A5C55"/>
    <w:rsid w:val="006A5DBE"/>
    <w:rsid w:val="006A6755"/>
    <w:rsid w:val="006A7087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BC0"/>
    <w:rsid w:val="006F14A3"/>
    <w:rsid w:val="006F19E4"/>
    <w:rsid w:val="006F1A5F"/>
    <w:rsid w:val="006F227B"/>
    <w:rsid w:val="006F3F92"/>
    <w:rsid w:val="006F56D4"/>
    <w:rsid w:val="006F6009"/>
    <w:rsid w:val="006F6240"/>
    <w:rsid w:val="006F6D2F"/>
    <w:rsid w:val="00700602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3A54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6161"/>
    <w:rsid w:val="00766DF4"/>
    <w:rsid w:val="00766FE9"/>
    <w:rsid w:val="00767143"/>
    <w:rsid w:val="007672D3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27B9"/>
    <w:rsid w:val="007B3014"/>
    <w:rsid w:val="007B339A"/>
    <w:rsid w:val="007B37C7"/>
    <w:rsid w:val="007B38AE"/>
    <w:rsid w:val="007B5674"/>
    <w:rsid w:val="007B6AEB"/>
    <w:rsid w:val="007B6CB4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973"/>
    <w:rsid w:val="007F5CD0"/>
    <w:rsid w:val="007F6523"/>
    <w:rsid w:val="00800AC8"/>
    <w:rsid w:val="00800C15"/>
    <w:rsid w:val="00802B09"/>
    <w:rsid w:val="008035DC"/>
    <w:rsid w:val="008036ED"/>
    <w:rsid w:val="00803C6B"/>
    <w:rsid w:val="008041BE"/>
    <w:rsid w:val="00805A07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4A99"/>
    <w:rsid w:val="008158A2"/>
    <w:rsid w:val="00815C86"/>
    <w:rsid w:val="00815F1F"/>
    <w:rsid w:val="00817DC3"/>
    <w:rsid w:val="00821710"/>
    <w:rsid w:val="00821F2C"/>
    <w:rsid w:val="00822931"/>
    <w:rsid w:val="00823BD0"/>
    <w:rsid w:val="00825947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A1B"/>
    <w:rsid w:val="0084112A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60D9D"/>
    <w:rsid w:val="00860DD0"/>
    <w:rsid w:val="00860E87"/>
    <w:rsid w:val="008611E7"/>
    <w:rsid w:val="008616AB"/>
    <w:rsid w:val="00861EBC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387F"/>
    <w:rsid w:val="00875AD0"/>
    <w:rsid w:val="00876258"/>
    <w:rsid w:val="00876C98"/>
    <w:rsid w:val="00877161"/>
    <w:rsid w:val="0088167C"/>
    <w:rsid w:val="00881EC5"/>
    <w:rsid w:val="00882B62"/>
    <w:rsid w:val="00882D98"/>
    <w:rsid w:val="008836B8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045"/>
    <w:rsid w:val="008A34C8"/>
    <w:rsid w:val="008A553B"/>
    <w:rsid w:val="008A59AB"/>
    <w:rsid w:val="008A6B9F"/>
    <w:rsid w:val="008B06F0"/>
    <w:rsid w:val="008B08F6"/>
    <w:rsid w:val="008B1FC1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2836"/>
    <w:rsid w:val="008C30F5"/>
    <w:rsid w:val="008C321B"/>
    <w:rsid w:val="008C3EA4"/>
    <w:rsid w:val="008C4F2A"/>
    <w:rsid w:val="008C5072"/>
    <w:rsid w:val="008C5196"/>
    <w:rsid w:val="008C5BD5"/>
    <w:rsid w:val="008C6750"/>
    <w:rsid w:val="008C747D"/>
    <w:rsid w:val="008D10EE"/>
    <w:rsid w:val="008D1143"/>
    <w:rsid w:val="008D3B97"/>
    <w:rsid w:val="008D4600"/>
    <w:rsid w:val="008D5374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423A"/>
    <w:rsid w:val="008E48DF"/>
    <w:rsid w:val="008E4DB8"/>
    <w:rsid w:val="008E6F13"/>
    <w:rsid w:val="008E7986"/>
    <w:rsid w:val="008E7CAE"/>
    <w:rsid w:val="008E7D8D"/>
    <w:rsid w:val="008F08C2"/>
    <w:rsid w:val="008F0F9C"/>
    <w:rsid w:val="008F2301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D54"/>
    <w:rsid w:val="00903EB8"/>
    <w:rsid w:val="00903FBB"/>
    <w:rsid w:val="00904FDF"/>
    <w:rsid w:val="009051A1"/>
    <w:rsid w:val="009055D6"/>
    <w:rsid w:val="00906107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210"/>
    <w:rsid w:val="0092332B"/>
    <w:rsid w:val="009233AB"/>
    <w:rsid w:val="00924CCF"/>
    <w:rsid w:val="00924D6B"/>
    <w:rsid w:val="0092546F"/>
    <w:rsid w:val="00925DF3"/>
    <w:rsid w:val="00926621"/>
    <w:rsid w:val="00926A16"/>
    <w:rsid w:val="00926DAB"/>
    <w:rsid w:val="009273AA"/>
    <w:rsid w:val="00927E9F"/>
    <w:rsid w:val="0093017A"/>
    <w:rsid w:val="0093025A"/>
    <w:rsid w:val="0093055A"/>
    <w:rsid w:val="00930927"/>
    <w:rsid w:val="00930ED5"/>
    <w:rsid w:val="00930FCE"/>
    <w:rsid w:val="00931358"/>
    <w:rsid w:val="00932170"/>
    <w:rsid w:val="0093283A"/>
    <w:rsid w:val="00932AD2"/>
    <w:rsid w:val="00933861"/>
    <w:rsid w:val="00933B3B"/>
    <w:rsid w:val="00933E2C"/>
    <w:rsid w:val="00934AFB"/>
    <w:rsid w:val="00935321"/>
    <w:rsid w:val="00937770"/>
    <w:rsid w:val="00941AF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135A"/>
    <w:rsid w:val="00952F31"/>
    <w:rsid w:val="0095393D"/>
    <w:rsid w:val="009539E1"/>
    <w:rsid w:val="00953BEF"/>
    <w:rsid w:val="00955121"/>
    <w:rsid w:val="009552ED"/>
    <w:rsid w:val="00956703"/>
    <w:rsid w:val="00956F1A"/>
    <w:rsid w:val="009601F0"/>
    <w:rsid w:val="009607B4"/>
    <w:rsid w:val="00960F90"/>
    <w:rsid w:val="0096168F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0894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049D"/>
    <w:rsid w:val="009911D7"/>
    <w:rsid w:val="009915C0"/>
    <w:rsid w:val="00991927"/>
    <w:rsid w:val="00991B11"/>
    <w:rsid w:val="00991DE1"/>
    <w:rsid w:val="0099304E"/>
    <w:rsid w:val="00993126"/>
    <w:rsid w:val="009933FF"/>
    <w:rsid w:val="00994557"/>
    <w:rsid w:val="00994B40"/>
    <w:rsid w:val="0099693C"/>
    <w:rsid w:val="00996D3D"/>
    <w:rsid w:val="009A0DF4"/>
    <w:rsid w:val="009A0FD7"/>
    <w:rsid w:val="009A1694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5753"/>
    <w:rsid w:val="009C6A17"/>
    <w:rsid w:val="009C77ED"/>
    <w:rsid w:val="009D0897"/>
    <w:rsid w:val="009D0BB4"/>
    <w:rsid w:val="009D2353"/>
    <w:rsid w:val="009D23CE"/>
    <w:rsid w:val="009D2D6D"/>
    <w:rsid w:val="009D52CB"/>
    <w:rsid w:val="009D540F"/>
    <w:rsid w:val="009D59EE"/>
    <w:rsid w:val="009D66B4"/>
    <w:rsid w:val="009D66D9"/>
    <w:rsid w:val="009D70EE"/>
    <w:rsid w:val="009D7A19"/>
    <w:rsid w:val="009D7BDC"/>
    <w:rsid w:val="009E0042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DF2"/>
    <w:rsid w:val="00A33A77"/>
    <w:rsid w:val="00A33E67"/>
    <w:rsid w:val="00A34973"/>
    <w:rsid w:val="00A34C33"/>
    <w:rsid w:val="00A354A6"/>
    <w:rsid w:val="00A35DDE"/>
    <w:rsid w:val="00A3635C"/>
    <w:rsid w:val="00A364C2"/>
    <w:rsid w:val="00A36561"/>
    <w:rsid w:val="00A367C9"/>
    <w:rsid w:val="00A36CB3"/>
    <w:rsid w:val="00A40D3E"/>
    <w:rsid w:val="00A424C7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57F71"/>
    <w:rsid w:val="00A601DB"/>
    <w:rsid w:val="00A60385"/>
    <w:rsid w:val="00A62147"/>
    <w:rsid w:val="00A626CE"/>
    <w:rsid w:val="00A630C4"/>
    <w:rsid w:val="00A64394"/>
    <w:rsid w:val="00A64BCB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CDD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197"/>
    <w:rsid w:val="00AC18C9"/>
    <w:rsid w:val="00AC22ED"/>
    <w:rsid w:val="00AC233E"/>
    <w:rsid w:val="00AC32ED"/>
    <w:rsid w:val="00AC3BF7"/>
    <w:rsid w:val="00AC42E9"/>
    <w:rsid w:val="00AC44DD"/>
    <w:rsid w:val="00AC46FD"/>
    <w:rsid w:val="00AC59EA"/>
    <w:rsid w:val="00AC6CFB"/>
    <w:rsid w:val="00AC76F7"/>
    <w:rsid w:val="00AC7FA1"/>
    <w:rsid w:val="00AD10D3"/>
    <w:rsid w:val="00AD14A9"/>
    <w:rsid w:val="00AD172A"/>
    <w:rsid w:val="00AD33B6"/>
    <w:rsid w:val="00AD38B2"/>
    <w:rsid w:val="00AD3CD1"/>
    <w:rsid w:val="00AD3F2F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5DA"/>
    <w:rsid w:val="00AE4525"/>
    <w:rsid w:val="00AE4D4B"/>
    <w:rsid w:val="00AE5134"/>
    <w:rsid w:val="00AE577A"/>
    <w:rsid w:val="00AE7206"/>
    <w:rsid w:val="00AF042B"/>
    <w:rsid w:val="00AF0DB4"/>
    <w:rsid w:val="00AF0F66"/>
    <w:rsid w:val="00AF4AEA"/>
    <w:rsid w:val="00AF57AF"/>
    <w:rsid w:val="00AF742E"/>
    <w:rsid w:val="00AF7E68"/>
    <w:rsid w:val="00B00D29"/>
    <w:rsid w:val="00B0134F"/>
    <w:rsid w:val="00B01CF9"/>
    <w:rsid w:val="00B021A1"/>
    <w:rsid w:val="00B02C7F"/>
    <w:rsid w:val="00B03EFA"/>
    <w:rsid w:val="00B04BC6"/>
    <w:rsid w:val="00B05597"/>
    <w:rsid w:val="00B055F5"/>
    <w:rsid w:val="00B06E0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727E"/>
    <w:rsid w:val="00B20E5B"/>
    <w:rsid w:val="00B2170E"/>
    <w:rsid w:val="00B21E0A"/>
    <w:rsid w:val="00B21E2B"/>
    <w:rsid w:val="00B21F28"/>
    <w:rsid w:val="00B22E95"/>
    <w:rsid w:val="00B22EB8"/>
    <w:rsid w:val="00B23193"/>
    <w:rsid w:val="00B23976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801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38F3"/>
    <w:rsid w:val="00B73B8C"/>
    <w:rsid w:val="00B74A2D"/>
    <w:rsid w:val="00B762ED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7ACC"/>
    <w:rsid w:val="00B90F75"/>
    <w:rsid w:val="00B90FA1"/>
    <w:rsid w:val="00B9102A"/>
    <w:rsid w:val="00B916AF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1EB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241"/>
    <w:rsid w:val="00BA6B25"/>
    <w:rsid w:val="00BA6BA8"/>
    <w:rsid w:val="00BA6BD4"/>
    <w:rsid w:val="00BA6C00"/>
    <w:rsid w:val="00BA6DC9"/>
    <w:rsid w:val="00BA7CC9"/>
    <w:rsid w:val="00BB202F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0B29"/>
    <w:rsid w:val="00BD1B25"/>
    <w:rsid w:val="00BD1BCE"/>
    <w:rsid w:val="00BD1FCB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06BEA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18FC"/>
    <w:rsid w:val="00C2263C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1E5E"/>
    <w:rsid w:val="00CF235D"/>
    <w:rsid w:val="00CF28C4"/>
    <w:rsid w:val="00CF2ED0"/>
    <w:rsid w:val="00CF2F8E"/>
    <w:rsid w:val="00CF48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47B7"/>
    <w:rsid w:val="00D1480A"/>
    <w:rsid w:val="00D16A82"/>
    <w:rsid w:val="00D20629"/>
    <w:rsid w:val="00D210AB"/>
    <w:rsid w:val="00D217CD"/>
    <w:rsid w:val="00D23A1D"/>
    <w:rsid w:val="00D24344"/>
    <w:rsid w:val="00D254D7"/>
    <w:rsid w:val="00D25B94"/>
    <w:rsid w:val="00D27259"/>
    <w:rsid w:val="00D303E2"/>
    <w:rsid w:val="00D31A2A"/>
    <w:rsid w:val="00D31D04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991"/>
    <w:rsid w:val="00D474C2"/>
    <w:rsid w:val="00D47973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998"/>
    <w:rsid w:val="00D90EBD"/>
    <w:rsid w:val="00D93A89"/>
    <w:rsid w:val="00D96256"/>
    <w:rsid w:val="00D97B87"/>
    <w:rsid w:val="00DA049B"/>
    <w:rsid w:val="00DA0EC6"/>
    <w:rsid w:val="00DA16DC"/>
    <w:rsid w:val="00DA2D75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2741"/>
    <w:rsid w:val="00DB3064"/>
    <w:rsid w:val="00DB35B1"/>
    <w:rsid w:val="00DB3639"/>
    <w:rsid w:val="00DB3D73"/>
    <w:rsid w:val="00DB640A"/>
    <w:rsid w:val="00DB6CD1"/>
    <w:rsid w:val="00DB7E92"/>
    <w:rsid w:val="00DB7FA1"/>
    <w:rsid w:val="00DC039A"/>
    <w:rsid w:val="00DC1705"/>
    <w:rsid w:val="00DC2CE2"/>
    <w:rsid w:val="00DC2F79"/>
    <w:rsid w:val="00DC4ED2"/>
    <w:rsid w:val="00DC55B2"/>
    <w:rsid w:val="00DC5A45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4046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137"/>
    <w:rsid w:val="00DF39E0"/>
    <w:rsid w:val="00DF3C33"/>
    <w:rsid w:val="00DF3EA1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3248"/>
    <w:rsid w:val="00E049DC"/>
    <w:rsid w:val="00E0507D"/>
    <w:rsid w:val="00E052BE"/>
    <w:rsid w:val="00E05512"/>
    <w:rsid w:val="00E0668D"/>
    <w:rsid w:val="00E069A7"/>
    <w:rsid w:val="00E077E4"/>
    <w:rsid w:val="00E07D54"/>
    <w:rsid w:val="00E10FF3"/>
    <w:rsid w:val="00E1341A"/>
    <w:rsid w:val="00E13D6E"/>
    <w:rsid w:val="00E13EE5"/>
    <w:rsid w:val="00E14CC2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652B"/>
    <w:rsid w:val="00E27210"/>
    <w:rsid w:val="00E273A4"/>
    <w:rsid w:val="00E30551"/>
    <w:rsid w:val="00E308AE"/>
    <w:rsid w:val="00E3118B"/>
    <w:rsid w:val="00E3133C"/>
    <w:rsid w:val="00E31DCF"/>
    <w:rsid w:val="00E32FFC"/>
    <w:rsid w:val="00E3314F"/>
    <w:rsid w:val="00E333D6"/>
    <w:rsid w:val="00E33E84"/>
    <w:rsid w:val="00E34779"/>
    <w:rsid w:val="00E349C2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514"/>
    <w:rsid w:val="00E45AC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80A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2658"/>
    <w:rsid w:val="00E62A7A"/>
    <w:rsid w:val="00E638C4"/>
    <w:rsid w:val="00E664E8"/>
    <w:rsid w:val="00E66DF8"/>
    <w:rsid w:val="00E67989"/>
    <w:rsid w:val="00E67DFE"/>
    <w:rsid w:val="00E7197F"/>
    <w:rsid w:val="00E71ECB"/>
    <w:rsid w:val="00E72E66"/>
    <w:rsid w:val="00E730A7"/>
    <w:rsid w:val="00E753D3"/>
    <w:rsid w:val="00E76601"/>
    <w:rsid w:val="00E76907"/>
    <w:rsid w:val="00E80AB2"/>
    <w:rsid w:val="00E80B9C"/>
    <w:rsid w:val="00E81EAD"/>
    <w:rsid w:val="00E83956"/>
    <w:rsid w:val="00E84581"/>
    <w:rsid w:val="00E84C42"/>
    <w:rsid w:val="00E85BB7"/>
    <w:rsid w:val="00E86DA6"/>
    <w:rsid w:val="00E87147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600A"/>
    <w:rsid w:val="00EB7B6A"/>
    <w:rsid w:val="00EC1871"/>
    <w:rsid w:val="00EC2692"/>
    <w:rsid w:val="00EC3E9E"/>
    <w:rsid w:val="00EC4D14"/>
    <w:rsid w:val="00EC4DE4"/>
    <w:rsid w:val="00EC5397"/>
    <w:rsid w:val="00EC5858"/>
    <w:rsid w:val="00EC585B"/>
    <w:rsid w:val="00EC58F0"/>
    <w:rsid w:val="00EC5AD3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7E8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A80"/>
    <w:rsid w:val="00EF366F"/>
    <w:rsid w:val="00EF43DD"/>
    <w:rsid w:val="00EF63A5"/>
    <w:rsid w:val="00EF6D40"/>
    <w:rsid w:val="00EF75BA"/>
    <w:rsid w:val="00EF7725"/>
    <w:rsid w:val="00F00309"/>
    <w:rsid w:val="00F00563"/>
    <w:rsid w:val="00F00D08"/>
    <w:rsid w:val="00F02058"/>
    <w:rsid w:val="00F06664"/>
    <w:rsid w:val="00F06935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028A"/>
    <w:rsid w:val="00F20ABC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D38"/>
    <w:rsid w:val="00F3108A"/>
    <w:rsid w:val="00F3243A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1C2C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853"/>
    <w:rsid w:val="00F9195D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B6A74"/>
    <w:rsid w:val="00FC046C"/>
    <w:rsid w:val="00FC199A"/>
    <w:rsid w:val="00FC1D1A"/>
    <w:rsid w:val="00FC2145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C74"/>
    <w:rsid w:val="00FD1E53"/>
    <w:rsid w:val="00FD32A3"/>
    <w:rsid w:val="00FD3327"/>
    <w:rsid w:val="00FD3834"/>
    <w:rsid w:val="00FD3F27"/>
    <w:rsid w:val="00FD416A"/>
    <w:rsid w:val="00FD45E3"/>
    <w:rsid w:val="00FD4BB0"/>
    <w:rsid w:val="00FD6A89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7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af44e648-6311-40f1-ad37-1234555fd9ba"/>
    <ds:schemaRef ds:uri="1e82c985-6cf2-4d43-b8b5-a430af7accc6"/>
    <ds:schemaRef ds:uri="http://purl.org/dc/dcmitype/"/>
    <ds:schemaRef ds:uri="e2080b48-eafa-461e-b501-38555d38caa1"/>
    <ds:schemaRef ds:uri="http://schemas.microsoft.com/office/2006/metadata/properties"/>
    <ds:schemaRef ds:uri="http://purl.org/dc/terms/"/>
    <ds:schemaRef ds:uri="081b8c99-5a1b-4ba1-9a3e-0d0cea83319e"/>
    <ds:schemaRef ds:uri="bc1d99f4-2047-4b43-99f0-e8f2a593a624"/>
    <ds:schemaRef ds:uri="05bb7913-6745-425b-9415-f9dbd3e56b95"/>
    <ds:schemaRef ds:uri="http://schemas.microsoft.com/office/infopath/2007/PartnerControls"/>
    <ds:schemaRef ds:uri="5256eb8c-d5dd-498a-ad6f-7fa801666f9a"/>
    <ds:schemaRef ds:uri="a853e5a8-fa1e-4dd3-a1b5-1604bfb35b05"/>
    <ds:schemaRef ds:uri="67a9cb4f-e58d-445a-8e0b-2b8d792f9e38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70FDC7-8AAB-4839-A86E-038890132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1985</Characters>
  <Application>Microsoft Office Word</Application>
  <DocSecurity>4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2300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Гаврилова Елена Николаевна</cp:lastModifiedBy>
  <cp:revision>2</cp:revision>
  <cp:lastPrinted>2021-11-08T13:05:00Z</cp:lastPrinted>
  <dcterms:created xsi:type="dcterms:W3CDTF">2021-11-16T05:41:00Z</dcterms:created>
  <dcterms:modified xsi:type="dcterms:W3CDTF">2021-11-16T05:41:00Z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