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E7" w:rsidRPr="00413146" w:rsidRDefault="002556E7" w:rsidP="002556E7">
      <w:pPr>
        <w:jc w:val="right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>Проект вносит</w:t>
      </w:r>
    </w:p>
    <w:p w:rsidR="002556E7" w:rsidRPr="00413146" w:rsidRDefault="002556E7" w:rsidP="002556E7">
      <w:pPr>
        <w:keepNext/>
        <w:jc w:val="right"/>
        <w:outlineLvl w:val="2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>Губернатор Ярославской области</w:t>
      </w:r>
    </w:p>
    <w:p w:rsidR="002556E7" w:rsidRPr="00413146" w:rsidRDefault="002556E7" w:rsidP="002556E7">
      <w:pPr>
        <w:keepNext/>
        <w:jc w:val="right"/>
        <w:outlineLvl w:val="2"/>
        <w:rPr>
          <w:b/>
          <w:bCs/>
          <w:sz w:val="20"/>
          <w:lang w:eastAsia="x-none"/>
        </w:rPr>
      </w:pPr>
    </w:p>
    <w:p w:rsidR="004A736B" w:rsidRPr="00602A54" w:rsidRDefault="002556E7" w:rsidP="002556E7">
      <w:pPr>
        <w:pStyle w:val="3"/>
      </w:pPr>
      <w:r w:rsidRPr="00413146">
        <w:rPr>
          <w:lang w:eastAsia="x-none"/>
        </w:rPr>
        <w:t>М</w:t>
      </w:r>
      <w:r w:rsidRPr="00413146">
        <w:rPr>
          <w:lang w:val="x-none" w:eastAsia="x-none"/>
        </w:rPr>
        <w:t>.</w:t>
      </w:r>
      <w:r w:rsidRPr="00413146">
        <w:rPr>
          <w:lang w:eastAsia="x-none"/>
        </w:rPr>
        <w:t>Я</w:t>
      </w:r>
      <w:r w:rsidRPr="00413146">
        <w:rPr>
          <w:lang w:val="x-none" w:eastAsia="x-none"/>
        </w:rPr>
        <w:t xml:space="preserve">. </w:t>
      </w:r>
      <w:r w:rsidRPr="00413146">
        <w:rPr>
          <w:lang w:eastAsia="x-none"/>
        </w:rPr>
        <w:t>Евраев</w:t>
      </w:r>
    </w:p>
    <w:p w:rsidR="004A736B" w:rsidRDefault="004A736B" w:rsidP="004A736B">
      <w:pPr>
        <w:pStyle w:val="3"/>
      </w:pPr>
    </w:p>
    <w:p w:rsidR="004A736B" w:rsidRPr="00602A54" w:rsidRDefault="004A736B" w:rsidP="004A736B">
      <w:pPr>
        <w:pStyle w:val="aa"/>
      </w:pPr>
      <w:r w:rsidRPr="00602A54">
        <w:rPr>
          <w:noProof/>
          <w:szCs w:val="28"/>
        </w:rPr>
        <w:drawing>
          <wp:inline distT="0" distB="0" distL="0" distR="0" wp14:anchorId="1B1A9928" wp14:editId="66726008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36B" w:rsidRPr="00602A54" w:rsidRDefault="004A736B" w:rsidP="004A736B">
      <w:pPr>
        <w:pStyle w:val="18"/>
      </w:pPr>
      <w:proofErr w:type="gramStart"/>
      <w:r w:rsidRPr="00602A54">
        <w:t>З</w:t>
      </w:r>
      <w:proofErr w:type="gramEnd"/>
      <w:r w:rsidRPr="00602A54">
        <w:t xml:space="preserve"> А К О Н</w:t>
      </w:r>
    </w:p>
    <w:p w:rsidR="004A736B" w:rsidRPr="00602A54" w:rsidRDefault="004A736B" w:rsidP="004A736B">
      <w:pPr>
        <w:pStyle w:val="a9"/>
      </w:pPr>
      <w:r w:rsidRPr="00602A54">
        <w:t>ЯРОСЛАВСКОЙ ОБЛАСТИ</w:t>
      </w:r>
    </w:p>
    <w:p w:rsidR="00896D76" w:rsidRPr="00F9530F" w:rsidRDefault="00896D76" w:rsidP="00A37367">
      <w:pPr>
        <w:jc w:val="center"/>
        <w:rPr>
          <w:b/>
          <w:bCs/>
          <w:sz w:val="28"/>
          <w:szCs w:val="28"/>
        </w:rPr>
      </w:pPr>
    </w:p>
    <w:p w:rsidR="00B41ADF" w:rsidRDefault="006C5FAA" w:rsidP="00A373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D913BE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Закон Ярославской области </w:t>
      </w:r>
    </w:p>
    <w:p w:rsidR="006C5FAA" w:rsidRPr="006C5FAA" w:rsidRDefault="006C5FAA" w:rsidP="00A37367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«О</w:t>
      </w:r>
      <w:r w:rsidR="007C47C5">
        <w:rPr>
          <w:b/>
          <w:sz w:val="28"/>
          <w:szCs w:val="28"/>
        </w:rPr>
        <w:t xml:space="preserve"> квотировании рабочих мест для трудоустройства несовершеннолетних граждан в Ярославской области</w:t>
      </w:r>
      <w:r>
        <w:rPr>
          <w:b/>
          <w:sz w:val="28"/>
          <w:szCs w:val="28"/>
        </w:rPr>
        <w:t>»</w:t>
      </w:r>
    </w:p>
    <w:p w:rsidR="00EC0741" w:rsidRPr="00F9530F" w:rsidRDefault="00EC0741" w:rsidP="00517712">
      <w:pPr>
        <w:ind w:firstLine="709"/>
        <w:jc w:val="both"/>
        <w:rPr>
          <w:smallCaps/>
          <w:sz w:val="28"/>
          <w:szCs w:val="28"/>
        </w:rPr>
      </w:pPr>
    </w:p>
    <w:p w:rsidR="00B86B5F" w:rsidRPr="00F9530F" w:rsidRDefault="00B86B5F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A37367" w:rsidRDefault="00B41ADF" w:rsidP="00517712">
      <w:pPr>
        <w:jc w:val="both"/>
      </w:pPr>
      <w:proofErr w:type="gramStart"/>
      <w:r w:rsidRPr="00A37367">
        <w:t>Принят</w:t>
      </w:r>
      <w:proofErr w:type="gramEnd"/>
      <w:r w:rsidRPr="00A37367">
        <w:t xml:space="preserve"> Ярославской областной Думой</w:t>
      </w:r>
    </w:p>
    <w:p w:rsidR="00B41ADF" w:rsidRPr="00A37367" w:rsidRDefault="00E2069B" w:rsidP="00517712">
      <w:pPr>
        <w:tabs>
          <w:tab w:val="left" w:pos="7230"/>
        </w:tabs>
        <w:jc w:val="both"/>
      </w:pPr>
      <w:r w:rsidRPr="00A37367">
        <w:t>«___» ____________ 202</w:t>
      </w:r>
      <w:r w:rsidR="00696B98">
        <w:t>2</w:t>
      </w:r>
      <w:r w:rsidR="00B41ADF" w:rsidRPr="00A37367">
        <w:t xml:space="preserve"> года</w:t>
      </w:r>
    </w:p>
    <w:p w:rsidR="00B41ADF" w:rsidRPr="00F9530F" w:rsidRDefault="00B41ADF" w:rsidP="00517712">
      <w:pPr>
        <w:ind w:firstLine="709"/>
        <w:rPr>
          <w:sz w:val="28"/>
          <w:szCs w:val="28"/>
        </w:rPr>
      </w:pPr>
    </w:p>
    <w:p w:rsidR="00B86B5F" w:rsidRPr="00F9530F" w:rsidRDefault="00B86B5F" w:rsidP="00517712">
      <w:pPr>
        <w:ind w:firstLine="709"/>
        <w:rPr>
          <w:sz w:val="28"/>
          <w:szCs w:val="28"/>
        </w:rPr>
      </w:pPr>
    </w:p>
    <w:p w:rsidR="00E626CA" w:rsidRDefault="00E626CA" w:rsidP="00E626CA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E626CA">
        <w:rPr>
          <w:rFonts w:eastAsiaTheme="minorHAnsi"/>
          <w:b/>
          <w:sz w:val="28"/>
          <w:szCs w:val="28"/>
          <w:lang w:eastAsia="en-US"/>
        </w:rPr>
        <w:t>Статья 1</w:t>
      </w:r>
    </w:p>
    <w:p w:rsidR="00E626CA" w:rsidRDefault="00E626CA" w:rsidP="00E626C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26CA">
        <w:rPr>
          <w:rFonts w:eastAsiaTheme="minorHAnsi"/>
          <w:sz w:val="28"/>
          <w:szCs w:val="28"/>
          <w:lang w:eastAsia="en-US"/>
        </w:rPr>
        <w:t xml:space="preserve">Внести в </w:t>
      </w:r>
      <w:hyperlink r:id="rId9" w:history="1">
        <w:r w:rsidRPr="00E626CA">
          <w:rPr>
            <w:rFonts w:eastAsiaTheme="minorHAnsi"/>
            <w:sz w:val="28"/>
            <w:szCs w:val="28"/>
            <w:lang w:eastAsia="en-US"/>
          </w:rPr>
          <w:t>Закон</w:t>
        </w:r>
      </w:hyperlink>
      <w:r w:rsidRPr="00E626CA">
        <w:rPr>
          <w:rFonts w:eastAsiaTheme="minorHAnsi"/>
          <w:sz w:val="28"/>
          <w:szCs w:val="28"/>
          <w:lang w:eastAsia="en-US"/>
        </w:rPr>
        <w:t xml:space="preserve"> Ярославской области от 02.04.2019 </w:t>
      </w:r>
      <w:r>
        <w:rPr>
          <w:rFonts w:eastAsiaTheme="minorHAnsi"/>
          <w:sz w:val="28"/>
          <w:szCs w:val="28"/>
          <w:lang w:eastAsia="en-US"/>
        </w:rPr>
        <w:t>№</w:t>
      </w:r>
      <w:r w:rsidRPr="00E626CA">
        <w:rPr>
          <w:rFonts w:eastAsiaTheme="minorHAnsi"/>
          <w:sz w:val="28"/>
          <w:szCs w:val="28"/>
          <w:lang w:eastAsia="en-US"/>
        </w:rPr>
        <w:t xml:space="preserve"> 21-з </w:t>
      </w:r>
      <w:r>
        <w:rPr>
          <w:rFonts w:eastAsiaTheme="minorHAnsi"/>
          <w:sz w:val="28"/>
          <w:szCs w:val="28"/>
          <w:lang w:eastAsia="en-US"/>
        </w:rPr>
        <w:br/>
        <w:t>«</w:t>
      </w:r>
      <w:r w:rsidRPr="00E626CA">
        <w:rPr>
          <w:rFonts w:eastAsiaTheme="minorHAnsi"/>
          <w:sz w:val="28"/>
          <w:szCs w:val="28"/>
          <w:lang w:eastAsia="en-US"/>
        </w:rPr>
        <w:t>О квотировании рабочих мест для трудоустройства несовершеннолетних граждан в Ярославской области</w:t>
      </w:r>
      <w:r>
        <w:rPr>
          <w:rFonts w:eastAsiaTheme="minorHAnsi"/>
          <w:sz w:val="28"/>
          <w:szCs w:val="28"/>
          <w:lang w:eastAsia="en-US"/>
        </w:rPr>
        <w:t>»</w:t>
      </w:r>
      <w:r w:rsidRPr="00E626CA">
        <w:rPr>
          <w:rFonts w:eastAsiaTheme="minorHAnsi"/>
          <w:sz w:val="28"/>
          <w:szCs w:val="28"/>
          <w:lang w:eastAsia="en-US"/>
        </w:rPr>
        <w:t xml:space="preserve"> (Документ</w:t>
      </w:r>
      <w:r>
        <w:rPr>
          <w:rFonts w:eastAsiaTheme="minorHAnsi"/>
          <w:sz w:val="28"/>
          <w:szCs w:val="28"/>
          <w:lang w:eastAsia="en-US"/>
        </w:rPr>
        <w:t xml:space="preserve"> – Регион, 2019, 5 апреля, №</w:t>
      </w:r>
      <w:r w:rsidRPr="00E626CA">
        <w:rPr>
          <w:rFonts w:eastAsiaTheme="minorHAnsi"/>
          <w:sz w:val="28"/>
          <w:szCs w:val="28"/>
          <w:lang w:eastAsia="en-US"/>
        </w:rPr>
        <w:t xml:space="preserve"> 27</w:t>
      </w:r>
      <w:r>
        <w:rPr>
          <w:rFonts w:eastAsiaTheme="minorHAnsi"/>
          <w:sz w:val="28"/>
          <w:szCs w:val="28"/>
          <w:lang w:eastAsia="en-US"/>
        </w:rPr>
        <w:t>; 2021, 8 октября, № 81</w:t>
      </w:r>
      <w:r w:rsidRPr="00E626CA">
        <w:rPr>
          <w:rFonts w:eastAsiaTheme="minorHAnsi"/>
          <w:sz w:val="28"/>
          <w:szCs w:val="28"/>
          <w:lang w:eastAsia="en-US"/>
        </w:rPr>
        <w:t>) следующие изменения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A07EC2" w:rsidRDefault="00760ED9" w:rsidP="00E626C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часть 1 статьи 5 </w:t>
      </w:r>
      <w:r w:rsidR="00146FB1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146FB1" w:rsidRDefault="00760ED9" w:rsidP="00E626C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146FB1">
        <w:rPr>
          <w:rFonts w:eastAsiaTheme="minorHAnsi"/>
          <w:sz w:val="28"/>
          <w:szCs w:val="28"/>
          <w:lang w:eastAsia="en-US"/>
        </w:rPr>
        <w:t xml:space="preserve">1. </w:t>
      </w:r>
      <w:r w:rsidR="00146FB1" w:rsidRPr="00146FB1">
        <w:rPr>
          <w:rFonts w:eastAsiaTheme="minorHAnsi"/>
          <w:sz w:val="28"/>
          <w:szCs w:val="28"/>
          <w:lang w:eastAsia="en-US"/>
        </w:rPr>
        <w:t>Трудоустройство несовершеннолетних граждан в счет установленной квоты производится работодателями</w:t>
      </w:r>
      <w:r w:rsidR="00146FB1">
        <w:rPr>
          <w:rFonts w:eastAsiaTheme="minorHAnsi"/>
          <w:sz w:val="28"/>
          <w:szCs w:val="28"/>
          <w:lang w:eastAsia="en-US"/>
        </w:rPr>
        <w:t>. При этом преимущество</w:t>
      </w:r>
      <w:r w:rsidR="00964F50">
        <w:rPr>
          <w:rFonts w:eastAsiaTheme="minorHAnsi"/>
          <w:sz w:val="28"/>
          <w:szCs w:val="28"/>
          <w:lang w:eastAsia="en-US"/>
        </w:rPr>
        <w:t>м</w:t>
      </w:r>
      <w:r w:rsidR="00146FB1">
        <w:rPr>
          <w:rFonts w:eastAsiaTheme="minorHAnsi"/>
          <w:sz w:val="28"/>
          <w:szCs w:val="28"/>
          <w:lang w:eastAsia="en-US"/>
        </w:rPr>
        <w:t xml:space="preserve"> в трудоустройстве </w:t>
      </w:r>
      <w:r w:rsidR="00964F50">
        <w:rPr>
          <w:rFonts w:eastAsiaTheme="minorHAnsi"/>
          <w:sz w:val="28"/>
          <w:szCs w:val="28"/>
          <w:lang w:eastAsia="en-US"/>
        </w:rPr>
        <w:t>пользуются</w:t>
      </w:r>
      <w:r w:rsidR="00146FB1">
        <w:rPr>
          <w:rFonts w:eastAsiaTheme="minorHAnsi"/>
          <w:sz w:val="28"/>
          <w:szCs w:val="28"/>
          <w:lang w:eastAsia="en-US"/>
        </w:rPr>
        <w:t xml:space="preserve"> </w:t>
      </w:r>
      <w:r w:rsidR="00F22840">
        <w:rPr>
          <w:rFonts w:eastAsiaTheme="minorHAnsi"/>
          <w:sz w:val="28"/>
          <w:szCs w:val="28"/>
          <w:lang w:eastAsia="en-US"/>
        </w:rPr>
        <w:t>несовершеннолетни</w:t>
      </w:r>
      <w:r w:rsidR="00964F50">
        <w:rPr>
          <w:rFonts w:eastAsiaTheme="minorHAnsi"/>
          <w:sz w:val="28"/>
          <w:szCs w:val="28"/>
          <w:lang w:eastAsia="en-US"/>
        </w:rPr>
        <w:t>е</w:t>
      </w:r>
      <w:r w:rsidR="00F22840">
        <w:rPr>
          <w:rFonts w:eastAsiaTheme="minorHAnsi"/>
          <w:sz w:val="28"/>
          <w:szCs w:val="28"/>
          <w:lang w:eastAsia="en-US"/>
        </w:rPr>
        <w:t xml:space="preserve"> граждан</w:t>
      </w:r>
      <w:r w:rsidR="00964F50">
        <w:rPr>
          <w:rFonts w:eastAsiaTheme="minorHAnsi"/>
          <w:sz w:val="28"/>
          <w:szCs w:val="28"/>
          <w:lang w:eastAsia="en-US"/>
        </w:rPr>
        <w:t>е</w:t>
      </w:r>
      <w:r w:rsidR="00F22840">
        <w:rPr>
          <w:rFonts w:eastAsiaTheme="minorHAnsi"/>
          <w:sz w:val="28"/>
          <w:szCs w:val="28"/>
          <w:lang w:eastAsia="en-US"/>
        </w:rPr>
        <w:t>, относящи</w:t>
      </w:r>
      <w:r w:rsidR="00964F50">
        <w:rPr>
          <w:rFonts w:eastAsiaTheme="minorHAnsi"/>
          <w:sz w:val="28"/>
          <w:szCs w:val="28"/>
          <w:lang w:eastAsia="en-US"/>
        </w:rPr>
        <w:t>е</w:t>
      </w:r>
      <w:r w:rsidR="00F22840">
        <w:rPr>
          <w:rFonts w:eastAsiaTheme="minorHAnsi"/>
          <w:sz w:val="28"/>
          <w:szCs w:val="28"/>
          <w:lang w:eastAsia="en-US"/>
        </w:rPr>
        <w:t xml:space="preserve">ся в соответствии с </w:t>
      </w:r>
      <w:r w:rsidR="00B7712A" w:rsidRPr="00B7712A">
        <w:rPr>
          <w:rFonts w:eastAsiaTheme="minorHAnsi"/>
          <w:sz w:val="28"/>
          <w:szCs w:val="28"/>
          <w:lang w:eastAsia="en-US"/>
        </w:rPr>
        <w:t xml:space="preserve">Федеральным законом от 24 июля 1998 года </w:t>
      </w:r>
      <w:r w:rsidR="00B7712A">
        <w:rPr>
          <w:rFonts w:eastAsiaTheme="minorHAnsi"/>
          <w:sz w:val="28"/>
          <w:szCs w:val="28"/>
          <w:lang w:eastAsia="en-US"/>
        </w:rPr>
        <w:t>№</w:t>
      </w:r>
      <w:r w:rsidR="00B7712A" w:rsidRPr="00B7712A">
        <w:rPr>
          <w:rFonts w:eastAsiaTheme="minorHAnsi"/>
          <w:sz w:val="28"/>
          <w:szCs w:val="28"/>
          <w:lang w:eastAsia="en-US"/>
        </w:rPr>
        <w:t xml:space="preserve"> 124-ФЗ </w:t>
      </w:r>
      <w:r w:rsidR="00B7712A">
        <w:rPr>
          <w:rFonts w:eastAsiaTheme="minorHAnsi"/>
          <w:sz w:val="28"/>
          <w:szCs w:val="28"/>
          <w:lang w:eastAsia="en-US"/>
        </w:rPr>
        <w:t>«</w:t>
      </w:r>
      <w:r w:rsidR="00B7712A" w:rsidRPr="00B7712A">
        <w:rPr>
          <w:rFonts w:eastAsiaTheme="minorHAnsi"/>
          <w:sz w:val="28"/>
          <w:szCs w:val="28"/>
          <w:lang w:eastAsia="en-US"/>
        </w:rPr>
        <w:t>Об основных гарантиях прав ребенка в Российской Федерации</w:t>
      </w:r>
      <w:r w:rsidR="00B7712A">
        <w:rPr>
          <w:rFonts w:eastAsiaTheme="minorHAnsi"/>
          <w:sz w:val="28"/>
          <w:szCs w:val="28"/>
          <w:lang w:eastAsia="en-US"/>
        </w:rPr>
        <w:t>»</w:t>
      </w:r>
      <w:r w:rsidR="00F22840">
        <w:rPr>
          <w:rFonts w:eastAsiaTheme="minorHAnsi"/>
          <w:sz w:val="28"/>
          <w:szCs w:val="28"/>
          <w:lang w:eastAsia="en-US"/>
        </w:rPr>
        <w:t xml:space="preserve"> к категории детей</w:t>
      </w:r>
      <w:r w:rsidR="00146FB1" w:rsidRPr="00146FB1">
        <w:rPr>
          <w:rFonts w:eastAsiaTheme="minorHAnsi"/>
          <w:sz w:val="28"/>
          <w:szCs w:val="28"/>
          <w:lang w:eastAsia="en-US"/>
        </w:rPr>
        <w:t>, находящи</w:t>
      </w:r>
      <w:r w:rsidR="00F22840">
        <w:rPr>
          <w:rFonts w:eastAsiaTheme="minorHAnsi"/>
          <w:sz w:val="28"/>
          <w:szCs w:val="28"/>
          <w:lang w:eastAsia="en-US"/>
        </w:rPr>
        <w:t>х</w:t>
      </w:r>
      <w:r w:rsidR="00146FB1" w:rsidRPr="00146FB1">
        <w:rPr>
          <w:rFonts w:eastAsiaTheme="minorHAnsi"/>
          <w:sz w:val="28"/>
          <w:szCs w:val="28"/>
          <w:lang w:eastAsia="en-US"/>
        </w:rPr>
        <w:t>ся в трудной ж</w:t>
      </w:r>
      <w:r w:rsidR="00F22840">
        <w:rPr>
          <w:rFonts w:eastAsiaTheme="minorHAnsi"/>
          <w:sz w:val="28"/>
          <w:szCs w:val="28"/>
          <w:lang w:eastAsia="en-US"/>
        </w:rPr>
        <w:t>изненной ситуации</w:t>
      </w:r>
      <w:r w:rsidR="00964F50">
        <w:rPr>
          <w:rFonts w:eastAsiaTheme="minorHAnsi"/>
          <w:sz w:val="28"/>
          <w:szCs w:val="28"/>
          <w:lang w:eastAsia="en-US"/>
        </w:rPr>
        <w:t>. Работодателями также</w:t>
      </w:r>
      <w:r w:rsidR="00146FB1">
        <w:rPr>
          <w:rFonts w:eastAsiaTheme="minorHAnsi"/>
          <w:sz w:val="28"/>
          <w:szCs w:val="28"/>
          <w:lang w:eastAsia="en-US"/>
        </w:rPr>
        <w:t xml:space="preserve"> учитываются</w:t>
      </w:r>
      <w:r w:rsidR="00146FB1" w:rsidRPr="00146FB1">
        <w:rPr>
          <w:rFonts w:eastAsiaTheme="minorHAnsi"/>
          <w:sz w:val="28"/>
          <w:szCs w:val="28"/>
          <w:lang w:eastAsia="en-US"/>
        </w:rPr>
        <w:t xml:space="preserve"> направлени</w:t>
      </w:r>
      <w:r w:rsidR="00146FB1">
        <w:rPr>
          <w:rFonts w:eastAsiaTheme="minorHAnsi"/>
          <w:sz w:val="28"/>
          <w:szCs w:val="28"/>
          <w:lang w:eastAsia="en-US"/>
        </w:rPr>
        <w:t>я</w:t>
      </w:r>
      <w:r w:rsidR="00146FB1" w:rsidRPr="00146FB1">
        <w:rPr>
          <w:rFonts w:eastAsiaTheme="minorHAnsi"/>
          <w:sz w:val="28"/>
          <w:szCs w:val="28"/>
          <w:lang w:eastAsia="en-US"/>
        </w:rPr>
        <w:t xml:space="preserve"> государственных учреждений службы занятости населения</w:t>
      </w:r>
      <w:proofErr w:type="gramStart"/>
      <w:r w:rsidR="00146FB1" w:rsidRPr="00146FB1">
        <w:rPr>
          <w:rFonts w:eastAsiaTheme="minorHAnsi"/>
          <w:sz w:val="28"/>
          <w:szCs w:val="28"/>
          <w:lang w:eastAsia="en-US"/>
        </w:rPr>
        <w:t>.</w:t>
      </w:r>
      <w:r w:rsidR="00146FB1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7A7ADA" w:rsidRPr="00B86B5F" w:rsidRDefault="00072E35" w:rsidP="00A37367">
      <w:pPr>
        <w:ind w:firstLine="709"/>
        <w:jc w:val="both"/>
        <w:rPr>
          <w:sz w:val="28"/>
          <w:szCs w:val="28"/>
        </w:rPr>
      </w:pPr>
      <w:r w:rsidRPr="00B86B5F">
        <w:rPr>
          <w:sz w:val="28"/>
          <w:szCs w:val="28"/>
        </w:rPr>
        <w:t xml:space="preserve">2) </w:t>
      </w:r>
      <w:r w:rsidR="003516BC" w:rsidRPr="00B86B5F">
        <w:rPr>
          <w:sz w:val="28"/>
          <w:szCs w:val="28"/>
        </w:rPr>
        <w:t>статью 5</w:t>
      </w:r>
      <w:r w:rsidR="003516BC" w:rsidRPr="00B86B5F">
        <w:rPr>
          <w:sz w:val="28"/>
          <w:szCs w:val="28"/>
          <w:vertAlign w:val="superscript"/>
        </w:rPr>
        <w:t>1</w:t>
      </w:r>
      <w:r w:rsidR="003516BC" w:rsidRPr="00B86B5F">
        <w:rPr>
          <w:sz w:val="28"/>
          <w:szCs w:val="28"/>
        </w:rPr>
        <w:t xml:space="preserve"> признать утратившей силу.</w:t>
      </w:r>
    </w:p>
    <w:p w:rsidR="00896AF2" w:rsidRPr="00B86B5F" w:rsidRDefault="00896AF2" w:rsidP="00A37367">
      <w:pPr>
        <w:ind w:firstLine="709"/>
        <w:jc w:val="both"/>
        <w:rPr>
          <w:sz w:val="28"/>
          <w:szCs w:val="28"/>
        </w:rPr>
      </w:pPr>
    </w:p>
    <w:p w:rsidR="00072E35" w:rsidRPr="00B86B5F" w:rsidRDefault="00072E35" w:rsidP="00072E35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B86B5F">
        <w:rPr>
          <w:rFonts w:eastAsiaTheme="minorHAnsi"/>
          <w:b/>
          <w:sz w:val="28"/>
          <w:szCs w:val="28"/>
          <w:lang w:eastAsia="en-US"/>
        </w:rPr>
        <w:t>Статья 2</w:t>
      </w:r>
    </w:p>
    <w:p w:rsidR="00DF6839" w:rsidRDefault="00072E35" w:rsidP="00DF683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Признать утратившим силу</w:t>
      </w:r>
      <w:r w:rsidR="00DF6839">
        <w:rPr>
          <w:sz w:val="28"/>
          <w:szCs w:val="28"/>
        </w:rPr>
        <w:t xml:space="preserve"> </w:t>
      </w:r>
      <w:r w:rsidR="00DF6839">
        <w:rPr>
          <w:rFonts w:eastAsiaTheme="minorHAnsi"/>
          <w:sz w:val="28"/>
          <w:szCs w:val="28"/>
          <w:lang w:eastAsia="en-US"/>
        </w:rPr>
        <w:t>Закон Ярославской области от 28.09.2021 № 67-з «О внесении изменений в Закон Ярославской области «О квотировании рабочих мест для трудоустройства несовершеннолетних граждан в Ярославской области» (</w:t>
      </w:r>
      <w:r w:rsidR="00DF6839" w:rsidRPr="00E626CA">
        <w:rPr>
          <w:rFonts w:eastAsiaTheme="minorHAnsi"/>
          <w:sz w:val="28"/>
          <w:szCs w:val="28"/>
          <w:lang w:eastAsia="en-US"/>
        </w:rPr>
        <w:t>Документ</w:t>
      </w:r>
      <w:r w:rsidR="00DF6839">
        <w:rPr>
          <w:rFonts w:eastAsiaTheme="minorHAnsi"/>
          <w:sz w:val="28"/>
          <w:szCs w:val="28"/>
          <w:lang w:eastAsia="en-US"/>
        </w:rPr>
        <w:t xml:space="preserve"> – Регион, 2021, 8 октября, № 81).</w:t>
      </w:r>
    </w:p>
    <w:p w:rsidR="00072E35" w:rsidRPr="00C677F9" w:rsidRDefault="00072E35" w:rsidP="00A37367">
      <w:pPr>
        <w:ind w:firstLine="709"/>
        <w:jc w:val="both"/>
        <w:rPr>
          <w:sz w:val="20"/>
          <w:szCs w:val="20"/>
        </w:rPr>
      </w:pPr>
    </w:p>
    <w:p w:rsidR="00072E35" w:rsidRDefault="00072E35" w:rsidP="00072E35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E626CA">
        <w:rPr>
          <w:rFonts w:eastAsiaTheme="minorHAnsi"/>
          <w:b/>
          <w:sz w:val="28"/>
          <w:szCs w:val="28"/>
          <w:lang w:eastAsia="en-US"/>
        </w:rPr>
        <w:lastRenderedPageBreak/>
        <w:t xml:space="preserve">Статья </w:t>
      </w:r>
      <w:r>
        <w:rPr>
          <w:rFonts w:eastAsiaTheme="minorHAnsi"/>
          <w:b/>
          <w:sz w:val="28"/>
          <w:szCs w:val="28"/>
          <w:lang w:eastAsia="en-US"/>
        </w:rPr>
        <w:t>3</w:t>
      </w:r>
    </w:p>
    <w:p w:rsidR="00072E35" w:rsidRPr="00DF6839" w:rsidRDefault="00DF6839" w:rsidP="00A37367">
      <w:pPr>
        <w:ind w:firstLine="709"/>
        <w:jc w:val="both"/>
        <w:rPr>
          <w:sz w:val="28"/>
          <w:szCs w:val="28"/>
        </w:rPr>
      </w:pPr>
      <w:r w:rsidRPr="00DF6839">
        <w:rPr>
          <w:rFonts w:eastAsia="Calibri"/>
          <w:bCs/>
          <w:sz w:val="28"/>
          <w:szCs w:val="28"/>
          <w:lang w:eastAsia="en-US"/>
        </w:rPr>
        <w:t>Настоящий Закон вступает в силу</w:t>
      </w:r>
      <w:r>
        <w:rPr>
          <w:rFonts w:eastAsia="Calibri"/>
          <w:bCs/>
          <w:sz w:val="28"/>
          <w:szCs w:val="28"/>
          <w:lang w:eastAsia="en-US"/>
        </w:rPr>
        <w:t xml:space="preserve"> с 1 января 2023 года.</w:t>
      </w:r>
    </w:p>
    <w:p w:rsidR="00B95FB8" w:rsidRDefault="00B95FB8" w:rsidP="00A37367">
      <w:pPr>
        <w:ind w:firstLine="709"/>
        <w:jc w:val="both"/>
        <w:rPr>
          <w:sz w:val="28"/>
          <w:szCs w:val="28"/>
        </w:rPr>
      </w:pPr>
    </w:p>
    <w:p w:rsidR="00F9530F" w:rsidRDefault="00F9530F" w:rsidP="00A37367">
      <w:pPr>
        <w:ind w:firstLine="709"/>
        <w:jc w:val="both"/>
        <w:rPr>
          <w:sz w:val="28"/>
          <w:szCs w:val="28"/>
        </w:rPr>
      </w:pPr>
    </w:p>
    <w:p w:rsidR="00F9530F" w:rsidRPr="00C677F9" w:rsidRDefault="00F9530F" w:rsidP="00A37367">
      <w:pPr>
        <w:ind w:firstLine="709"/>
        <w:jc w:val="both"/>
        <w:rPr>
          <w:sz w:val="28"/>
          <w:szCs w:val="28"/>
        </w:rPr>
      </w:pPr>
    </w:p>
    <w:p w:rsidR="002556E7" w:rsidRPr="002556E7" w:rsidRDefault="002556E7" w:rsidP="002556E7">
      <w:pPr>
        <w:keepNext/>
        <w:outlineLvl w:val="3"/>
        <w:rPr>
          <w:bCs/>
          <w:sz w:val="28"/>
          <w:szCs w:val="28"/>
        </w:rPr>
      </w:pPr>
      <w:r w:rsidRPr="002556E7">
        <w:rPr>
          <w:bCs/>
          <w:sz w:val="28"/>
          <w:szCs w:val="28"/>
        </w:rPr>
        <w:t>Губернатор</w:t>
      </w:r>
      <w:bookmarkStart w:id="0" w:name="_GoBack"/>
      <w:bookmarkEnd w:id="0"/>
    </w:p>
    <w:p w:rsidR="002556E7" w:rsidRPr="002556E7" w:rsidRDefault="002556E7" w:rsidP="002556E7">
      <w:pPr>
        <w:keepNext/>
        <w:outlineLvl w:val="3"/>
        <w:rPr>
          <w:sz w:val="28"/>
          <w:szCs w:val="28"/>
        </w:rPr>
      </w:pPr>
      <w:r w:rsidRPr="002556E7">
        <w:rPr>
          <w:sz w:val="28"/>
          <w:szCs w:val="28"/>
        </w:rPr>
        <w:t>Ярославской области</w:t>
      </w:r>
      <w:r w:rsidRPr="002556E7">
        <w:rPr>
          <w:sz w:val="28"/>
          <w:szCs w:val="28"/>
        </w:rPr>
        <w:tab/>
        <w:t xml:space="preserve">                              </w:t>
      </w:r>
      <w:r w:rsidR="00621D67">
        <w:rPr>
          <w:sz w:val="28"/>
          <w:szCs w:val="28"/>
        </w:rPr>
        <w:t xml:space="preserve"> </w:t>
      </w:r>
      <w:r w:rsidRPr="002556E7">
        <w:rPr>
          <w:sz w:val="28"/>
          <w:szCs w:val="28"/>
        </w:rPr>
        <w:t xml:space="preserve">                                         М.Я. Евраев</w:t>
      </w:r>
    </w:p>
    <w:p w:rsidR="002556E7" w:rsidRPr="00F9530F" w:rsidRDefault="002556E7" w:rsidP="002556E7">
      <w:pPr>
        <w:rPr>
          <w:sz w:val="28"/>
          <w:szCs w:val="28"/>
        </w:rPr>
      </w:pPr>
    </w:p>
    <w:p w:rsidR="002E2422" w:rsidRPr="00F9530F" w:rsidRDefault="002E2422" w:rsidP="002556E7">
      <w:pPr>
        <w:rPr>
          <w:sz w:val="28"/>
          <w:szCs w:val="28"/>
        </w:rPr>
      </w:pPr>
    </w:p>
    <w:p w:rsidR="00FB06DF" w:rsidRPr="00A37367" w:rsidRDefault="00FB06DF" w:rsidP="002556E7">
      <w:pPr>
        <w:rPr>
          <w:sz w:val="28"/>
          <w:szCs w:val="28"/>
        </w:rPr>
      </w:pPr>
      <w:r w:rsidRPr="00A37367">
        <w:rPr>
          <w:sz w:val="28"/>
          <w:szCs w:val="28"/>
        </w:rPr>
        <w:t>«_____»_____________20</w:t>
      </w:r>
      <w:r w:rsidR="00E2069B" w:rsidRPr="00A37367">
        <w:rPr>
          <w:sz w:val="28"/>
          <w:szCs w:val="28"/>
        </w:rPr>
        <w:t>2</w:t>
      </w:r>
      <w:r w:rsidR="00D803DB">
        <w:rPr>
          <w:sz w:val="28"/>
          <w:szCs w:val="28"/>
        </w:rPr>
        <w:t>2</w:t>
      </w:r>
      <w:r w:rsidRPr="00A37367">
        <w:rPr>
          <w:sz w:val="28"/>
          <w:szCs w:val="28"/>
        </w:rPr>
        <w:t xml:space="preserve"> г.</w:t>
      </w:r>
    </w:p>
    <w:p w:rsidR="00F96F4B" w:rsidRPr="00F9530F" w:rsidRDefault="00F96F4B" w:rsidP="005A33C3">
      <w:pPr>
        <w:rPr>
          <w:sz w:val="28"/>
          <w:szCs w:val="28"/>
        </w:rPr>
      </w:pPr>
    </w:p>
    <w:p w:rsidR="00875284" w:rsidRPr="00A37367" w:rsidRDefault="00FB06DF" w:rsidP="005A33C3">
      <w:pPr>
        <w:rPr>
          <w:sz w:val="28"/>
          <w:szCs w:val="28"/>
        </w:rPr>
      </w:pPr>
      <w:r w:rsidRPr="00A37367">
        <w:rPr>
          <w:sz w:val="28"/>
          <w:szCs w:val="28"/>
        </w:rPr>
        <w:t>№_______</w:t>
      </w:r>
    </w:p>
    <w:sectPr w:rsidR="00875284" w:rsidRPr="00A37367" w:rsidSect="00F9530F">
      <w:headerReference w:type="default" r:id="rId10"/>
      <w:pgSz w:w="11906" w:h="16838"/>
      <w:pgMar w:top="993" w:right="849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6E6" w:rsidRDefault="005706E6" w:rsidP="00011B0F">
      <w:r>
        <w:separator/>
      </w:r>
    </w:p>
  </w:endnote>
  <w:endnote w:type="continuationSeparator" w:id="0">
    <w:p w:rsidR="005706E6" w:rsidRDefault="005706E6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6E6" w:rsidRDefault="005706E6" w:rsidP="00011B0F">
      <w:r>
        <w:separator/>
      </w:r>
    </w:p>
  </w:footnote>
  <w:footnote w:type="continuationSeparator" w:id="0">
    <w:p w:rsidR="005706E6" w:rsidRDefault="005706E6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2004589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04A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0D16"/>
    <w:rsid w:val="00011B0F"/>
    <w:rsid w:val="00015885"/>
    <w:rsid w:val="00015A17"/>
    <w:rsid w:val="0002283B"/>
    <w:rsid w:val="00025517"/>
    <w:rsid w:val="000273FF"/>
    <w:rsid w:val="000274BF"/>
    <w:rsid w:val="00032515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2E35"/>
    <w:rsid w:val="00074249"/>
    <w:rsid w:val="00075364"/>
    <w:rsid w:val="000768D5"/>
    <w:rsid w:val="0007705D"/>
    <w:rsid w:val="000772BC"/>
    <w:rsid w:val="00077492"/>
    <w:rsid w:val="000827FC"/>
    <w:rsid w:val="0008307C"/>
    <w:rsid w:val="00085DEC"/>
    <w:rsid w:val="0009632A"/>
    <w:rsid w:val="000A0260"/>
    <w:rsid w:val="000A1FC7"/>
    <w:rsid w:val="000A2302"/>
    <w:rsid w:val="000A2464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1BD3"/>
    <w:rsid w:val="000D7A92"/>
    <w:rsid w:val="000E2230"/>
    <w:rsid w:val="000E32B1"/>
    <w:rsid w:val="000E5578"/>
    <w:rsid w:val="000E632C"/>
    <w:rsid w:val="000E65D1"/>
    <w:rsid w:val="000F1933"/>
    <w:rsid w:val="000F249A"/>
    <w:rsid w:val="0010304A"/>
    <w:rsid w:val="00114206"/>
    <w:rsid w:val="0012089E"/>
    <w:rsid w:val="0012142D"/>
    <w:rsid w:val="00121C28"/>
    <w:rsid w:val="00127382"/>
    <w:rsid w:val="00130F93"/>
    <w:rsid w:val="001314A4"/>
    <w:rsid w:val="00131503"/>
    <w:rsid w:val="001329EC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46AB9"/>
    <w:rsid w:val="00146FB1"/>
    <w:rsid w:val="00151C66"/>
    <w:rsid w:val="00151F07"/>
    <w:rsid w:val="001555BC"/>
    <w:rsid w:val="00155A15"/>
    <w:rsid w:val="00155ABA"/>
    <w:rsid w:val="0016268A"/>
    <w:rsid w:val="00163876"/>
    <w:rsid w:val="001671A6"/>
    <w:rsid w:val="00172DE1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7A72"/>
    <w:rsid w:val="002711E3"/>
    <w:rsid w:val="0027375D"/>
    <w:rsid w:val="00280773"/>
    <w:rsid w:val="002807EA"/>
    <w:rsid w:val="002811BB"/>
    <w:rsid w:val="0028459D"/>
    <w:rsid w:val="0028480E"/>
    <w:rsid w:val="00292FF7"/>
    <w:rsid w:val="002A51D3"/>
    <w:rsid w:val="002A5BDA"/>
    <w:rsid w:val="002A5E4D"/>
    <w:rsid w:val="002A78B0"/>
    <w:rsid w:val="002B1D28"/>
    <w:rsid w:val="002B2BEA"/>
    <w:rsid w:val="002C4F7E"/>
    <w:rsid w:val="002C5D6F"/>
    <w:rsid w:val="002C65CF"/>
    <w:rsid w:val="002E0A25"/>
    <w:rsid w:val="002E2422"/>
    <w:rsid w:val="002E2EA9"/>
    <w:rsid w:val="002E795E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516BC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33A44"/>
    <w:rsid w:val="00441EF5"/>
    <w:rsid w:val="00441F1C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15FC"/>
    <w:rsid w:val="004D4A0B"/>
    <w:rsid w:val="004E10A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1576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06E6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1D67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04B2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96B98"/>
    <w:rsid w:val="006A102A"/>
    <w:rsid w:val="006A19C3"/>
    <w:rsid w:val="006A544E"/>
    <w:rsid w:val="006B01DA"/>
    <w:rsid w:val="006C3B83"/>
    <w:rsid w:val="006C5FAA"/>
    <w:rsid w:val="006D1783"/>
    <w:rsid w:val="006D740C"/>
    <w:rsid w:val="006E0254"/>
    <w:rsid w:val="006E5E62"/>
    <w:rsid w:val="006E7594"/>
    <w:rsid w:val="006F1038"/>
    <w:rsid w:val="006F1BC7"/>
    <w:rsid w:val="006F3C3C"/>
    <w:rsid w:val="0070159E"/>
    <w:rsid w:val="00701C41"/>
    <w:rsid w:val="00701E51"/>
    <w:rsid w:val="00701FA6"/>
    <w:rsid w:val="007022C4"/>
    <w:rsid w:val="00705014"/>
    <w:rsid w:val="00705072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0ED9"/>
    <w:rsid w:val="00761F3F"/>
    <w:rsid w:val="00762DA3"/>
    <w:rsid w:val="00770285"/>
    <w:rsid w:val="00771B63"/>
    <w:rsid w:val="0077326C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A7ADA"/>
    <w:rsid w:val="007B2E0B"/>
    <w:rsid w:val="007B524B"/>
    <w:rsid w:val="007B609D"/>
    <w:rsid w:val="007B65AD"/>
    <w:rsid w:val="007B7514"/>
    <w:rsid w:val="007B76AA"/>
    <w:rsid w:val="007C47C5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682A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96AF2"/>
    <w:rsid w:val="00896D76"/>
    <w:rsid w:val="008A012A"/>
    <w:rsid w:val="008B0451"/>
    <w:rsid w:val="008B0657"/>
    <w:rsid w:val="008B2B80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03D6"/>
    <w:rsid w:val="00901169"/>
    <w:rsid w:val="00902C76"/>
    <w:rsid w:val="00902FFC"/>
    <w:rsid w:val="00905AA4"/>
    <w:rsid w:val="00906211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56D9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4F50"/>
    <w:rsid w:val="00965F22"/>
    <w:rsid w:val="009730B0"/>
    <w:rsid w:val="00973650"/>
    <w:rsid w:val="0097543B"/>
    <w:rsid w:val="00980971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EC2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830"/>
    <w:rsid w:val="00AC6E32"/>
    <w:rsid w:val="00AC77F0"/>
    <w:rsid w:val="00AD12A8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5670B"/>
    <w:rsid w:val="00B601F9"/>
    <w:rsid w:val="00B607AF"/>
    <w:rsid w:val="00B66CFA"/>
    <w:rsid w:val="00B66DA0"/>
    <w:rsid w:val="00B70B19"/>
    <w:rsid w:val="00B74EB0"/>
    <w:rsid w:val="00B75088"/>
    <w:rsid w:val="00B7712A"/>
    <w:rsid w:val="00B820CD"/>
    <w:rsid w:val="00B82292"/>
    <w:rsid w:val="00B83A03"/>
    <w:rsid w:val="00B84332"/>
    <w:rsid w:val="00B86B5F"/>
    <w:rsid w:val="00B901BE"/>
    <w:rsid w:val="00B91556"/>
    <w:rsid w:val="00B95639"/>
    <w:rsid w:val="00B95FB8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0DE1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24461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7F9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03DB"/>
    <w:rsid w:val="00D81750"/>
    <w:rsid w:val="00D913BE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DF6839"/>
    <w:rsid w:val="00E020F7"/>
    <w:rsid w:val="00E045EA"/>
    <w:rsid w:val="00E04E7D"/>
    <w:rsid w:val="00E05E24"/>
    <w:rsid w:val="00E068A1"/>
    <w:rsid w:val="00E078D2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26CA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0741"/>
    <w:rsid w:val="00EC153B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2840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77753"/>
    <w:rsid w:val="00F86BC9"/>
    <w:rsid w:val="00F86F59"/>
    <w:rsid w:val="00F93F47"/>
    <w:rsid w:val="00F9530F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D59D4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A563E3C669D284426F014488A7EF4254E8DC3E5C9604F9E17F47AE0C1E9A049621641E7B804C011C030102746AC95D44I0n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5AA26-C303-4493-AD97-33E8DC890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Чувакова Юлия Александровна</cp:lastModifiedBy>
  <cp:revision>13</cp:revision>
  <cp:lastPrinted>2022-08-31T11:21:00Z</cp:lastPrinted>
  <dcterms:created xsi:type="dcterms:W3CDTF">2022-08-31T10:29:00Z</dcterms:created>
  <dcterms:modified xsi:type="dcterms:W3CDTF">2022-09-16T10:38:00Z</dcterms:modified>
</cp:coreProperties>
</file>