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3B28" w:rsidRPr="005D3B28" w:rsidTr="005D3B28">
        <w:tc>
          <w:tcPr>
            <w:tcW w:w="426" w:type="dxa"/>
            <w:vAlign w:val="bottom"/>
            <w:hideMark/>
          </w:tcPr>
          <w:p w:rsidR="005D3B28" w:rsidRPr="005D3B28" w:rsidRDefault="005D3B28" w:rsidP="005D3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D3B2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3B28" w:rsidRPr="005D3B28" w:rsidRDefault="005D3B28" w:rsidP="005D3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3B28"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5D3B28" w:rsidRPr="005D3B28" w:rsidRDefault="005D3B28" w:rsidP="005D3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D3B28" w:rsidRPr="005D3B28" w:rsidRDefault="005D3B28" w:rsidP="005D3B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3B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3B28" w:rsidRPr="005D3B28" w:rsidRDefault="005D3B28" w:rsidP="005D3B2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5D3B28">
              <w:rPr>
                <w:rFonts w:ascii="Times New Roman" w:eastAsia="Calibri" w:hAnsi="Times New Roman" w:cs="Times New Roman"/>
                <w:sz w:val="28"/>
              </w:rPr>
              <w:t>25</w:t>
            </w:r>
            <w:r>
              <w:rPr>
                <w:rFonts w:ascii="Times New Roman" w:eastAsia="Calibri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3915CA" w:rsidRPr="003915CA" w:rsidRDefault="003915CA" w:rsidP="00CB5B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5CA" w:rsidRPr="003915CA" w:rsidRDefault="003915CA" w:rsidP="00CB5B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AE" w:rsidRPr="003915CA" w:rsidRDefault="00CB5BAE" w:rsidP="00CB5B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Законе Ярославской области</w:t>
      </w:r>
    </w:p>
    <w:p w:rsidR="00CB5BAE" w:rsidRPr="003915CA" w:rsidRDefault="00CB5BAE" w:rsidP="00CB5B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CB5BAE" w:rsidRPr="003915CA" w:rsidRDefault="00CB5BAE" w:rsidP="00CB5B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CB5BAE" w:rsidRPr="003915CA" w:rsidRDefault="00CB5BAE" w:rsidP="00CB5B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административных правонарушениях»</w:t>
      </w:r>
    </w:p>
    <w:p w:rsidR="00FE03CF" w:rsidRPr="003915CA" w:rsidRDefault="00FE03CF" w:rsidP="003915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3915CA" w:rsidRDefault="00FE03CF" w:rsidP="00C828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3915CA" w:rsidRDefault="00436B44" w:rsidP="003915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3915CA" w:rsidRDefault="00436B44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3915CA" w:rsidRDefault="00436B44" w:rsidP="003915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9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9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3915CA" w:rsidRDefault="00436B44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3915CA" w:rsidRDefault="00523668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CB5BAE"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Ярославской области «Об административных правонарушениях»</w:t>
      </w: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3915CA" w:rsidRDefault="00523668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Pr="003915CA" w:rsidRDefault="00FB2749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3915CA" w:rsidRDefault="00523668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3915CA" w:rsidRDefault="00CB5BAE" w:rsidP="00391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3915CA" w:rsidRDefault="006378F2" w:rsidP="0039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5C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3915CA" w:rsidRDefault="006378F2" w:rsidP="00391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C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3915CA">
        <w:rPr>
          <w:rFonts w:ascii="Times New Roman" w:hAnsi="Times New Roman" w:cs="Times New Roman"/>
          <w:sz w:val="28"/>
          <w:szCs w:val="28"/>
        </w:rPr>
        <w:t xml:space="preserve"> </w:t>
      </w:r>
      <w:r w:rsidRPr="003915CA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3915C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915CA">
        <w:rPr>
          <w:rFonts w:ascii="Times New Roman" w:hAnsi="Times New Roman" w:cs="Times New Roman"/>
          <w:sz w:val="28"/>
          <w:szCs w:val="28"/>
        </w:rPr>
        <w:t xml:space="preserve">   </w:t>
      </w:r>
      <w:r w:rsidR="00C7455E" w:rsidRPr="003915CA">
        <w:rPr>
          <w:rFonts w:ascii="Times New Roman" w:hAnsi="Times New Roman" w:cs="Times New Roman"/>
          <w:sz w:val="28"/>
          <w:szCs w:val="28"/>
        </w:rPr>
        <w:t xml:space="preserve">         А.Д. Константинов</w:t>
      </w:r>
    </w:p>
    <w:sectPr w:rsidR="00FE7A2F" w:rsidRPr="003915CA" w:rsidSect="003915C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0C79FA"/>
    <w:rsid w:val="00326C80"/>
    <w:rsid w:val="003306F3"/>
    <w:rsid w:val="00367820"/>
    <w:rsid w:val="00390058"/>
    <w:rsid w:val="003915CA"/>
    <w:rsid w:val="003D0D48"/>
    <w:rsid w:val="003D6E36"/>
    <w:rsid w:val="00404F25"/>
    <w:rsid w:val="00436B44"/>
    <w:rsid w:val="00523668"/>
    <w:rsid w:val="005A181B"/>
    <w:rsid w:val="005D3B28"/>
    <w:rsid w:val="0061521B"/>
    <w:rsid w:val="006378F2"/>
    <w:rsid w:val="006E3F7B"/>
    <w:rsid w:val="007E4468"/>
    <w:rsid w:val="00824F3E"/>
    <w:rsid w:val="008321B5"/>
    <w:rsid w:val="008E3473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80F54"/>
    <w:rsid w:val="00B83140"/>
    <w:rsid w:val="00B865CD"/>
    <w:rsid w:val="00B94B4F"/>
    <w:rsid w:val="00C008C8"/>
    <w:rsid w:val="00C7455E"/>
    <w:rsid w:val="00C8280E"/>
    <w:rsid w:val="00CB5BA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2019-03-19T06:17:00Z</cp:lastPrinted>
  <dcterms:created xsi:type="dcterms:W3CDTF">2019-08-01T07:17:00Z</dcterms:created>
  <dcterms:modified xsi:type="dcterms:W3CDTF">2019-10-29T13:05:00Z</dcterms:modified>
</cp:coreProperties>
</file>