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97F9C" w:rsidTr="00B97F9C">
        <w:tc>
          <w:tcPr>
            <w:tcW w:w="426" w:type="dxa"/>
            <w:vAlign w:val="bottom"/>
            <w:hideMark/>
          </w:tcPr>
          <w:p w:rsidR="00B97F9C" w:rsidRDefault="00B97F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97F9C" w:rsidRDefault="00B97F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31.05.2022</w:t>
            </w:r>
          </w:p>
        </w:tc>
        <w:tc>
          <w:tcPr>
            <w:tcW w:w="4111" w:type="dxa"/>
            <w:vAlign w:val="bottom"/>
          </w:tcPr>
          <w:p w:rsidR="00B97F9C" w:rsidRDefault="00B97F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97F9C" w:rsidRDefault="00B97F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97F9C" w:rsidRDefault="00B97F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  <w:r>
              <w:rPr>
                <w:rFonts w:ascii="Times New Roman" w:hAnsi="Times New Roman" w:cs="Times New Roman"/>
                <w:sz w:val="28"/>
              </w:rPr>
              <w:t>4</w:t>
            </w:r>
            <w:bookmarkStart w:id="0" w:name="_GoBack"/>
            <w:bookmarkEnd w:id="0"/>
          </w:p>
        </w:tc>
      </w:tr>
    </w:tbl>
    <w:p w:rsidR="00D131D6" w:rsidRPr="00D131D6" w:rsidRDefault="00D131D6" w:rsidP="00D131D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131D6" w:rsidRPr="00D131D6" w:rsidRDefault="00D131D6" w:rsidP="00D131D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F0FC0" w:rsidRPr="00D131D6" w:rsidRDefault="000B5307" w:rsidP="00D131D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31D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Законе Ярославской области </w:t>
      </w:r>
    </w:p>
    <w:p w:rsidR="00476525" w:rsidRPr="00D131D6" w:rsidRDefault="00476525" w:rsidP="00D131D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31D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13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изменений в Закон </w:t>
      </w:r>
    </w:p>
    <w:p w:rsidR="00476525" w:rsidRPr="00D131D6" w:rsidRDefault="00476525" w:rsidP="00D131D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3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Ярославской области «О защите населения </w:t>
      </w:r>
    </w:p>
    <w:p w:rsidR="00476525" w:rsidRPr="00D131D6" w:rsidRDefault="00476525" w:rsidP="00D131D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3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территорий Ярославской области</w:t>
      </w:r>
    </w:p>
    <w:p w:rsidR="00476525" w:rsidRPr="00D131D6" w:rsidRDefault="00476525" w:rsidP="00D131D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3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чрезвычайных ситуаций </w:t>
      </w:r>
      <w:proofErr w:type="gramStart"/>
      <w:r w:rsidRPr="00D13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природного</w:t>
      </w:r>
      <w:proofErr w:type="gramEnd"/>
      <w:r w:rsidRPr="00D13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B5307" w:rsidRPr="00D131D6" w:rsidRDefault="00476525" w:rsidP="00D131D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техногенного характера</w:t>
      </w:r>
      <w:r w:rsidRPr="00D131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76525" w:rsidRPr="00D131D6" w:rsidRDefault="00476525" w:rsidP="00D131D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525" w:rsidRPr="00D131D6" w:rsidRDefault="00476525" w:rsidP="00D131D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D131D6" w:rsidRDefault="00436B44" w:rsidP="00D131D6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D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D131D6" w:rsidRDefault="00436B44" w:rsidP="00D131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D131D6" w:rsidRDefault="00436B44" w:rsidP="00D131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131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131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D131D6" w:rsidRDefault="00436B44" w:rsidP="00D131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914" w:rsidRPr="00D131D6" w:rsidRDefault="00AE7591" w:rsidP="00D131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1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D1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="00C339DD" w:rsidRPr="00D131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D13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6115EB" w:rsidRPr="00D131D6">
        <w:rPr>
          <w:rFonts w:ascii="Times New Roman" w:hAnsi="Times New Roman" w:cs="Times New Roman"/>
          <w:sz w:val="28"/>
          <w:szCs w:val="28"/>
        </w:rPr>
        <w:t>«</w:t>
      </w:r>
      <w:r w:rsidR="006115EB" w:rsidRPr="00D131D6">
        <w:rPr>
          <w:rFonts w:ascii="Times New Roman" w:hAnsi="Times New Roman" w:cs="Times New Roman"/>
          <w:bCs/>
          <w:sz w:val="28"/>
          <w:szCs w:val="28"/>
        </w:rPr>
        <w:t>О внесении изменений в Закон Ярославской области «О защите населения и территорий Ярославской обл</w:t>
      </w:r>
      <w:r w:rsidR="006115EB" w:rsidRPr="00D131D6">
        <w:rPr>
          <w:rFonts w:ascii="Times New Roman" w:hAnsi="Times New Roman" w:cs="Times New Roman"/>
          <w:bCs/>
          <w:sz w:val="28"/>
          <w:szCs w:val="28"/>
        </w:rPr>
        <w:t>а</w:t>
      </w:r>
      <w:r w:rsidR="006115EB" w:rsidRPr="00D131D6">
        <w:rPr>
          <w:rFonts w:ascii="Times New Roman" w:hAnsi="Times New Roman" w:cs="Times New Roman"/>
          <w:bCs/>
          <w:sz w:val="28"/>
          <w:szCs w:val="28"/>
        </w:rPr>
        <w:t>сти от чрезвычайных ситуаций природного и техногенного характера</w:t>
      </w:r>
      <w:r w:rsidR="00964590" w:rsidRPr="00D131D6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E61914" w:rsidRPr="00D131D6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42959" w:rsidRPr="00D131D6" w:rsidRDefault="00342959" w:rsidP="00D131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D6">
        <w:rPr>
          <w:rFonts w:ascii="Times New Roman" w:hAnsi="Times New Roman" w:cs="Times New Roman"/>
          <w:sz w:val="28"/>
          <w:szCs w:val="28"/>
        </w:rPr>
        <w:t xml:space="preserve">2. Направить указанный Закон Ярославской области временно </w:t>
      </w:r>
      <w:proofErr w:type="gramStart"/>
      <w:r w:rsidRPr="00D131D6">
        <w:rPr>
          <w:rFonts w:ascii="Times New Roman" w:hAnsi="Times New Roman" w:cs="Times New Roman"/>
          <w:sz w:val="28"/>
          <w:szCs w:val="28"/>
        </w:rPr>
        <w:t>испо</w:t>
      </w:r>
      <w:r w:rsidRPr="00D131D6">
        <w:rPr>
          <w:rFonts w:ascii="Times New Roman" w:hAnsi="Times New Roman" w:cs="Times New Roman"/>
          <w:sz w:val="28"/>
          <w:szCs w:val="28"/>
        </w:rPr>
        <w:t>л</w:t>
      </w:r>
      <w:r w:rsidRPr="00D131D6">
        <w:rPr>
          <w:rFonts w:ascii="Times New Roman" w:hAnsi="Times New Roman" w:cs="Times New Roman"/>
          <w:sz w:val="28"/>
          <w:szCs w:val="28"/>
        </w:rPr>
        <w:t>няющему</w:t>
      </w:r>
      <w:proofErr w:type="gramEnd"/>
      <w:r w:rsidRPr="00D131D6">
        <w:rPr>
          <w:rFonts w:ascii="Times New Roman" w:hAnsi="Times New Roman" w:cs="Times New Roman"/>
          <w:sz w:val="28"/>
          <w:szCs w:val="28"/>
        </w:rPr>
        <w:t xml:space="preserve"> обязанности Губернатора Ярославской области Евраеву М.Я. для подписания и официального опубликования. </w:t>
      </w:r>
    </w:p>
    <w:p w:rsidR="00173F84" w:rsidRPr="00D131D6" w:rsidRDefault="00173F84" w:rsidP="00D131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D6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</w:t>
      </w:r>
      <w:r w:rsidR="00DD0FEE" w:rsidRPr="00D131D6">
        <w:rPr>
          <w:rFonts w:ascii="Times New Roman" w:hAnsi="Times New Roman" w:cs="Times New Roman"/>
          <w:sz w:val="28"/>
          <w:szCs w:val="28"/>
        </w:rPr>
        <w:t>ию в газете «Документ – Регион».</w:t>
      </w:r>
    </w:p>
    <w:p w:rsidR="00AE7591" w:rsidRPr="00D131D6" w:rsidRDefault="00AE7591" w:rsidP="00D13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D131D6" w:rsidRDefault="0014080B" w:rsidP="00D13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D131D6" w:rsidRDefault="0014080B" w:rsidP="00D13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10A" w:rsidRPr="00D131D6" w:rsidRDefault="00CE310A" w:rsidP="00D13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31D6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D131D6" w:rsidRDefault="00CE310A" w:rsidP="00D13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31D6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Pr="00D131D6">
        <w:rPr>
          <w:rFonts w:ascii="Times New Roman" w:hAnsi="Times New Roman" w:cs="Times New Roman"/>
          <w:sz w:val="28"/>
          <w:szCs w:val="28"/>
        </w:rPr>
        <w:tab/>
      </w:r>
      <w:r w:rsidRPr="00D131D6">
        <w:rPr>
          <w:rFonts w:ascii="Times New Roman" w:hAnsi="Times New Roman" w:cs="Times New Roman"/>
          <w:sz w:val="28"/>
          <w:szCs w:val="28"/>
        </w:rPr>
        <w:tab/>
      </w:r>
      <w:r w:rsidRPr="00D131D6">
        <w:rPr>
          <w:rFonts w:ascii="Times New Roman" w:hAnsi="Times New Roman" w:cs="Times New Roman"/>
          <w:sz w:val="28"/>
          <w:szCs w:val="28"/>
        </w:rPr>
        <w:tab/>
      </w:r>
      <w:r w:rsidRPr="00D131D6">
        <w:rPr>
          <w:rFonts w:ascii="Times New Roman" w:hAnsi="Times New Roman" w:cs="Times New Roman"/>
          <w:sz w:val="28"/>
          <w:szCs w:val="28"/>
        </w:rPr>
        <w:tab/>
      </w:r>
      <w:r w:rsidRPr="00D131D6">
        <w:rPr>
          <w:rFonts w:ascii="Times New Roman" w:hAnsi="Times New Roman" w:cs="Times New Roman"/>
          <w:sz w:val="28"/>
          <w:szCs w:val="28"/>
        </w:rPr>
        <w:tab/>
      </w:r>
      <w:r w:rsidR="00D131D6">
        <w:rPr>
          <w:rFonts w:ascii="Times New Roman" w:hAnsi="Times New Roman" w:cs="Times New Roman"/>
          <w:sz w:val="28"/>
          <w:szCs w:val="28"/>
        </w:rPr>
        <w:t xml:space="preserve">  </w:t>
      </w:r>
      <w:r w:rsidRPr="00D131D6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D131D6" w:rsidSect="00D131D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0B5307"/>
    <w:rsid w:val="0014080B"/>
    <w:rsid w:val="00173F84"/>
    <w:rsid w:val="002B4009"/>
    <w:rsid w:val="002F36EC"/>
    <w:rsid w:val="00326C80"/>
    <w:rsid w:val="00342959"/>
    <w:rsid w:val="003753FC"/>
    <w:rsid w:val="00390058"/>
    <w:rsid w:val="003916EE"/>
    <w:rsid w:val="003B40BA"/>
    <w:rsid w:val="003D0D48"/>
    <w:rsid w:val="003D6E36"/>
    <w:rsid w:val="00417EB1"/>
    <w:rsid w:val="004221A7"/>
    <w:rsid w:val="00436B44"/>
    <w:rsid w:val="00476525"/>
    <w:rsid w:val="0058153A"/>
    <w:rsid w:val="005A181B"/>
    <w:rsid w:val="006115EB"/>
    <w:rsid w:val="006378F2"/>
    <w:rsid w:val="00786AC3"/>
    <w:rsid w:val="007E4468"/>
    <w:rsid w:val="007F31E3"/>
    <w:rsid w:val="00824F3E"/>
    <w:rsid w:val="00830A9F"/>
    <w:rsid w:val="008321B5"/>
    <w:rsid w:val="008E3473"/>
    <w:rsid w:val="008F5AEB"/>
    <w:rsid w:val="00906253"/>
    <w:rsid w:val="00951754"/>
    <w:rsid w:val="009578E7"/>
    <w:rsid w:val="00964590"/>
    <w:rsid w:val="00987C16"/>
    <w:rsid w:val="00995B46"/>
    <w:rsid w:val="009B2769"/>
    <w:rsid w:val="009C0098"/>
    <w:rsid w:val="009F0FC0"/>
    <w:rsid w:val="00A46C97"/>
    <w:rsid w:val="00AA6466"/>
    <w:rsid w:val="00AB5EAE"/>
    <w:rsid w:val="00AB7AB6"/>
    <w:rsid w:val="00AC79AB"/>
    <w:rsid w:val="00AE7591"/>
    <w:rsid w:val="00B151C8"/>
    <w:rsid w:val="00B80F54"/>
    <w:rsid w:val="00B83140"/>
    <w:rsid w:val="00B865CD"/>
    <w:rsid w:val="00B94B4F"/>
    <w:rsid w:val="00B97F9C"/>
    <w:rsid w:val="00BB73D7"/>
    <w:rsid w:val="00C339DD"/>
    <w:rsid w:val="00C7455E"/>
    <w:rsid w:val="00CB3C1E"/>
    <w:rsid w:val="00CC7771"/>
    <w:rsid w:val="00CE310A"/>
    <w:rsid w:val="00D131D6"/>
    <w:rsid w:val="00D34F0E"/>
    <w:rsid w:val="00D42AEA"/>
    <w:rsid w:val="00D458E4"/>
    <w:rsid w:val="00D50AED"/>
    <w:rsid w:val="00D73478"/>
    <w:rsid w:val="00DA04EB"/>
    <w:rsid w:val="00DD0FEE"/>
    <w:rsid w:val="00DD7CAB"/>
    <w:rsid w:val="00E159CE"/>
    <w:rsid w:val="00E376F8"/>
    <w:rsid w:val="00E61914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5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33</cp:revision>
  <cp:lastPrinted>2022-05-26T11:20:00Z</cp:lastPrinted>
  <dcterms:created xsi:type="dcterms:W3CDTF">2019-08-01T07:14:00Z</dcterms:created>
  <dcterms:modified xsi:type="dcterms:W3CDTF">2022-05-31T10:36:00Z</dcterms:modified>
</cp:coreProperties>
</file>