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Проект вносит</w:t>
      </w:r>
    </w:p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Губернатор Ярославской области</w:t>
      </w:r>
    </w:p>
    <w:p w:rsidR="00A644B4" w:rsidRPr="00A644B4" w:rsidRDefault="00A644B4" w:rsidP="00A644B4">
      <w:pPr>
        <w:jc w:val="right"/>
        <w:rPr>
          <w:b/>
          <w:sz w:val="20"/>
        </w:rPr>
      </w:pPr>
    </w:p>
    <w:p w:rsidR="00EB17A2" w:rsidRPr="00700A46" w:rsidRDefault="00444E2B" w:rsidP="00A644B4">
      <w:pPr>
        <w:jc w:val="right"/>
        <w:rPr>
          <w:b/>
          <w:sz w:val="20"/>
        </w:rPr>
      </w:pPr>
      <w:proofErr w:type="spellStart"/>
      <w:r>
        <w:rPr>
          <w:b/>
          <w:sz w:val="20"/>
        </w:rPr>
        <w:t>Евраев</w:t>
      </w:r>
      <w:proofErr w:type="spellEnd"/>
      <w:r w:rsidR="00392725" w:rsidRPr="00392725">
        <w:rPr>
          <w:b/>
          <w:sz w:val="20"/>
        </w:rPr>
        <w:t xml:space="preserve"> </w:t>
      </w:r>
      <w:r w:rsidR="00392725">
        <w:rPr>
          <w:b/>
          <w:sz w:val="20"/>
        </w:rPr>
        <w:t>М</w:t>
      </w:r>
      <w:r w:rsidR="00392725" w:rsidRPr="00A644B4">
        <w:rPr>
          <w:b/>
          <w:sz w:val="20"/>
        </w:rPr>
        <w:t>.</w:t>
      </w:r>
      <w:r w:rsidR="00392725">
        <w:rPr>
          <w:b/>
          <w:sz w:val="20"/>
        </w:rPr>
        <w:t>Я</w:t>
      </w:r>
      <w:r w:rsidR="00392725" w:rsidRPr="00A644B4">
        <w:rPr>
          <w:b/>
          <w:sz w:val="20"/>
        </w:rPr>
        <w:t>.</w:t>
      </w:r>
    </w:p>
    <w:p w:rsidR="00EB17A2" w:rsidRDefault="00EB17A2" w:rsidP="00EB17A2">
      <w:pPr>
        <w:jc w:val="right"/>
        <w:rPr>
          <w:b/>
          <w:bCs/>
          <w:sz w:val="20"/>
        </w:rPr>
      </w:pPr>
    </w:p>
    <w:p w:rsidR="008D4C30" w:rsidRPr="00700A46" w:rsidRDefault="008D4C30" w:rsidP="00EB17A2">
      <w:pPr>
        <w:jc w:val="right"/>
        <w:rPr>
          <w:b/>
          <w:bCs/>
          <w:sz w:val="20"/>
        </w:rPr>
      </w:pPr>
    </w:p>
    <w:p w:rsidR="00EB17A2" w:rsidRPr="00700A46" w:rsidRDefault="00980CC5" w:rsidP="00512E70">
      <w:pPr>
        <w:jc w:val="center"/>
      </w:pPr>
      <w:r w:rsidRPr="00700A46">
        <w:rPr>
          <w:noProof/>
        </w:rPr>
        <w:drawing>
          <wp:inline distT="0" distB="0" distL="0" distR="0" wp14:anchorId="48A86027" wp14:editId="7E7D8C29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EB17A2">
      <w:pPr>
        <w:jc w:val="center"/>
        <w:rPr>
          <w:b/>
          <w:bCs/>
          <w:sz w:val="36"/>
        </w:rPr>
      </w:pPr>
      <w:proofErr w:type="gramStart"/>
      <w:r w:rsidRPr="00700A46">
        <w:rPr>
          <w:b/>
          <w:bCs/>
          <w:sz w:val="36"/>
        </w:rPr>
        <w:t>З</w:t>
      </w:r>
      <w:proofErr w:type="gramEnd"/>
      <w:r w:rsidRPr="00700A46">
        <w:rPr>
          <w:b/>
          <w:bCs/>
          <w:sz w:val="36"/>
        </w:rPr>
        <w:t xml:space="preserve"> А К О Н</w:t>
      </w:r>
    </w:p>
    <w:p w:rsidR="00EB17A2" w:rsidRPr="00700A46" w:rsidRDefault="00EB17A2" w:rsidP="00EB17A2">
      <w:pPr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8577E7" w:rsidRPr="001D6CA9" w:rsidRDefault="008577E7" w:rsidP="00BB21E5">
      <w:pPr>
        <w:ind w:firstLine="0"/>
        <w:rPr>
          <w:bCs/>
          <w:szCs w:val="28"/>
        </w:rPr>
      </w:pPr>
    </w:p>
    <w:p w:rsidR="00404DC4" w:rsidRDefault="00772A8C" w:rsidP="00404DC4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772A8C">
        <w:rPr>
          <w:b/>
          <w:bCs/>
          <w:sz w:val="28"/>
          <w:szCs w:val="28"/>
        </w:rPr>
        <w:t>О внесении изменени</w:t>
      </w:r>
      <w:r w:rsidR="001D6CA9">
        <w:rPr>
          <w:b/>
          <w:bCs/>
          <w:sz w:val="28"/>
          <w:szCs w:val="28"/>
        </w:rPr>
        <w:t>й</w:t>
      </w:r>
      <w:r w:rsidRPr="00772A8C">
        <w:rPr>
          <w:b/>
          <w:bCs/>
          <w:sz w:val="28"/>
          <w:szCs w:val="28"/>
        </w:rPr>
        <w:t xml:space="preserve"> </w:t>
      </w:r>
      <w:r w:rsidR="00404DC4">
        <w:rPr>
          <w:b/>
          <w:bCs/>
          <w:sz w:val="28"/>
          <w:szCs w:val="28"/>
        </w:rPr>
        <w:t xml:space="preserve">в </w:t>
      </w:r>
      <w:r w:rsidR="00532FEE">
        <w:rPr>
          <w:b/>
          <w:bCs/>
          <w:sz w:val="28"/>
          <w:szCs w:val="28"/>
        </w:rPr>
        <w:t xml:space="preserve">Закон </w:t>
      </w:r>
      <w:r w:rsidRPr="00772A8C">
        <w:rPr>
          <w:b/>
          <w:bCs/>
          <w:sz w:val="28"/>
          <w:szCs w:val="28"/>
        </w:rPr>
        <w:t xml:space="preserve">Ярославской области </w:t>
      </w:r>
    </w:p>
    <w:p w:rsidR="00404DC4" w:rsidRPr="00404DC4" w:rsidRDefault="00404DC4" w:rsidP="008D4C30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AC2CE6" w:rsidRPr="00AC2CE6">
        <w:rPr>
          <w:b/>
          <w:bCs/>
          <w:sz w:val="28"/>
          <w:szCs w:val="28"/>
        </w:rPr>
        <w:t>О временных мерах социальной п</w:t>
      </w:r>
      <w:r w:rsidR="00AC2CE6">
        <w:rPr>
          <w:b/>
          <w:bCs/>
          <w:sz w:val="28"/>
          <w:szCs w:val="28"/>
        </w:rPr>
        <w:t>оддержки граждан, имеющих детей</w:t>
      </w:r>
      <w:r>
        <w:rPr>
          <w:b/>
          <w:bCs/>
          <w:sz w:val="28"/>
          <w:szCs w:val="28"/>
        </w:rPr>
        <w:t>»</w:t>
      </w:r>
    </w:p>
    <w:p w:rsidR="002E017E" w:rsidRDefault="002E017E" w:rsidP="00404DC4">
      <w:pPr>
        <w:pStyle w:val="af"/>
        <w:tabs>
          <w:tab w:val="left" w:pos="709"/>
        </w:tabs>
        <w:jc w:val="center"/>
        <w:rPr>
          <w:sz w:val="28"/>
          <w:szCs w:val="28"/>
        </w:rPr>
      </w:pPr>
    </w:p>
    <w:p w:rsidR="002E017E" w:rsidRPr="00AE7E75" w:rsidRDefault="002E017E" w:rsidP="00DF51D4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proofErr w:type="gramStart"/>
      <w:r w:rsidRPr="00700A46">
        <w:rPr>
          <w:sz w:val="24"/>
        </w:rPr>
        <w:t>Принят</w:t>
      </w:r>
      <w:proofErr w:type="gramEnd"/>
      <w:r w:rsidRPr="00700A46">
        <w:rPr>
          <w:sz w:val="24"/>
        </w:rPr>
        <w:t xml:space="preserve"> Ярославской областной Думой</w:t>
      </w:r>
    </w:p>
    <w:p w:rsidR="00EB17A2" w:rsidRPr="002D2779" w:rsidRDefault="00EB17A2" w:rsidP="002D2779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«____»_____________ 202</w:t>
      </w:r>
      <w:r w:rsidR="00404DC4">
        <w:rPr>
          <w:sz w:val="24"/>
        </w:rPr>
        <w:t>4</w:t>
      </w:r>
      <w:r w:rsidRPr="00700A46">
        <w:rPr>
          <w:sz w:val="24"/>
        </w:rPr>
        <w:t xml:space="preserve"> года</w:t>
      </w:r>
    </w:p>
    <w:p w:rsidR="008D052A" w:rsidRDefault="008D052A" w:rsidP="003709FE">
      <w:pPr>
        <w:ind w:firstLine="0"/>
        <w:rPr>
          <w:rFonts w:eastAsia="Calibri"/>
          <w:bCs/>
          <w:szCs w:val="28"/>
          <w:lang w:eastAsia="en-US"/>
        </w:rPr>
      </w:pPr>
    </w:p>
    <w:p w:rsidR="00B00450" w:rsidRDefault="00B00450" w:rsidP="003709FE">
      <w:pPr>
        <w:ind w:firstLine="0"/>
        <w:rPr>
          <w:rFonts w:eastAsia="Calibri"/>
          <w:bCs/>
          <w:szCs w:val="28"/>
          <w:lang w:eastAsia="en-US"/>
        </w:rPr>
      </w:pPr>
    </w:p>
    <w:p w:rsidR="00404DC4" w:rsidRDefault="006A6B28" w:rsidP="00404DC4">
      <w:pPr>
        <w:ind w:firstLine="709"/>
        <w:rPr>
          <w:b/>
          <w:bCs/>
          <w:szCs w:val="28"/>
        </w:rPr>
      </w:pPr>
      <w:r w:rsidRPr="006A6B28">
        <w:rPr>
          <w:b/>
          <w:bCs/>
          <w:szCs w:val="28"/>
        </w:rPr>
        <w:t xml:space="preserve">Статья </w:t>
      </w:r>
      <w:r w:rsidR="003F132C">
        <w:rPr>
          <w:b/>
          <w:bCs/>
          <w:szCs w:val="28"/>
        </w:rPr>
        <w:t>1</w:t>
      </w:r>
    </w:p>
    <w:p w:rsidR="00C357EF" w:rsidRDefault="001D6CA9" w:rsidP="00C357EF">
      <w:pPr>
        <w:ind w:firstLine="709"/>
        <w:rPr>
          <w:bCs/>
          <w:szCs w:val="28"/>
        </w:rPr>
      </w:pPr>
      <w:proofErr w:type="gramStart"/>
      <w:r>
        <w:rPr>
          <w:bCs/>
          <w:szCs w:val="28"/>
        </w:rPr>
        <w:t>В</w:t>
      </w:r>
      <w:r w:rsidR="002C0082">
        <w:rPr>
          <w:bCs/>
          <w:szCs w:val="28"/>
        </w:rPr>
        <w:t>нести в</w:t>
      </w:r>
      <w:r w:rsidR="00910522" w:rsidRPr="00910522">
        <w:rPr>
          <w:bCs/>
          <w:szCs w:val="28"/>
        </w:rPr>
        <w:t xml:space="preserve"> </w:t>
      </w:r>
      <w:hyperlink r:id="rId13" w:history="1">
        <w:r w:rsidR="00532FEE" w:rsidRPr="00910522">
          <w:rPr>
            <w:rStyle w:val="afa"/>
            <w:bCs/>
            <w:color w:val="auto"/>
            <w:szCs w:val="28"/>
            <w:u w:val="none"/>
          </w:rPr>
          <w:t>Закон</w:t>
        </w:r>
      </w:hyperlink>
      <w:r w:rsidR="00532FEE" w:rsidRPr="00910522">
        <w:rPr>
          <w:bCs/>
          <w:szCs w:val="28"/>
        </w:rPr>
        <w:t xml:space="preserve"> Ярославской области</w:t>
      </w:r>
      <w:r w:rsidR="00532FEE">
        <w:rPr>
          <w:bCs/>
          <w:szCs w:val="28"/>
        </w:rPr>
        <w:t xml:space="preserve"> </w:t>
      </w:r>
      <w:r w:rsidRPr="001D6CA9">
        <w:rPr>
          <w:bCs/>
          <w:szCs w:val="28"/>
        </w:rPr>
        <w:t xml:space="preserve">от </w:t>
      </w:r>
      <w:r w:rsidR="00AC2CE6" w:rsidRPr="00AC2CE6">
        <w:rPr>
          <w:bCs/>
          <w:szCs w:val="28"/>
        </w:rPr>
        <w:t>28.11.2011</w:t>
      </w:r>
      <w:r w:rsidR="00AC2CE6">
        <w:rPr>
          <w:bCs/>
          <w:szCs w:val="28"/>
        </w:rPr>
        <w:t xml:space="preserve"> </w:t>
      </w:r>
      <w:r>
        <w:rPr>
          <w:bCs/>
          <w:szCs w:val="28"/>
        </w:rPr>
        <w:t>№</w:t>
      </w:r>
      <w:r w:rsidRPr="001D6CA9">
        <w:rPr>
          <w:bCs/>
          <w:szCs w:val="28"/>
        </w:rPr>
        <w:t xml:space="preserve"> </w:t>
      </w:r>
      <w:r w:rsidR="00AC2CE6">
        <w:rPr>
          <w:bCs/>
          <w:szCs w:val="28"/>
        </w:rPr>
        <w:t>45</w:t>
      </w:r>
      <w:r w:rsidRPr="001D6CA9">
        <w:rPr>
          <w:bCs/>
          <w:szCs w:val="28"/>
        </w:rPr>
        <w:t>-з</w:t>
      </w:r>
      <w:r>
        <w:rPr>
          <w:bCs/>
          <w:szCs w:val="28"/>
        </w:rPr>
        <w:t xml:space="preserve"> «</w:t>
      </w:r>
      <w:r w:rsidR="00AC2CE6" w:rsidRPr="00AC2CE6">
        <w:rPr>
          <w:bCs/>
          <w:szCs w:val="28"/>
        </w:rPr>
        <w:t>О временных мерах социальной п</w:t>
      </w:r>
      <w:r w:rsidR="00AC2CE6">
        <w:rPr>
          <w:bCs/>
          <w:szCs w:val="28"/>
        </w:rPr>
        <w:t>оддержки граждан, имеющих детей</w:t>
      </w:r>
      <w:r>
        <w:rPr>
          <w:bCs/>
          <w:szCs w:val="28"/>
        </w:rPr>
        <w:t>»</w:t>
      </w:r>
      <w:r w:rsidRPr="00910522">
        <w:rPr>
          <w:bCs/>
          <w:szCs w:val="28"/>
        </w:rPr>
        <w:t xml:space="preserve"> </w:t>
      </w:r>
      <w:r w:rsidR="00910522" w:rsidRPr="00910522">
        <w:rPr>
          <w:bCs/>
          <w:szCs w:val="28"/>
        </w:rPr>
        <w:t>(</w:t>
      </w:r>
      <w:r w:rsidR="00392725" w:rsidRPr="00B2006B">
        <w:rPr>
          <w:bCs/>
          <w:szCs w:val="28"/>
        </w:rPr>
        <w:t>Докум</w:t>
      </w:r>
      <w:r w:rsidR="00F058D3" w:rsidRPr="00B2006B">
        <w:rPr>
          <w:bCs/>
          <w:szCs w:val="28"/>
        </w:rPr>
        <w:t>ент-Рег</w:t>
      </w:r>
      <w:r w:rsidR="00AC2CE6">
        <w:rPr>
          <w:bCs/>
          <w:szCs w:val="28"/>
        </w:rPr>
        <w:t xml:space="preserve">ион, 2011, </w:t>
      </w:r>
      <w:r w:rsidR="00927A43">
        <w:rPr>
          <w:bCs/>
          <w:szCs w:val="28"/>
        </w:rPr>
        <w:t>30 ноября, № 99; 14 декабря, № 104; 2012, 29 июня, № 51-а; 2013, 12 ма</w:t>
      </w:r>
      <w:r w:rsidR="00927A43">
        <w:rPr>
          <w:bCs/>
          <w:szCs w:val="28"/>
        </w:rPr>
        <w:t>р</w:t>
      </w:r>
      <w:r w:rsidR="00927A43">
        <w:rPr>
          <w:bCs/>
          <w:szCs w:val="28"/>
        </w:rPr>
        <w:t>та, № 18; 31 мая, № 41; 12 июля, № 54; 2014, 13 мая, № 36; 26 декабря, № 111-а; 2015, 1 декабря, № 99; 2017, 1 декабря, № 101;</w:t>
      </w:r>
      <w:proofErr w:type="gramEnd"/>
      <w:r w:rsidR="00927A43">
        <w:rPr>
          <w:bCs/>
          <w:szCs w:val="28"/>
        </w:rPr>
        <w:t xml:space="preserve"> </w:t>
      </w:r>
      <w:proofErr w:type="gramStart"/>
      <w:r w:rsidR="00927A43">
        <w:rPr>
          <w:bCs/>
          <w:szCs w:val="28"/>
        </w:rPr>
        <w:t xml:space="preserve">2018, 26 декабря, № 112; 2019, 29 ноября, № 102; 2020, 14 апреля, № 30; 2021, 26 февраля, № 16; 30 ноября, </w:t>
      </w:r>
      <w:r w:rsidR="00927A43">
        <w:rPr>
          <w:bCs/>
          <w:szCs w:val="28"/>
        </w:rPr>
        <w:br/>
        <w:t>№ 96; 2022, 22 апреля, № 31; 6 мая, № 34-а; 23 декабря, № 106; 2023, 11 апреля, № 26; 12 мая, № 35; 29 декабря, № 103</w:t>
      </w:r>
      <w:r w:rsidR="002A414C">
        <w:rPr>
          <w:bCs/>
          <w:szCs w:val="28"/>
        </w:rPr>
        <w:t xml:space="preserve">) </w:t>
      </w:r>
      <w:r w:rsidR="002C0082">
        <w:rPr>
          <w:bCs/>
          <w:szCs w:val="28"/>
        </w:rPr>
        <w:t>следующие изменения:</w:t>
      </w:r>
      <w:proofErr w:type="gramEnd"/>
    </w:p>
    <w:p w:rsidR="00C357EF" w:rsidRPr="00C357EF" w:rsidRDefault="00C357EF" w:rsidP="00C357EF">
      <w:pPr>
        <w:ind w:firstLine="709"/>
        <w:rPr>
          <w:bCs/>
          <w:szCs w:val="28"/>
        </w:rPr>
      </w:pPr>
      <w:r>
        <w:rPr>
          <w:bCs/>
          <w:szCs w:val="28"/>
        </w:rPr>
        <w:t xml:space="preserve">1) </w:t>
      </w:r>
      <w:r w:rsidRPr="00C357EF">
        <w:rPr>
          <w:bCs/>
          <w:szCs w:val="28"/>
        </w:rPr>
        <w:t>дополнить статьей 3</w:t>
      </w:r>
      <w:r w:rsidRPr="00C357EF">
        <w:rPr>
          <w:bCs/>
          <w:szCs w:val="28"/>
          <w:vertAlign w:val="superscript"/>
        </w:rPr>
        <w:t>13</w:t>
      </w:r>
      <w:r w:rsidRPr="00C357EF">
        <w:rPr>
          <w:bCs/>
          <w:szCs w:val="28"/>
        </w:rPr>
        <w:t xml:space="preserve"> следующего содержания:</w:t>
      </w:r>
    </w:p>
    <w:p w:rsidR="00390C26" w:rsidRDefault="00C357EF" w:rsidP="00390C26">
      <w:pPr>
        <w:ind w:firstLine="709"/>
        <w:rPr>
          <w:b/>
          <w:bCs/>
          <w:szCs w:val="28"/>
        </w:rPr>
      </w:pPr>
      <w:r w:rsidRPr="00C357EF">
        <w:rPr>
          <w:bCs/>
          <w:szCs w:val="28"/>
        </w:rPr>
        <w:t>«Статья 3</w:t>
      </w:r>
      <w:r w:rsidRPr="00C357EF">
        <w:rPr>
          <w:bCs/>
          <w:szCs w:val="28"/>
          <w:vertAlign w:val="superscript"/>
        </w:rPr>
        <w:t>13</w:t>
      </w:r>
      <w:r w:rsidRPr="00C357EF">
        <w:rPr>
          <w:bCs/>
          <w:szCs w:val="28"/>
        </w:rPr>
        <w:t xml:space="preserve">. </w:t>
      </w:r>
      <w:r w:rsidRPr="00C357EF">
        <w:rPr>
          <w:b/>
          <w:bCs/>
          <w:szCs w:val="28"/>
        </w:rPr>
        <w:t xml:space="preserve">Единовременная выплата на обеспечение </w:t>
      </w:r>
      <w:r>
        <w:rPr>
          <w:b/>
          <w:bCs/>
          <w:szCs w:val="28"/>
        </w:rPr>
        <w:t>одеждой для </w:t>
      </w:r>
      <w:r w:rsidRPr="00C357EF">
        <w:rPr>
          <w:b/>
          <w:bCs/>
          <w:szCs w:val="28"/>
        </w:rPr>
        <w:t>посещения учебных занятий, а также спортивной формой</w:t>
      </w:r>
    </w:p>
    <w:p w:rsidR="00390C26" w:rsidRPr="00390C26" w:rsidRDefault="00390C26" w:rsidP="00390C26">
      <w:pPr>
        <w:ind w:firstLine="709"/>
        <w:rPr>
          <w:b/>
          <w:bCs/>
          <w:szCs w:val="28"/>
        </w:rPr>
      </w:pPr>
      <w:r w:rsidRPr="00390C26">
        <w:rPr>
          <w:bCs/>
          <w:szCs w:val="28"/>
        </w:rPr>
        <w:t>1. Размер единовременной выплаты на обеспечение одеждой для посещ</w:t>
      </w:r>
      <w:r w:rsidRPr="00390C26">
        <w:rPr>
          <w:bCs/>
          <w:szCs w:val="28"/>
        </w:rPr>
        <w:t>е</w:t>
      </w:r>
      <w:r w:rsidRPr="00390C26">
        <w:rPr>
          <w:bCs/>
          <w:szCs w:val="28"/>
        </w:rPr>
        <w:t>ния учебных занятий, а также спортивной формой составляет 5 000 рублей.</w:t>
      </w:r>
    </w:p>
    <w:p w:rsidR="00390C26" w:rsidRPr="00AD7B23" w:rsidRDefault="00390C26" w:rsidP="00390C26">
      <w:pPr>
        <w:ind w:firstLine="709"/>
        <w:rPr>
          <w:bCs/>
          <w:szCs w:val="28"/>
        </w:rPr>
      </w:pPr>
      <w:r w:rsidRPr="00390C26">
        <w:rPr>
          <w:bCs/>
          <w:szCs w:val="28"/>
        </w:rPr>
        <w:t>2. Единовременная выплата</w:t>
      </w:r>
      <w:r w:rsidRPr="00A22B69">
        <w:rPr>
          <w:bCs/>
          <w:szCs w:val="28"/>
        </w:rPr>
        <w:t>, предусмотренная настоящей статьей, назн</w:t>
      </w:r>
      <w:r w:rsidRPr="00A22B69">
        <w:rPr>
          <w:bCs/>
          <w:szCs w:val="28"/>
        </w:rPr>
        <w:t>а</w:t>
      </w:r>
      <w:r w:rsidRPr="00A22B69">
        <w:rPr>
          <w:bCs/>
          <w:szCs w:val="28"/>
        </w:rPr>
        <w:t xml:space="preserve">чается </w:t>
      </w:r>
      <w:r w:rsidRPr="00AD7B23">
        <w:rPr>
          <w:bCs/>
          <w:szCs w:val="28"/>
        </w:rPr>
        <w:t>на</w:t>
      </w:r>
      <w:r w:rsidR="00636117" w:rsidRPr="00AD7B23">
        <w:rPr>
          <w:bCs/>
          <w:szCs w:val="28"/>
        </w:rPr>
        <w:t xml:space="preserve"> каждого</w:t>
      </w:r>
      <w:r w:rsidRPr="00AD7B23">
        <w:rPr>
          <w:bCs/>
          <w:szCs w:val="28"/>
        </w:rPr>
        <w:t xml:space="preserve"> </w:t>
      </w:r>
      <w:r w:rsidR="00636117" w:rsidRPr="00AD7B23">
        <w:rPr>
          <w:bCs/>
          <w:szCs w:val="28"/>
        </w:rPr>
        <w:t>ребенка</w:t>
      </w:r>
      <w:r w:rsidRPr="00AD7B23">
        <w:rPr>
          <w:bCs/>
          <w:szCs w:val="28"/>
        </w:rPr>
        <w:t xml:space="preserve"> из многодетн</w:t>
      </w:r>
      <w:r w:rsidR="00636117" w:rsidRPr="00AD7B23">
        <w:rPr>
          <w:bCs/>
          <w:szCs w:val="28"/>
        </w:rPr>
        <w:t>ой</w:t>
      </w:r>
      <w:r w:rsidRPr="00AD7B23">
        <w:rPr>
          <w:bCs/>
          <w:szCs w:val="28"/>
        </w:rPr>
        <w:t xml:space="preserve"> сем</w:t>
      </w:r>
      <w:r w:rsidR="00636117" w:rsidRPr="00AD7B23">
        <w:rPr>
          <w:bCs/>
          <w:szCs w:val="28"/>
        </w:rPr>
        <w:t>ьи</w:t>
      </w:r>
      <w:r w:rsidRPr="00AD7B23">
        <w:rPr>
          <w:bCs/>
          <w:szCs w:val="28"/>
        </w:rPr>
        <w:t>, среднедушевой доход кот</w:t>
      </w:r>
      <w:r w:rsidRPr="00AD7B23">
        <w:rPr>
          <w:bCs/>
          <w:szCs w:val="28"/>
        </w:rPr>
        <w:t>о</w:t>
      </w:r>
      <w:r w:rsidRPr="00AD7B23">
        <w:rPr>
          <w:bCs/>
          <w:szCs w:val="28"/>
        </w:rPr>
        <w:t>р</w:t>
      </w:r>
      <w:r w:rsidR="008D75DC" w:rsidRPr="00AD7B23">
        <w:rPr>
          <w:bCs/>
          <w:szCs w:val="28"/>
        </w:rPr>
        <w:t>ой</w:t>
      </w:r>
      <w:r w:rsidRPr="00AD7B23">
        <w:rPr>
          <w:bCs/>
          <w:szCs w:val="28"/>
        </w:rPr>
        <w:t xml:space="preserve"> не превышает величину прожиточного минимума на душу населения, уст</w:t>
      </w:r>
      <w:r w:rsidRPr="00AD7B23">
        <w:rPr>
          <w:bCs/>
          <w:szCs w:val="28"/>
        </w:rPr>
        <w:t>а</w:t>
      </w:r>
      <w:r w:rsidRPr="00AD7B23">
        <w:rPr>
          <w:bCs/>
          <w:szCs w:val="28"/>
        </w:rPr>
        <w:t>новленную в Ярославской области на дату обращения за назначением указа</w:t>
      </w:r>
      <w:r w:rsidRPr="00AD7B23">
        <w:rPr>
          <w:bCs/>
          <w:szCs w:val="28"/>
        </w:rPr>
        <w:t>н</w:t>
      </w:r>
      <w:r w:rsidRPr="00AD7B23">
        <w:rPr>
          <w:bCs/>
          <w:szCs w:val="28"/>
        </w:rPr>
        <w:t>ной единовременной выплаты, обучающ</w:t>
      </w:r>
      <w:r w:rsidR="00636117" w:rsidRPr="00AD7B23">
        <w:rPr>
          <w:bCs/>
          <w:szCs w:val="28"/>
        </w:rPr>
        <w:t>егося</w:t>
      </w:r>
      <w:r w:rsidRPr="00AD7B23">
        <w:rPr>
          <w:bCs/>
          <w:szCs w:val="28"/>
        </w:rPr>
        <w:t xml:space="preserve"> в общеобразовательн</w:t>
      </w:r>
      <w:r w:rsidR="00636117" w:rsidRPr="00AD7B23">
        <w:rPr>
          <w:bCs/>
          <w:szCs w:val="28"/>
        </w:rPr>
        <w:t>ой</w:t>
      </w:r>
      <w:r w:rsidRPr="00AD7B23">
        <w:rPr>
          <w:bCs/>
          <w:szCs w:val="28"/>
        </w:rPr>
        <w:t xml:space="preserve"> орган</w:t>
      </w:r>
      <w:r w:rsidRPr="00AD7B23">
        <w:rPr>
          <w:bCs/>
          <w:szCs w:val="28"/>
        </w:rPr>
        <w:t>и</w:t>
      </w:r>
      <w:r w:rsidRPr="00AD7B23">
        <w:rPr>
          <w:bCs/>
          <w:szCs w:val="28"/>
        </w:rPr>
        <w:t>заци</w:t>
      </w:r>
      <w:r w:rsidR="00636117" w:rsidRPr="00AD7B23">
        <w:rPr>
          <w:bCs/>
          <w:szCs w:val="28"/>
        </w:rPr>
        <w:t>и</w:t>
      </w:r>
      <w:r w:rsidRPr="00AD7B23">
        <w:rPr>
          <w:bCs/>
          <w:szCs w:val="28"/>
        </w:rPr>
        <w:t>.</w:t>
      </w:r>
    </w:p>
    <w:p w:rsidR="001F3706" w:rsidRPr="00AD7B23" w:rsidRDefault="00390C26" w:rsidP="001F3706">
      <w:pPr>
        <w:ind w:firstLine="709"/>
        <w:rPr>
          <w:bCs/>
          <w:szCs w:val="28"/>
        </w:rPr>
      </w:pPr>
      <w:r w:rsidRPr="00AD7B23">
        <w:rPr>
          <w:bCs/>
          <w:szCs w:val="28"/>
        </w:rPr>
        <w:t xml:space="preserve">3. </w:t>
      </w:r>
      <w:r w:rsidR="001F3706" w:rsidRPr="00AD7B23">
        <w:rPr>
          <w:bCs/>
          <w:szCs w:val="28"/>
        </w:rPr>
        <w:t>Единовременная выплата, предусмотренная настоящей статьей,</w:t>
      </w:r>
      <w:r w:rsidR="001F3706" w:rsidRPr="00AD7B23">
        <w:rPr>
          <w:szCs w:val="28"/>
        </w:rPr>
        <w:t xml:space="preserve"> </w:t>
      </w:r>
      <w:r w:rsidR="001F3706" w:rsidRPr="00AD7B23">
        <w:rPr>
          <w:bCs/>
          <w:szCs w:val="28"/>
        </w:rPr>
        <w:t>назн</w:t>
      </w:r>
      <w:r w:rsidR="001F3706" w:rsidRPr="00AD7B23">
        <w:rPr>
          <w:bCs/>
          <w:szCs w:val="28"/>
        </w:rPr>
        <w:t>а</w:t>
      </w:r>
      <w:r w:rsidR="001F3706" w:rsidRPr="00AD7B23">
        <w:rPr>
          <w:bCs/>
          <w:szCs w:val="28"/>
        </w:rPr>
        <w:t>чается:</w:t>
      </w:r>
    </w:p>
    <w:p w:rsidR="001F3706" w:rsidRPr="00AD7B23" w:rsidRDefault="001F3706" w:rsidP="001F3706">
      <w:pPr>
        <w:ind w:firstLine="709"/>
        <w:rPr>
          <w:bCs/>
          <w:szCs w:val="28"/>
        </w:rPr>
      </w:pPr>
      <w:r w:rsidRPr="00AD7B23">
        <w:rPr>
          <w:bCs/>
          <w:szCs w:val="28"/>
        </w:rPr>
        <w:t>1) одному из родителей или единственному родителю;</w:t>
      </w:r>
    </w:p>
    <w:p w:rsidR="001F3706" w:rsidRPr="00AD7B23" w:rsidRDefault="001F3706" w:rsidP="001F3706">
      <w:pPr>
        <w:ind w:firstLine="709"/>
        <w:rPr>
          <w:bCs/>
          <w:szCs w:val="28"/>
        </w:rPr>
      </w:pPr>
      <w:r w:rsidRPr="00AD7B23">
        <w:rPr>
          <w:bCs/>
          <w:szCs w:val="28"/>
        </w:rPr>
        <w:lastRenderedPageBreak/>
        <w:t>2) одному из усыновителей или единственному усыновителю (за искл</w:t>
      </w:r>
      <w:r w:rsidRPr="00AD7B23">
        <w:rPr>
          <w:bCs/>
          <w:szCs w:val="28"/>
        </w:rPr>
        <w:t>ю</w:t>
      </w:r>
      <w:r w:rsidRPr="00AD7B23">
        <w:rPr>
          <w:bCs/>
          <w:szCs w:val="28"/>
        </w:rPr>
        <w:t>чением отчима или мачехи);</w:t>
      </w:r>
    </w:p>
    <w:p w:rsidR="001F3706" w:rsidRPr="00AD7B23" w:rsidRDefault="001F3706" w:rsidP="001F3706">
      <w:pPr>
        <w:ind w:firstLine="709"/>
        <w:rPr>
          <w:bCs/>
          <w:szCs w:val="28"/>
        </w:rPr>
      </w:pPr>
      <w:r w:rsidRPr="00AD7B23">
        <w:rPr>
          <w:bCs/>
          <w:szCs w:val="28"/>
        </w:rPr>
        <w:t>3) одному из опекунов (попечителей), в том числе приемному родителю.</w:t>
      </w:r>
    </w:p>
    <w:p w:rsidR="001F3706" w:rsidRPr="00AD7B23" w:rsidRDefault="001F3706" w:rsidP="001F3706">
      <w:pPr>
        <w:ind w:firstLine="709"/>
        <w:rPr>
          <w:bCs/>
          <w:szCs w:val="28"/>
        </w:rPr>
      </w:pPr>
      <w:r w:rsidRPr="00AD7B23">
        <w:rPr>
          <w:bCs/>
          <w:szCs w:val="28"/>
        </w:rPr>
        <w:t xml:space="preserve">4. </w:t>
      </w:r>
      <w:r w:rsidR="00390C26" w:rsidRPr="00AD7B23">
        <w:rPr>
          <w:bCs/>
          <w:szCs w:val="28"/>
        </w:rPr>
        <w:t xml:space="preserve">Единовременная выплата, предусмотренная настоящей статьей, </w:t>
      </w:r>
      <w:proofErr w:type="gramStart"/>
      <w:r w:rsidR="007E66FB" w:rsidRPr="00AD7B23">
        <w:rPr>
          <w:bCs/>
          <w:szCs w:val="28"/>
        </w:rPr>
        <w:t>назн</w:t>
      </w:r>
      <w:r w:rsidR="007E66FB" w:rsidRPr="00AD7B23">
        <w:rPr>
          <w:bCs/>
          <w:szCs w:val="28"/>
        </w:rPr>
        <w:t>а</w:t>
      </w:r>
      <w:r w:rsidR="007E66FB" w:rsidRPr="00AD7B23">
        <w:rPr>
          <w:bCs/>
          <w:szCs w:val="28"/>
        </w:rPr>
        <w:t>чается</w:t>
      </w:r>
      <w:r w:rsidR="000E40DF" w:rsidRPr="00AD7B23">
        <w:rPr>
          <w:bCs/>
          <w:szCs w:val="28"/>
        </w:rPr>
        <w:t xml:space="preserve"> и</w:t>
      </w:r>
      <w:r w:rsidR="007E66FB" w:rsidRPr="00AD7B23">
        <w:rPr>
          <w:bCs/>
          <w:szCs w:val="28"/>
        </w:rPr>
        <w:t xml:space="preserve"> </w:t>
      </w:r>
      <w:r w:rsidR="00390C26" w:rsidRPr="00AD7B23">
        <w:rPr>
          <w:bCs/>
          <w:szCs w:val="28"/>
        </w:rPr>
        <w:t>выплачивается</w:t>
      </w:r>
      <w:proofErr w:type="gramEnd"/>
      <w:r w:rsidR="00390C26" w:rsidRPr="00AD7B23">
        <w:rPr>
          <w:bCs/>
          <w:szCs w:val="28"/>
        </w:rPr>
        <w:t xml:space="preserve"> по заявлению получ</w:t>
      </w:r>
      <w:r w:rsidR="0098246C" w:rsidRPr="00AD7B23">
        <w:rPr>
          <w:bCs/>
          <w:szCs w:val="28"/>
        </w:rPr>
        <w:t xml:space="preserve">ателя </w:t>
      </w:r>
      <w:r w:rsidRPr="00AD7B23">
        <w:rPr>
          <w:bCs/>
          <w:szCs w:val="28"/>
        </w:rPr>
        <w:t xml:space="preserve">независимо от наличия у </w:t>
      </w:r>
      <w:r w:rsidR="0098246C" w:rsidRPr="00AD7B23">
        <w:rPr>
          <w:bCs/>
          <w:szCs w:val="28"/>
        </w:rPr>
        <w:t>него</w:t>
      </w:r>
      <w:r w:rsidRPr="00AD7B23">
        <w:rPr>
          <w:bCs/>
          <w:szCs w:val="28"/>
        </w:rPr>
        <w:t xml:space="preserve"> права на получение иных выплат.</w:t>
      </w:r>
    </w:p>
    <w:p w:rsidR="008D75DC" w:rsidRPr="00AD7B23" w:rsidRDefault="001E270E" w:rsidP="00390C26">
      <w:pPr>
        <w:ind w:firstLine="709"/>
        <w:rPr>
          <w:bCs/>
          <w:szCs w:val="28"/>
        </w:rPr>
      </w:pPr>
      <w:r w:rsidRPr="00AD7B23">
        <w:rPr>
          <w:bCs/>
          <w:szCs w:val="28"/>
        </w:rPr>
        <w:t>5</w:t>
      </w:r>
      <w:r w:rsidR="00390C26" w:rsidRPr="00AD7B23">
        <w:rPr>
          <w:bCs/>
          <w:szCs w:val="28"/>
        </w:rPr>
        <w:t xml:space="preserve">. </w:t>
      </w:r>
      <w:r w:rsidR="008D75DC" w:rsidRPr="00AD7B23">
        <w:rPr>
          <w:bCs/>
          <w:szCs w:val="28"/>
        </w:rPr>
        <w:t xml:space="preserve">Единовременная выплата, предусмотренная настоящей статьей, </w:t>
      </w:r>
      <w:proofErr w:type="gramStart"/>
      <w:r w:rsidR="008D75DC" w:rsidRPr="00AD7B23">
        <w:rPr>
          <w:bCs/>
          <w:szCs w:val="28"/>
        </w:rPr>
        <w:t>назн</w:t>
      </w:r>
      <w:r w:rsidR="008D75DC" w:rsidRPr="00AD7B23">
        <w:rPr>
          <w:bCs/>
          <w:szCs w:val="28"/>
        </w:rPr>
        <w:t>а</w:t>
      </w:r>
      <w:r w:rsidR="008D75DC" w:rsidRPr="00AD7B23">
        <w:rPr>
          <w:bCs/>
          <w:szCs w:val="28"/>
        </w:rPr>
        <w:t>чается и выплачивается</w:t>
      </w:r>
      <w:proofErr w:type="gramEnd"/>
      <w:r w:rsidR="008D75DC" w:rsidRPr="00AD7B23">
        <w:rPr>
          <w:bCs/>
          <w:szCs w:val="28"/>
        </w:rPr>
        <w:t xml:space="preserve"> один раз в </w:t>
      </w:r>
      <w:r w:rsidR="00BC287C" w:rsidRPr="00AD7B23">
        <w:rPr>
          <w:bCs/>
          <w:szCs w:val="28"/>
        </w:rPr>
        <w:t xml:space="preserve">течение календарного </w:t>
      </w:r>
      <w:r w:rsidR="008D75DC" w:rsidRPr="00AD7B23">
        <w:rPr>
          <w:bCs/>
          <w:szCs w:val="28"/>
        </w:rPr>
        <w:t>год</w:t>
      </w:r>
      <w:r w:rsidR="00BC287C" w:rsidRPr="00AD7B23">
        <w:rPr>
          <w:bCs/>
          <w:szCs w:val="28"/>
        </w:rPr>
        <w:t>а</w:t>
      </w:r>
      <w:r w:rsidR="008D75DC" w:rsidRPr="00AD7B23">
        <w:rPr>
          <w:bCs/>
          <w:szCs w:val="28"/>
        </w:rPr>
        <w:t>.</w:t>
      </w:r>
    </w:p>
    <w:p w:rsidR="00390C26" w:rsidRPr="00AD7B23" w:rsidRDefault="008D75DC" w:rsidP="008D75DC">
      <w:pPr>
        <w:ind w:firstLine="709"/>
        <w:rPr>
          <w:bCs/>
          <w:szCs w:val="28"/>
        </w:rPr>
      </w:pPr>
      <w:r w:rsidRPr="00AD7B23">
        <w:rPr>
          <w:bCs/>
          <w:szCs w:val="28"/>
        </w:rPr>
        <w:t xml:space="preserve">6. </w:t>
      </w:r>
      <w:r w:rsidR="00390C26" w:rsidRPr="00AD7B23">
        <w:rPr>
          <w:bCs/>
          <w:szCs w:val="28"/>
        </w:rPr>
        <w:t xml:space="preserve">Единовременная выплата, предусмотренная настоящей статьей, </w:t>
      </w:r>
      <w:r w:rsidR="00390C26" w:rsidRPr="00AD7B23">
        <w:rPr>
          <w:bCs/>
          <w:szCs w:val="28"/>
        </w:rPr>
        <w:br/>
        <w:t>не назначается:</w:t>
      </w:r>
    </w:p>
    <w:p w:rsidR="00390C26" w:rsidRPr="00AD7B23" w:rsidRDefault="00390C26" w:rsidP="00390C26">
      <w:pPr>
        <w:ind w:firstLine="709"/>
        <w:rPr>
          <w:bCs/>
          <w:szCs w:val="28"/>
        </w:rPr>
      </w:pPr>
      <w:r w:rsidRPr="00AD7B23">
        <w:rPr>
          <w:bCs/>
          <w:szCs w:val="28"/>
        </w:rPr>
        <w:t>1) на детей, находящихся на полном государственном обеспечении;</w:t>
      </w:r>
    </w:p>
    <w:p w:rsidR="00390C26" w:rsidRPr="00AD7B23" w:rsidRDefault="00390C26" w:rsidP="00390C26">
      <w:pPr>
        <w:ind w:firstLine="709"/>
        <w:rPr>
          <w:bCs/>
          <w:szCs w:val="28"/>
        </w:rPr>
      </w:pPr>
      <w:r w:rsidRPr="00AD7B23">
        <w:rPr>
          <w:bCs/>
          <w:szCs w:val="28"/>
        </w:rPr>
        <w:t>2) на детей, помещенных в организации социального обслуживания;</w:t>
      </w:r>
    </w:p>
    <w:p w:rsidR="00390C26" w:rsidRPr="00AD7B23" w:rsidRDefault="00390C26" w:rsidP="00BA4973">
      <w:pPr>
        <w:ind w:firstLine="709"/>
        <w:rPr>
          <w:bCs/>
          <w:szCs w:val="28"/>
        </w:rPr>
      </w:pPr>
      <w:r w:rsidRPr="00AD7B23">
        <w:rPr>
          <w:bCs/>
          <w:szCs w:val="28"/>
        </w:rPr>
        <w:t xml:space="preserve">3) на детей, в отношении законных представителей которых </w:t>
      </w:r>
      <w:r w:rsidR="00053982" w:rsidRPr="00AD7B23">
        <w:rPr>
          <w:bCs/>
          <w:szCs w:val="28"/>
        </w:rPr>
        <w:t xml:space="preserve">в порядке, установленном действующим законодательством, </w:t>
      </w:r>
      <w:r w:rsidRPr="00AD7B23">
        <w:rPr>
          <w:bCs/>
          <w:szCs w:val="28"/>
        </w:rPr>
        <w:t>решается вопрос об огран</w:t>
      </w:r>
      <w:r w:rsidRPr="00AD7B23">
        <w:rPr>
          <w:bCs/>
          <w:szCs w:val="28"/>
        </w:rPr>
        <w:t>и</w:t>
      </w:r>
      <w:r w:rsidRPr="00AD7B23">
        <w:rPr>
          <w:bCs/>
          <w:szCs w:val="28"/>
        </w:rPr>
        <w:t>чении родительских прав, о лишении родительс</w:t>
      </w:r>
      <w:r w:rsidR="00BA4973" w:rsidRPr="00AD7B23">
        <w:rPr>
          <w:bCs/>
          <w:szCs w:val="28"/>
        </w:rPr>
        <w:t>ких прав, об отмене усыновл</w:t>
      </w:r>
      <w:r w:rsidR="00BA4973" w:rsidRPr="00AD7B23">
        <w:rPr>
          <w:bCs/>
          <w:szCs w:val="28"/>
        </w:rPr>
        <w:t>е</w:t>
      </w:r>
      <w:r w:rsidR="00BA4973" w:rsidRPr="00AD7B23">
        <w:rPr>
          <w:bCs/>
          <w:szCs w:val="28"/>
        </w:rPr>
        <w:t>ния, о прекращении опеки (попечительства).</w:t>
      </w:r>
    </w:p>
    <w:p w:rsidR="00390C26" w:rsidRPr="00AD7B23" w:rsidRDefault="00636117" w:rsidP="00390C26">
      <w:pPr>
        <w:ind w:firstLine="709"/>
        <w:rPr>
          <w:bCs/>
          <w:szCs w:val="28"/>
        </w:rPr>
      </w:pPr>
      <w:r w:rsidRPr="00AD7B23">
        <w:rPr>
          <w:bCs/>
          <w:szCs w:val="28"/>
        </w:rPr>
        <w:t xml:space="preserve">7. </w:t>
      </w:r>
      <w:r w:rsidR="00390C26" w:rsidRPr="00AD7B23">
        <w:rPr>
          <w:bCs/>
          <w:szCs w:val="28"/>
        </w:rPr>
        <w:t>Порядок назначения и выплаты единовременной выплаты в соотве</w:t>
      </w:r>
      <w:r w:rsidR="00390C26" w:rsidRPr="00AD7B23">
        <w:rPr>
          <w:bCs/>
          <w:szCs w:val="28"/>
        </w:rPr>
        <w:t>т</w:t>
      </w:r>
      <w:r w:rsidR="00390C26" w:rsidRPr="00AD7B23">
        <w:rPr>
          <w:bCs/>
          <w:szCs w:val="28"/>
        </w:rPr>
        <w:t xml:space="preserve">ствии с настоящей статьей устанавливается уполномоченным органом </w:t>
      </w:r>
      <w:bookmarkStart w:id="0" w:name="4"/>
      <w:bookmarkEnd w:id="0"/>
      <w:r w:rsidR="00390C26" w:rsidRPr="00AD7B23">
        <w:rPr>
          <w:bCs/>
          <w:szCs w:val="28"/>
        </w:rPr>
        <w:t>испо</w:t>
      </w:r>
      <w:r w:rsidR="00390C26" w:rsidRPr="00AD7B23">
        <w:rPr>
          <w:bCs/>
          <w:szCs w:val="28"/>
        </w:rPr>
        <w:t>л</w:t>
      </w:r>
      <w:r w:rsidR="00390C26" w:rsidRPr="00AD7B23">
        <w:rPr>
          <w:bCs/>
          <w:szCs w:val="28"/>
        </w:rPr>
        <w:t>нительной власти Ярославской области в сфере социальной защиты насел</w:t>
      </w:r>
      <w:r w:rsidR="00390C26" w:rsidRPr="00AD7B23">
        <w:rPr>
          <w:bCs/>
          <w:szCs w:val="28"/>
        </w:rPr>
        <w:t>е</w:t>
      </w:r>
      <w:r w:rsidR="00390C26" w:rsidRPr="00AD7B23">
        <w:rPr>
          <w:bCs/>
          <w:szCs w:val="28"/>
        </w:rPr>
        <w:t>ния</w:t>
      </w:r>
      <w:proofErr w:type="gramStart"/>
      <w:r w:rsidR="00390C26" w:rsidRPr="00AD7B23">
        <w:rPr>
          <w:bCs/>
          <w:szCs w:val="28"/>
        </w:rPr>
        <w:t>.</w:t>
      </w:r>
      <w:r w:rsidR="00A22B69" w:rsidRPr="00AD7B23">
        <w:rPr>
          <w:bCs/>
          <w:szCs w:val="28"/>
        </w:rPr>
        <w:t>»;</w:t>
      </w:r>
      <w:proofErr w:type="gramEnd"/>
    </w:p>
    <w:p w:rsidR="00390C26" w:rsidRPr="00AD7B23" w:rsidRDefault="00390C26" w:rsidP="00390C26">
      <w:pPr>
        <w:ind w:firstLine="709"/>
        <w:rPr>
          <w:bCs/>
          <w:szCs w:val="28"/>
        </w:rPr>
      </w:pPr>
      <w:r w:rsidRPr="00AD7B23">
        <w:rPr>
          <w:bCs/>
          <w:szCs w:val="28"/>
        </w:rPr>
        <w:t xml:space="preserve">2) статью 4 дополнить </w:t>
      </w:r>
      <w:r w:rsidR="001E270E" w:rsidRPr="00AD7B23">
        <w:rPr>
          <w:bCs/>
          <w:szCs w:val="28"/>
        </w:rPr>
        <w:t>частью</w:t>
      </w:r>
      <w:r w:rsidRPr="00AD7B23">
        <w:rPr>
          <w:bCs/>
          <w:szCs w:val="28"/>
        </w:rPr>
        <w:t xml:space="preserve"> 13 следующего содержания:</w:t>
      </w:r>
    </w:p>
    <w:p w:rsidR="00390C26" w:rsidRPr="00A22B69" w:rsidRDefault="00390C26" w:rsidP="00390C26">
      <w:pPr>
        <w:ind w:firstLine="709"/>
        <w:rPr>
          <w:bCs/>
          <w:szCs w:val="28"/>
        </w:rPr>
      </w:pPr>
      <w:r w:rsidRPr="00AD7B23">
        <w:rPr>
          <w:bCs/>
          <w:szCs w:val="28"/>
        </w:rPr>
        <w:t>«13. Предоставление временных мер социальной поддержки в соотве</w:t>
      </w:r>
      <w:r w:rsidRPr="00AD7B23">
        <w:rPr>
          <w:bCs/>
          <w:szCs w:val="28"/>
        </w:rPr>
        <w:t>т</w:t>
      </w:r>
      <w:r w:rsidRPr="00AD7B23">
        <w:rPr>
          <w:bCs/>
          <w:szCs w:val="28"/>
        </w:rPr>
        <w:t>ствии со статьей 3</w:t>
      </w:r>
      <w:r w:rsidRPr="00AD7B23">
        <w:rPr>
          <w:bCs/>
          <w:szCs w:val="28"/>
          <w:vertAlign w:val="superscript"/>
        </w:rPr>
        <w:t>13</w:t>
      </w:r>
      <w:r w:rsidRPr="00AD7B23">
        <w:rPr>
          <w:bCs/>
          <w:szCs w:val="28"/>
        </w:rPr>
        <w:t xml:space="preserve"> настоящего Закона осущ</w:t>
      </w:r>
      <w:r w:rsidRPr="00A22B69">
        <w:rPr>
          <w:bCs/>
          <w:szCs w:val="28"/>
        </w:rPr>
        <w:t>ествляется в период с 1 августа 2024 года по 31 декабря 202</w:t>
      </w:r>
      <w:r w:rsidR="00840E57">
        <w:rPr>
          <w:bCs/>
          <w:szCs w:val="28"/>
        </w:rPr>
        <w:t>5</w:t>
      </w:r>
      <w:r w:rsidRPr="00A22B69">
        <w:rPr>
          <w:bCs/>
          <w:szCs w:val="28"/>
        </w:rPr>
        <w:t xml:space="preserve"> года.».</w:t>
      </w:r>
    </w:p>
    <w:p w:rsidR="008C57D9" w:rsidRPr="00A22B69" w:rsidRDefault="008C57D9" w:rsidP="00EF3E64">
      <w:pPr>
        <w:ind w:firstLine="0"/>
        <w:rPr>
          <w:bCs/>
          <w:szCs w:val="28"/>
        </w:rPr>
      </w:pPr>
    </w:p>
    <w:p w:rsidR="002A414C" w:rsidRPr="00A22B69" w:rsidRDefault="00EF3E64" w:rsidP="009B6EBC">
      <w:pPr>
        <w:ind w:firstLine="709"/>
        <w:rPr>
          <w:b/>
          <w:bCs/>
          <w:szCs w:val="28"/>
        </w:rPr>
      </w:pPr>
      <w:r w:rsidRPr="00A22B69">
        <w:rPr>
          <w:b/>
          <w:bCs/>
          <w:szCs w:val="28"/>
        </w:rPr>
        <w:t xml:space="preserve">Статья </w:t>
      </w:r>
      <w:r w:rsidR="008D4C30" w:rsidRPr="00A22B69">
        <w:rPr>
          <w:b/>
          <w:bCs/>
          <w:szCs w:val="28"/>
        </w:rPr>
        <w:t>2</w:t>
      </w:r>
    </w:p>
    <w:p w:rsidR="009B6EBC" w:rsidRDefault="008C57D9" w:rsidP="000B7BF6">
      <w:pPr>
        <w:ind w:firstLine="709"/>
        <w:rPr>
          <w:bCs/>
          <w:szCs w:val="28"/>
        </w:rPr>
      </w:pPr>
      <w:r w:rsidRPr="008C57D9">
        <w:rPr>
          <w:bCs/>
          <w:szCs w:val="28"/>
        </w:rPr>
        <w:t>Настоящий Закон вступает в силу со дня его официального опубликов</w:t>
      </w:r>
      <w:r w:rsidRPr="008C57D9">
        <w:rPr>
          <w:bCs/>
          <w:szCs w:val="28"/>
        </w:rPr>
        <w:t>а</w:t>
      </w:r>
      <w:r w:rsidRPr="008C57D9">
        <w:rPr>
          <w:bCs/>
          <w:szCs w:val="28"/>
        </w:rPr>
        <w:t>ния</w:t>
      </w:r>
      <w:r w:rsidR="000B7BF6">
        <w:rPr>
          <w:bCs/>
          <w:szCs w:val="28"/>
        </w:rPr>
        <w:t>.</w:t>
      </w:r>
      <w:bookmarkStart w:id="1" w:name="_GoBack"/>
      <w:bookmarkEnd w:id="1"/>
    </w:p>
    <w:p w:rsidR="008C57D9" w:rsidRDefault="008C57D9" w:rsidP="00D76886">
      <w:pPr>
        <w:ind w:firstLine="0"/>
        <w:rPr>
          <w:bCs/>
          <w:szCs w:val="28"/>
        </w:rPr>
      </w:pPr>
    </w:p>
    <w:p w:rsidR="008C57D9" w:rsidRDefault="008C57D9" w:rsidP="00D76886">
      <w:pPr>
        <w:ind w:firstLine="0"/>
        <w:rPr>
          <w:bCs/>
          <w:szCs w:val="28"/>
        </w:rPr>
      </w:pPr>
    </w:p>
    <w:p w:rsidR="000B7BF6" w:rsidRDefault="000B7BF6" w:rsidP="00D76886">
      <w:pPr>
        <w:ind w:firstLine="0"/>
        <w:rPr>
          <w:bCs/>
          <w:szCs w:val="28"/>
        </w:rPr>
      </w:pPr>
    </w:p>
    <w:p w:rsidR="00556647" w:rsidRPr="00556647" w:rsidRDefault="00911996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>
        <w:rPr>
          <w:bCs/>
          <w:szCs w:val="28"/>
        </w:rPr>
        <w:t>Губернатор</w:t>
      </w:r>
    </w:p>
    <w:p w:rsidR="00556647" w:rsidRDefault="00556647" w:rsidP="003709FE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556647">
        <w:rPr>
          <w:bCs/>
          <w:szCs w:val="28"/>
        </w:rPr>
        <w:t xml:space="preserve">Ярославской области </w:t>
      </w:r>
      <w:r w:rsidRPr="00556647">
        <w:rPr>
          <w:bCs/>
          <w:szCs w:val="28"/>
        </w:rPr>
        <w:tab/>
      </w:r>
      <w:r>
        <w:rPr>
          <w:bCs/>
          <w:szCs w:val="28"/>
        </w:rPr>
        <w:t xml:space="preserve"> </w:t>
      </w:r>
      <w:r w:rsidR="00A769C0">
        <w:rPr>
          <w:bCs/>
          <w:szCs w:val="28"/>
        </w:rPr>
        <w:t xml:space="preserve">    </w:t>
      </w:r>
      <w:r w:rsidRPr="00556647">
        <w:rPr>
          <w:bCs/>
          <w:szCs w:val="28"/>
        </w:rPr>
        <w:t xml:space="preserve">М.Я. </w:t>
      </w:r>
      <w:proofErr w:type="spellStart"/>
      <w:r w:rsidRPr="00556647">
        <w:rPr>
          <w:bCs/>
          <w:szCs w:val="28"/>
        </w:rPr>
        <w:t>Евраев</w:t>
      </w:r>
      <w:proofErr w:type="spellEnd"/>
    </w:p>
    <w:p w:rsidR="009C3D65" w:rsidRDefault="009C3D65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D62535" w:rsidRDefault="00D62535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F34DFD" w:rsidRPr="0057198E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57198E">
        <w:rPr>
          <w:bCs/>
          <w:szCs w:val="28"/>
        </w:rPr>
        <w:t>«_____» _____________ 202</w:t>
      </w:r>
      <w:r w:rsidR="00B00450">
        <w:rPr>
          <w:bCs/>
          <w:szCs w:val="28"/>
        </w:rPr>
        <w:t>4</w:t>
      </w:r>
      <w:r w:rsidRPr="0057198E">
        <w:rPr>
          <w:bCs/>
          <w:szCs w:val="28"/>
        </w:rPr>
        <w:t xml:space="preserve"> г.</w:t>
      </w:r>
    </w:p>
    <w:p w:rsidR="00F34DFD" w:rsidRPr="009C3D65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A57AFF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700A46">
        <w:rPr>
          <w:bCs/>
          <w:szCs w:val="28"/>
        </w:rPr>
        <w:t>№______</w:t>
      </w:r>
    </w:p>
    <w:sectPr w:rsidR="00572F15" w:rsidRPr="00A57AFF" w:rsidSect="00F058D3">
      <w:headerReference w:type="even" r:id="rId14"/>
      <w:headerReference w:type="default" r:id="rId15"/>
      <w:pgSz w:w="11906" w:h="16838" w:code="9"/>
      <w:pgMar w:top="1134" w:right="567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2EE" w:rsidRDefault="006862EE">
      <w:r>
        <w:separator/>
      </w:r>
    </w:p>
    <w:p w:rsidR="006862EE" w:rsidRDefault="006862EE"/>
    <w:p w:rsidR="006862EE" w:rsidRDefault="006862EE"/>
  </w:endnote>
  <w:endnote w:type="continuationSeparator" w:id="0">
    <w:p w:rsidR="006862EE" w:rsidRDefault="006862EE">
      <w:r>
        <w:continuationSeparator/>
      </w:r>
    </w:p>
    <w:p w:rsidR="006862EE" w:rsidRDefault="006862EE"/>
    <w:p w:rsidR="006862EE" w:rsidRDefault="006862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2EE" w:rsidRDefault="006862EE">
      <w:r>
        <w:separator/>
      </w:r>
    </w:p>
    <w:p w:rsidR="006862EE" w:rsidRDefault="006862EE"/>
    <w:p w:rsidR="006862EE" w:rsidRDefault="006862EE"/>
  </w:footnote>
  <w:footnote w:type="continuationSeparator" w:id="0">
    <w:p w:rsidR="006862EE" w:rsidRDefault="006862EE">
      <w:r>
        <w:continuationSeparator/>
      </w:r>
    </w:p>
    <w:p w:rsidR="006862EE" w:rsidRDefault="006862EE"/>
    <w:p w:rsidR="006862EE" w:rsidRDefault="006862E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7264701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7B23">
          <w:rPr>
            <w:noProof/>
          </w:rPr>
          <w:t>2</w:t>
        </w:r>
        <w:r>
          <w:fldChar w:fldCharType="end"/>
        </w:r>
      </w:p>
    </w:sdtContent>
  </w:sdt>
  <w:p w:rsidR="008577E7" w:rsidRDefault="008577E7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47ABF"/>
    <w:multiLevelType w:val="hybridMultilevel"/>
    <w:tmpl w:val="A5589198"/>
    <w:lvl w:ilvl="0" w:tplc="029A4C9E">
      <w:start w:val="1"/>
      <w:numFmt w:val="decimal"/>
      <w:lvlText w:val="%1."/>
      <w:lvlJc w:val="left"/>
      <w:pPr>
        <w:ind w:left="10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E28CDCE">
      <w:numFmt w:val="bullet"/>
      <w:lvlText w:val="•"/>
      <w:lvlJc w:val="left"/>
      <w:pPr>
        <w:ind w:left="1074" w:hanging="281"/>
      </w:pPr>
      <w:rPr>
        <w:rFonts w:hint="default"/>
        <w:lang w:val="ru-RU" w:eastAsia="en-US" w:bidi="ar-SA"/>
      </w:rPr>
    </w:lvl>
    <w:lvl w:ilvl="2" w:tplc="D3924A1A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3" w:tplc="4D901852">
      <w:numFmt w:val="bullet"/>
      <w:lvlText w:val="•"/>
      <w:lvlJc w:val="left"/>
      <w:pPr>
        <w:ind w:left="3022" w:hanging="281"/>
      </w:pPr>
      <w:rPr>
        <w:rFonts w:hint="default"/>
        <w:lang w:val="ru-RU" w:eastAsia="en-US" w:bidi="ar-SA"/>
      </w:rPr>
    </w:lvl>
    <w:lvl w:ilvl="4" w:tplc="45FE783E">
      <w:numFmt w:val="bullet"/>
      <w:lvlText w:val="•"/>
      <w:lvlJc w:val="left"/>
      <w:pPr>
        <w:ind w:left="3996" w:hanging="281"/>
      </w:pPr>
      <w:rPr>
        <w:rFonts w:hint="default"/>
        <w:lang w:val="ru-RU" w:eastAsia="en-US" w:bidi="ar-SA"/>
      </w:rPr>
    </w:lvl>
    <w:lvl w:ilvl="5" w:tplc="7E6A2FFC">
      <w:numFmt w:val="bullet"/>
      <w:lvlText w:val="•"/>
      <w:lvlJc w:val="left"/>
      <w:pPr>
        <w:ind w:left="4970" w:hanging="281"/>
      </w:pPr>
      <w:rPr>
        <w:rFonts w:hint="default"/>
        <w:lang w:val="ru-RU" w:eastAsia="en-US" w:bidi="ar-SA"/>
      </w:rPr>
    </w:lvl>
    <w:lvl w:ilvl="6" w:tplc="2C6EE246">
      <w:numFmt w:val="bullet"/>
      <w:lvlText w:val="•"/>
      <w:lvlJc w:val="left"/>
      <w:pPr>
        <w:ind w:left="5944" w:hanging="281"/>
      </w:pPr>
      <w:rPr>
        <w:rFonts w:hint="default"/>
        <w:lang w:val="ru-RU" w:eastAsia="en-US" w:bidi="ar-SA"/>
      </w:rPr>
    </w:lvl>
    <w:lvl w:ilvl="7" w:tplc="3DDEDDFA">
      <w:numFmt w:val="bullet"/>
      <w:lvlText w:val="•"/>
      <w:lvlJc w:val="left"/>
      <w:pPr>
        <w:ind w:left="6918" w:hanging="281"/>
      </w:pPr>
      <w:rPr>
        <w:rFonts w:hint="default"/>
        <w:lang w:val="ru-RU" w:eastAsia="en-US" w:bidi="ar-SA"/>
      </w:rPr>
    </w:lvl>
    <w:lvl w:ilvl="8" w:tplc="5CDE0992">
      <w:numFmt w:val="bullet"/>
      <w:lvlText w:val="•"/>
      <w:lvlJc w:val="left"/>
      <w:pPr>
        <w:ind w:left="7892" w:hanging="281"/>
      </w:pPr>
      <w:rPr>
        <w:rFonts w:hint="default"/>
        <w:lang w:val="ru-RU" w:eastAsia="en-US" w:bidi="ar-SA"/>
      </w:rPr>
    </w:lvl>
  </w:abstractNum>
  <w:abstractNum w:abstractNumId="4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6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2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7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4FE6CB7"/>
    <w:multiLevelType w:val="hybridMultilevel"/>
    <w:tmpl w:val="DFEE3996"/>
    <w:lvl w:ilvl="0" w:tplc="80E67F50">
      <w:start w:val="1"/>
      <w:numFmt w:val="decimal"/>
      <w:lvlText w:val="%1)"/>
      <w:lvlJc w:val="left"/>
      <w:pPr>
        <w:ind w:left="1113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CEA4324">
      <w:numFmt w:val="bullet"/>
      <w:lvlText w:val="-"/>
      <w:lvlJc w:val="left"/>
      <w:pPr>
        <w:ind w:left="97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149E56D8">
      <w:numFmt w:val="bullet"/>
      <w:lvlText w:val="•"/>
      <w:lvlJc w:val="left"/>
      <w:pPr>
        <w:ind w:left="2088" w:hanging="164"/>
      </w:pPr>
      <w:rPr>
        <w:rFonts w:hint="default"/>
        <w:lang w:val="ru-RU" w:eastAsia="en-US" w:bidi="ar-SA"/>
      </w:rPr>
    </w:lvl>
    <w:lvl w:ilvl="3" w:tplc="EE38639E">
      <w:numFmt w:val="bullet"/>
      <w:lvlText w:val="•"/>
      <w:lvlJc w:val="left"/>
      <w:pPr>
        <w:ind w:left="3057" w:hanging="164"/>
      </w:pPr>
      <w:rPr>
        <w:rFonts w:hint="default"/>
        <w:lang w:val="ru-RU" w:eastAsia="en-US" w:bidi="ar-SA"/>
      </w:rPr>
    </w:lvl>
    <w:lvl w:ilvl="4" w:tplc="3620EAF2">
      <w:numFmt w:val="bullet"/>
      <w:lvlText w:val="•"/>
      <w:lvlJc w:val="left"/>
      <w:pPr>
        <w:ind w:left="4026" w:hanging="164"/>
      </w:pPr>
      <w:rPr>
        <w:rFonts w:hint="default"/>
        <w:lang w:val="ru-RU" w:eastAsia="en-US" w:bidi="ar-SA"/>
      </w:rPr>
    </w:lvl>
    <w:lvl w:ilvl="5" w:tplc="C4B60DC8">
      <w:numFmt w:val="bullet"/>
      <w:lvlText w:val="•"/>
      <w:lvlJc w:val="left"/>
      <w:pPr>
        <w:ind w:left="4995" w:hanging="164"/>
      </w:pPr>
      <w:rPr>
        <w:rFonts w:hint="default"/>
        <w:lang w:val="ru-RU" w:eastAsia="en-US" w:bidi="ar-SA"/>
      </w:rPr>
    </w:lvl>
    <w:lvl w:ilvl="6" w:tplc="044C1D20">
      <w:numFmt w:val="bullet"/>
      <w:lvlText w:val="•"/>
      <w:lvlJc w:val="left"/>
      <w:pPr>
        <w:ind w:left="5964" w:hanging="164"/>
      </w:pPr>
      <w:rPr>
        <w:rFonts w:hint="default"/>
        <w:lang w:val="ru-RU" w:eastAsia="en-US" w:bidi="ar-SA"/>
      </w:rPr>
    </w:lvl>
    <w:lvl w:ilvl="7" w:tplc="B73CE658">
      <w:numFmt w:val="bullet"/>
      <w:lvlText w:val="•"/>
      <w:lvlJc w:val="left"/>
      <w:pPr>
        <w:ind w:left="6933" w:hanging="164"/>
      </w:pPr>
      <w:rPr>
        <w:rFonts w:hint="default"/>
        <w:lang w:val="ru-RU" w:eastAsia="en-US" w:bidi="ar-SA"/>
      </w:rPr>
    </w:lvl>
    <w:lvl w:ilvl="8" w:tplc="6DAAB17A">
      <w:numFmt w:val="bullet"/>
      <w:lvlText w:val="•"/>
      <w:lvlJc w:val="left"/>
      <w:pPr>
        <w:ind w:left="7902" w:hanging="164"/>
      </w:pPr>
      <w:rPr>
        <w:rFonts w:hint="default"/>
        <w:lang w:val="ru-RU" w:eastAsia="en-US" w:bidi="ar-SA"/>
      </w:rPr>
    </w:lvl>
  </w:abstractNum>
  <w:abstractNum w:abstractNumId="20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5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9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4"/>
  </w:num>
  <w:num w:numId="2">
    <w:abstractNumId w:val="31"/>
  </w:num>
  <w:num w:numId="3">
    <w:abstractNumId w:val="11"/>
  </w:num>
  <w:num w:numId="4">
    <w:abstractNumId w:val="1"/>
  </w:num>
  <w:num w:numId="5">
    <w:abstractNumId w:val="17"/>
  </w:num>
  <w:num w:numId="6">
    <w:abstractNumId w:val="15"/>
  </w:num>
  <w:num w:numId="7">
    <w:abstractNumId w:val="14"/>
  </w:num>
  <w:num w:numId="8">
    <w:abstractNumId w:val="25"/>
  </w:num>
  <w:num w:numId="9">
    <w:abstractNumId w:val="9"/>
  </w:num>
  <w:num w:numId="10">
    <w:abstractNumId w:val="13"/>
  </w:num>
  <w:num w:numId="11">
    <w:abstractNumId w:val="26"/>
  </w:num>
  <w:num w:numId="12">
    <w:abstractNumId w:val="27"/>
  </w:num>
  <w:num w:numId="13">
    <w:abstractNumId w:val="7"/>
  </w:num>
  <w:num w:numId="14">
    <w:abstractNumId w:val="28"/>
  </w:num>
  <w:num w:numId="15">
    <w:abstractNumId w:val="10"/>
  </w:num>
  <w:num w:numId="16">
    <w:abstractNumId w:val="23"/>
  </w:num>
  <w:num w:numId="17">
    <w:abstractNumId w:val="18"/>
  </w:num>
  <w:num w:numId="18">
    <w:abstractNumId w:val="30"/>
  </w:num>
  <w:num w:numId="19">
    <w:abstractNumId w:val="29"/>
  </w:num>
  <w:num w:numId="20">
    <w:abstractNumId w:val="12"/>
  </w:num>
  <w:num w:numId="21">
    <w:abstractNumId w:val="22"/>
  </w:num>
  <w:num w:numId="22">
    <w:abstractNumId w:val="16"/>
  </w:num>
  <w:num w:numId="23">
    <w:abstractNumId w:val="8"/>
  </w:num>
  <w:num w:numId="24">
    <w:abstractNumId w:val="20"/>
  </w:num>
  <w:num w:numId="25">
    <w:abstractNumId w:val="5"/>
  </w:num>
  <w:num w:numId="26">
    <w:abstractNumId w:val="0"/>
  </w:num>
  <w:num w:numId="27">
    <w:abstractNumId w:val="4"/>
  </w:num>
  <w:num w:numId="28">
    <w:abstractNumId w:val="2"/>
  </w:num>
  <w:num w:numId="29">
    <w:abstractNumId w:val="6"/>
  </w:num>
  <w:num w:numId="30">
    <w:abstractNumId w:val="21"/>
  </w:num>
  <w:num w:numId="31">
    <w:abstractNumId w:val="3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444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DC"/>
    <w:rsid w:val="00002D87"/>
    <w:rsid w:val="00002DD9"/>
    <w:rsid w:val="00004674"/>
    <w:rsid w:val="0000492E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8D0"/>
    <w:rsid w:val="00016CA8"/>
    <w:rsid w:val="00016CC0"/>
    <w:rsid w:val="00020ADC"/>
    <w:rsid w:val="000211FA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7FF"/>
    <w:rsid w:val="00050F0F"/>
    <w:rsid w:val="00051655"/>
    <w:rsid w:val="00051B15"/>
    <w:rsid w:val="00053010"/>
    <w:rsid w:val="00053982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53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1E18"/>
    <w:rsid w:val="000825EB"/>
    <w:rsid w:val="0008294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B0D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DE3"/>
    <w:rsid w:val="000B6E33"/>
    <w:rsid w:val="000B7B89"/>
    <w:rsid w:val="000B7BF6"/>
    <w:rsid w:val="000B7D76"/>
    <w:rsid w:val="000C0758"/>
    <w:rsid w:val="000C0E97"/>
    <w:rsid w:val="000C1230"/>
    <w:rsid w:val="000C253C"/>
    <w:rsid w:val="000C30F9"/>
    <w:rsid w:val="000C36D9"/>
    <w:rsid w:val="000C41A6"/>
    <w:rsid w:val="000C4631"/>
    <w:rsid w:val="000C4810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2D67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4FB"/>
    <w:rsid w:val="000E3EB1"/>
    <w:rsid w:val="000E3F6D"/>
    <w:rsid w:val="000E40DF"/>
    <w:rsid w:val="000E40E4"/>
    <w:rsid w:val="000E4EBA"/>
    <w:rsid w:val="000E53A6"/>
    <w:rsid w:val="000E53F8"/>
    <w:rsid w:val="000E590F"/>
    <w:rsid w:val="000E5931"/>
    <w:rsid w:val="000E71AF"/>
    <w:rsid w:val="000E7C2E"/>
    <w:rsid w:val="000F15E6"/>
    <w:rsid w:val="000F207A"/>
    <w:rsid w:val="000F239D"/>
    <w:rsid w:val="000F30F6"/>
    <w:rsid w:val="000F464D"/>
    <w:rsid w:val="000F4B86"/>
    <w:rsid w:val="000F54CB"/>
    <w:rsid w:val="000F56A8"/>
    <w:rsid w:val="000F5CDE"/>
    <w:rsid w:val="000F62D2"/>
    <w:rsid w:val="000F634E"/>
    <w:rsid w:val="000F751E"/>
    <w:rsid w:val="000F7637"/>
    <w:rsid w:val="000F76D2"/>
    <w:rsid w:val="000F7B54"/>
    <w:rsid w:val="000F7E12"/>
    <w:rsid w:val="001006A3"/>
    <w:rsid w:val="001006C5"/>
    <w:rsid w:val="00100FA4"/>
    <w:rsid w:val="0010259B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93D"/>
    <w:rsid w:val="00112051"/>
    <w:rsid w:val="00112654"/>
    <w:rsid w:val="00112FE3"/>
    <w:rsid w:val="00113356"/>
    <w:rsid w:val="00113D20"/>
    <w:rsid w:val="00114062"/>
    <w:rsid w:val="001142FD"/>
    <w:rsid w:val="001145BF"/>
    <w:rsid w:val="00115374"/>
    <w:rsid w:val="00115AF2"/>
    <w:rsid w:val="00115D22"/>
    <w:rsid w:val="00117B50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2904"/>
    <w:rsid w:val="00133629"/>
    <w:rsid w:val="00133E2B"/>
    <w:rsid w:val="001362C4"/>
    <w:rsid w:val="00136C9F"/>
    <w:rsid w:val="001408C9"/>
    <w:rsid w:val="0014122C"/>
    <w:rsid w:val="00141314"/>
    <w:rsid w:val="00141E2D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A50"/>
    <w:rsid w:val="00145F67"/>
    <w:rsid w:val="00146B74"/>
    <w:rsid w:val="00146D41"/>
    <w:rsid w:val="00146E21"/>
    <w:rsid w:val="0014722E"/>
    <w:rsid w:val="00147682"/>
    <w:rsid w:val="00150BF8"/>
    <w:rsid w:val="00152452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1F32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93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0EF8"/>
    <w:rsid w:val="001916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33E2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2224"/>
    <w:rsid w:val="001C2482"/>
    <w:rsid w:val="001C2E29"/>
    <w:rsid w:val="001C378C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CA9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270E"/>
    <w:rsid w:val="001E39CD"/>
    <w:rsid w:val="001E46AF"/>
    <w:rsid w:val="001E48F8"/>
    <w:rsid w:val="001E5389"/>
    <w:rsid w:val="001E55A2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706"/>
    <w:rsid w:val="001F3AED"/>
    <w:rsid w:val="001F4578"/>
    <w:rsid w:val="001F4B9E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007"/>
    <w:rsid w:val="00211762"/>
    <w:rsid w:val="00211932"/>
    <w:rsid w:val="00212892"/>
    <w:rsid w:val="0021363B"/>
    <w:rsid w:val="00213857"/>
    <w:rsid w:val="002146D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2E51"/>
    <w:rsid w:val="002237CA"/>
    <w:rsid w:val="00223803"/>
    <w:rsid w:val="0022385A"/>
    <w:rsid w:val="00223B1E"/>
    <w:rsid w:val="00224107"/>
    <w:rsid w:val="00224560"/>
    <w:rsid w:val="00224DA3"/>
    <w:rsid w:val="002268D4"/>
    <w:rsid w:val="00226EC8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34C8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30FA"/>
    <w:rsid w:val="002534B4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65E75"/>
    <w:rsid w:val="0027006A"/>
    <w:rsid w:val="00271356"/>
    <w:rsid w:val="002716F9"/>
    <w:rsid w:val="00272565"/>
    <w:rsid w:val="00273063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1F5E"/>
    <w:rsid w:val="002A26FB"/>
    <w:rsid w:val="002A286D"/>
    <w:rsid w:val="002A414C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82"/>
    <w:rsid w:val="002C00CF"/>
    <w:rsid w:val="002C1083"/>
    <w:rsid w:val="002C1E42"/>
    <w:rsid w:val="002C2016"/>
    <w:rsid w:val="002C3207"/>
    <w:rsid w:val="002C3C5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2D25"/>
    <w:rsid w:val="002D338C"/>
    <w:rsid w:val="002D3F79"/>
    <w:rsid w:val="002D46C2"/>
    <w:rsid w:val="002D48FF"/>
    <w:rsid w:val="002D56D4"/>
    <w:rsid w:val="002D56E3"/>
    <w:rsid w:val="002D6016"/>
    <w:rsid w:val="002D6534"/>
    <w:rsid w:val="002D6E45"/>
    <w:rsid w:val="002D7373"/>
    <w:rsid w:val="002D7377"/>
    <w:rsid w:val="002D78CB"/>
    <w:rsid w:val="002E017E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79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3AA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27E98"/>
    <w:rsid w:val="0033049B"/>
    <w:rsid w:val="00330657"/>
    <w:rsid w:val="00330914"/>
    <w:rsid w:val="00330B5C"/>
    <w:rsid w:val="0033166F"/>
    <w:rsid w:val="00333433"/>
    <w:rsid w:val="00333527"/>
    <w:rsid w:val="00333BAA"/>
    <w:rsid w:val="003356DF"/>
    <w:rsid w:val="00342D61"/>
    <w:rsid w:val="00343027"/>
    <w:rsid w:val="003435E1"/>
    <w:rsid w:val="00343B80"/>
    <w:rsid w:val="00344057"/>
    <w:rsid w:val="00345DCD"/>
    <w:rsid w:val="003462B7"/>
    <w:rsid w:val="00346BD6"/>
    <w:rsid w:val="0034708E"/>
    <w:rsid w:val="00347AF9"/>
    <w:rsid w:val="00347F7A"/>
    <w:rsid w:val="00350001"/>
    <w:rsid w:val="00351509"/>
    <w:rsid w:val="00351571"/>
    <w:rsid w:val="0035186B"/>
    <w:rsid w:val="00351A60"/>
    <w:rsid w:val="0035239F"/>
    <w:rsid w:val="00353621"/>
    <w:rsid w:val="00354245"/>
    <w:rsid w:val="003544EB"/>
    <w:rsid w:val="00354A22"/>
    <w:rsid w:val="003560AF"/>
    <w:rsid w:val="003603DB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9FE"/>
    <w:rsid w:val="00370B99"/>
    <w:rsid w:val="00372A69"/>
    <w:rsid w:val="003731D5"/>
    <w:rsid w:val="003735A0"/>
    <w:rsid w:val="003737B0"/>
    <w:rsid w:val="00373C7E"/>
    <w:rsid w:val="00374122"/>
    <w:rsid w:val="003750F7"/>
    <w:rsid w:val="00380E96"/>
    <w:rsid w:val="00381071"/>
    <w:rsid w:val="00381AC1"/>
    <w:rsid w:val="00381F7D"/>
    <w:rsid w:val="00382F70"/>
    <w:rsid w:val="0038336E"/>
    <w:rsid w:val="0038374B"/>
    <w:rsid w:val="00384A4C"/>
    <w:rsid w:val="00385D84"/>
    <w:rsid w:val="00386057"/>
    <w:rsid w:val="0038672C"/>
    <w:rsid w:val="003868A3"/>
    <w:rsid w:val="00387855"/>
    <w:rsid w:val="00390250"/>
    <w:rsid w:val="00390C26"/>
    <w:rsid w:val="0039101C"/>
    <w:rsid w:val="00391E08"/>
    <w:rsid w:val="00392032"/>
    <w:rsid w:val="0039236C"/>
    <w:rsid w:val="0039249B"/>
    <w:rsid w:val="00392725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89B"/>
    <w:rsid w:val="003A2C1C"/>
    <w:rsid w:val="003A3419"/>
    <w:rsid w:val="003A3614"/>
    <w:rsid w:val="003A384A"/>
    <w:rsid w:val="003A52D4"/>
    <w:rsid w:val="003A7B61"/>
    <w:rsid w:val="003A7CBB"/>
    <w:rsid w:val="003B0A5E"/>
    <w:rsid w:val="003B172D"/>
    <w:rsid w:val="003B1CA8"/>
    <w:rsid w:val="003B2BEF"/>
    <w:rsid w:val="003B2C8F"/>
    <w:rsid w:val="003B4E09"/>
    <w:rsid w:val="003B63C7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300"/>
    <w:rsid w:val="003C75CE"/>
    <w:rsid w:val="003D0D67"/>
    <w:rsid w:val="003D0FB5"/>
    <w:rsid w:val="003D10E6"/>
    <w:rsid w:val="003D11B9"/>
    <w:rsid w:val="003D1DE0"/>
    <w:rsid w:val="003D1FE7"/>
    <w:rsid w:val="003D2879"/>
    <w:rsid w:val="003D3B07"/>
    <w:rsid w:val="003D48B0"/>
    <w:rsid w:val="003D563C"/>
    <w:rsid w:val="003D5EA3"/>
    <w:rsid w:val="003D6000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32C"/>
    <w:rsid w:val="003F15AC"/>
    <w:rsid w:val="003F1745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4DC4"/>
    <w:rsid w:val="0040525B"/>
    <w:rsid w:val="00405367"/>
    <w:rsid w:val="0040587A"/>
    <w:rsid w:val="004058C4"/>
    <w:rsid w:val="00406D84"/>
    <w:rsid w:val="00406F0D"/>
    <w:rsid w:val="0040725E"/>
    <w:rsid w:val="00407343"/>
    <w:rsid w:val="00407D54"/>
    <w:rsid w:val="00407F59"/>
    <w:rsid w:val="004104FA"/>
    <w:rsid w:val="00410FF4"/>
    <w:rsid w:val="0041221E"/>
    <w:rsid w:val="00412879"/>
    <w:rsid w:val="00413FA4"/>
    <w:rsid w:val="00414197"/>
    <w:rsid w:val="00415B1F"/>
    <w:rsid w:val="00415C96"/>
    <w:rsid w:val="004162BF"/>
    <w:rsid w:val="00420500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0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0E4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773"/>
    <w:rsid w:val="00464BE7"/>
    <w:rsid w:val="004650BD"/>
    <w:rsid w:val="00465207"/>
    <w:rsid w:val="00465F00"/>
    <w:rsid w:val="00466099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4900"/>
    <w:rsid w:val="00476553"/>
    <w:rsid w:val="00476D8A"/>
    <w:rsid w:val="0047742C"/>
    <w:rsid w:val="00480122"/>
    <w:rsid w:val="004818E1"/>
    <w:rsid w:val="00482729"/>
    <w:rsid w:val="00482D74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34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28A"/>
    <w:rsid w:val="004A56F8"/>
    <w:rsid w:val="004A6B96"/>
    <w:rsid w:val="004A6E19"/>
    <w:rsid w:val="004B0409"/>
    <w:rsid w:val="004B0AE3"/>
    <w:rsid w:val="004B0E46"/>
    <w:rsid w:val="004B142E"/>
    <w:rsid w:val="004B2EE2"/>
    <w:rsid w:val="004B327D"/>
    <w:rsid w:val="004B32F8"/>
    <w:rsid w:val="004B3D6E"/>
    <w:rsid w:val="004B5524"/>
    <w:rsid w:val="004B5669"/>
    <w:rsid w:val="004B566E"/>
    <w:rsid w:val="004B5ADE"/>
    <w:rsid w:val="004B5B01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0DB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4F795E"/>
    <w:rsid w:val="00500672"/>
    <w:rsid w:val="00500C18"/>
    <w:rsid w:val="0050115B"/>
    <w:rsid w:val="0050121D"/>
    <w:rsid w:val="005014F2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2FEE"/>
    <w:rsid w:val="00533572"/>
    <w:rsid w:val="00533E26"/>
    <w:rsid w:val="00534473"/>
    <w:rsid w:val="00536504"/>
    <w:rsid w:val="005373F5"/>
    <w:rsid w:val="00540F9A"/>
    <w:rsid w:val="00542563"/>
    <w:rsid w:val="00542727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27E5"/>
    <w:rsid w:val="00553DE4"/>
    <w:rsid w:val="005555F7"/>
    <w:rsid w:val="00555B69"/>
    <w:rsid w:val="00556647"/>
    <w:rsid w:val="00557F63"/>
    <w:rsid w:val="005610A0"/>
    <w:rsid w:val="00561136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7C5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A77"/>
    <w:rsid w:val="0058218A"/>
    <w:rsid w:val="00583E64"/>
    <w:rsid w:val="00585CFB"/>
    <w:rsid w:val="00585DA6"/>
    <w:rsid w:val="005872AD"/>
    <w:rsid w:val="005872F9"/>
    <w:rsid w:val="005877EB"/>
    <w:rsid w:val="005878B7"/>
    <w:rsid w:val="0059064A"/>
    <w:rsid w:val="00591B27"/>
    <w:rsid w:val="00592023"/>
    <w:rsid w:val="00594D99"/>
    <w:rsid w:val="00595C27"/>
    <w:rsid w:val="0059639B"/>
    <w:rsid w:val="00596D62"/>
    <w:rsid w:val="00596D8F"/>
    <w:rsid w:val="0059775F"/>
    <w:rsid w:val="0059790D"/>
    <w:rsid w:val="005A034E"/>
    <w:rsid w:val="005A055F"/>
    <w:rsid w:val="005A0ABD"/>
    <w:rsid w:val="005A0EE7"/>
    <w:rsid w:val="005A15B1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18F0"/>
    <w:rsid w:val="005B2ED2"/>
    <w:rsid w:val="005B347F"/>
    <w:rsid w:val="005B3BB1"/>
    <w:rsid w:val="005B3DAE"/>
    <w:rsid w:val="005B4548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3D8"/>
    <w:rsid w:val="005C150E"/>
    <w:rsid w:val="005C1E7E"/>
    <w:rsid w:val="005C1EE0"/>
    <w:rsid w:val="005C22EC"/>
    <w:rsid w:val="005C2E55"/>
    <w:rsid w:val="005C46D8"/>
    <w:rsid w:val="005C514A"/>
    <w:rsid w:val="005C5737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3CB"/>
    <w:rsid w:val="005F2804"/>
    <w:rsid w:val="005F3676"/>
    <w:rsid w:val="005F4231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A0D"/>
    <w:rsid w:val="00606D3C"/>
    <w:rsid w:val="00610923"/>
    <w:rsid w:val="00610EDE"/>
    <w:rsid w:val="006111F4"/>
    <w:rsid w:val="00611649"/>
    <w:rsid w:val="00611F76"/>
    <w:rsid w:val="00611FE8"/>
    <w:rsid w:val="006129B1"/>
    <w:rsid w:val="00612D66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31DB"/>
    <w:rsid w:val="00623BD1"/>
    <w:rsid w:val="00623D3E"/>
    <w:rsid w:val="00624628"/>
    <w:rsid w:val="00625B92"/>
    <w:rsid w:val="00625E96"/>
    <w:rsid w:val="00626611"/>
    <w:rsid w:val="00627624"/>
    <w:rsid w:val="00627939"/>
    <w:rsid w:val="00627CF0"/>
    <w:rsid w:val="006301DC"/>
    <w:rsid w:val="00630BF2"/>
    <w:rsid w:val="00630EC8"/>
    <w:rsid w:val="00630ED6"/>
    <w:rsid w:val="00631443"/>
    <w:rsid w:val="00631910"/>
    <w:rsid w:val="00632582"/>
    <w:rsid w:val="00632D42"/>
    <w:rsid w:val="00633873"/>
    <w:rsid w:val="00633A56"/>
    <w:rsid w:val="00634593"/>
    <w:rsid w:val="00634ADF"/>
    <w:rsid w:val="00634FD4"/>
    <w:rsid w:val="0063540A"/>
    <w:rsid w:val="00636117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63"/>
    <w:rsid w:val="00643DD6"/>
    <w:rsid w:val="00644319"/>
    <w:rsid w:val="00650311"/>
    <w:rsid w:val="00650383"/>
    <w:rsid w:val="00650744"/>
    <w:rsid w:val="00650B11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487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3081"/>
    <w:rsid w:val="0067348C"/>
    <w:rsid w:val="00673F74"/>
    <w:rsid w:val="00674A46"/>
    <w:rsid w:val="00674E10"/>
    <w:rsid w:val="006751DF"/>
    <w:rsid w:val="00675282"/>
    <w:rsid w:val="0068028F"/>
    <w:rsid w:val="00680D80"/>
    <w:rsid w:val="00681248"/>
    <w:rsid w:val="00681380"/>
    <w:rsid w:val="00683EA6"/>
    <w:rsid w:val="006840B7"/>
    <w:rsid w:val="00685FAE"/>
    <w:rsid w:val="006862EE"/>
    <w:rsid w:val="00686AF0"/>
    <w:rsid w:val="006872EF"/>
    <w:rsid w:val="00687B53"/>
    <w:rsid w:val="00690C74"/>
    <w:rsid w:val="006921B6"/>
    <w:rsid w:val="00692330"/>
    <w:rsid w:val="00694555"/>
    <w:rsid w:val="00695040"/>
    <w:rsid w:val="006956C7"/>
    <w:rsid w:val="00696CBD"/>
    <w:rsid w:val="006970A6"/>
    <w:rsid w:val="006A0EA7"/>
    <w:rsid w:val="006A1770"/>
    <w:rsid w:val="006A30B7"/>
    <w:rsid w:val="006A44BE"/>
    <w:rsid w:val="006A4A5C"/>
    <w:rsid w:val="006A5366"/>
    <w:rsid w:val="006A5C55"/>
    <w:rsid w:val="006A5DBE"/>
    <w:rsid w:val="006A6755"/>
    <w:rsid w:val="006A6B28"/>
    <w:rsid w:val="006A7087"/>
    <w:rsid w:val="006B25D4"/>
    <w:rsid w:val="006B2BFD"/>
    <w:rsid w:val="006B35EB"/>
    <w:rsid w:val="006B3A48"/>
    <w:rsid w:val="006B3E6F"/>
    <w:rsid w:val="006B3F25"/>
    <w:rsid w:val="006B3F2C"/>
    <w:rsid w:val="006B3FE3"/>
    <w:rsid w:val="006B4241"/>
    <w:rsid w:val="006B45F1"/>
    <w:rsid w:val="006B4918"/>
    <w:rsid w:val="006B4B06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4B4A"/>
    <w:rsid w:val="006F56D4"/>
    <w:rsid w:val="006F5C34"/>
    <w:rsid w:val="006F6009"/>
    <w:rsid w:val="006F6240"/>
    <w:rsid w:val="006F6D2F"/>
    <w:rsid w:val="00700602"/>
    <w:rsid w:val="007006BF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2C5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5EDA"/>
    <w:rsid w:val="0072614F"/>
    <w:rsid w:val="00726D70"/>
    <w:rsid w:val="00726F73"/>
    <w:rsid w:val="00730CD4"/>
    <w:rsid w:val="00731AEF"/>
    <w:rsid w:val="00732011"/>
    <w:rsid w:val="00733310"/>
    <w:rsid w:val="00733745"/>
    <w:rsid w:val="00733C24"/>
    <w:rsid w:val="00734500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5FA6"/>
    <w:rsid w:val="007466C1"/>
    <w:rsid w:val="00746C66"/>
    <w:rsid w:val="00747275"/>
    <w:rsid w:val="007475A5"/>
    <w:rsid w:val="00747611"/>
    <w:rsid w:val="00750751"/>
    <w:rsid w:val="007516D0"/>
    <w:rsid w:val="007532F6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55FA"/>
    <w:rsid w:val="00766161"/>
    <w:rsid w:val="00766DF4"/>
    <w:rsid w:val="00766FE9"/>
    <w:rsid w:val="00767143"/>
    <w:rsid w:val="0076722C"/>
    <w:rsid w:val="007672D3"/>
    <w:rsid w:val="00767A22"/>
    <w:rsid w:val="00770A07"/>
    <w:rsid w:val="00770DF3"/>
    <w:rsid w:val="00772A8C"/>
    <w:rsid w:val="007733B8"/>
    <w:rsid w:val="00773757"/>
    <w:rsid w:val="00773C0E"/>
    <w:rsid w:val="0077432A"/>
    <w:rsid w:val="00774865"/>
    <w:rsid w:val="00774EC4"/>
    <w:rsid w:val="00775686"/>
    <w:rsid w:val="007756CC"/>
    <w:rsid w:val="00776746"/>
    <w:rsid w:val="00777445"/>
    <w:rsid w:val="007805D8"/>
    <w:rsid w:val="007818CE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0BC"/>
    <w:rsid w:val="00795734"/>
    <w:rsid w:val="007959CB"/>
    <w:rsid w:val="007962CD"/>
    <w:rsid w:val="007964F6"/>
    <w:rsid w:val="00796742"/>
    <w:rsid w:val="00797641"/>
    <w:rsid w:val="00797DD0"/>
    <w:rsid w:val="007A0827"/>
    <w:rsid w:val="007A0A44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5BD"/>
    <w:rsid w:val="007C57F1"/>
    <w:rsid w:val="007C65B5"/>
    <w:rsid w:val="007C6D95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6FB"/>
    <w:rsid w:val="007E6C63"/>
    <w:rsid w:val="007E7C0E"/>
    <w:rsid w:val="007E7EE5"/>
    <w:rsid w:val="007F1295"/>
    <w:rsid w:val="007F196C"/>
    <w:rsid w:val="007F21CD"/>
    <w:rsid w:val="007F3057"/>
    <w:rsid w:val="007F347D"/>
    <w:rsid w:val="007F37B0"/>
    <w:rsid w:val="007F57E4"/>
    <w:rsid w:val="007F5973"/>
    <w:rsid w:val="007F5CD0"/>
    <w:rsid w:val="007F6523"/>
    <w:rsid w:val="007F709B"/>
    <w:rsid w:val="007F7FAA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17E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1C5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1BD2"/>
    <w:rsid w:val="0083217B"/>
    <w:rsid w:val="00832448"/>
    <w:rsid w:val="00832E3C"/>
    <w:rsid w:val="00833157"/>
    <w:rsid w:val="008332E0"/>
    <w:rsid w:val="00833400"/>
    <w:rsid w:val="00833DEB"/>
    <w:rsid w:val="008342E0"/>
    <w:rsid w:val="008353EC"/>
    <w:rsid w:val="00835B92"/>
    <w:rsid w:val="00835BC1"/>
    <w:rsid w:val="00835F3C"/>
    <w:rsid w:val="00836AE6"/>
    <w:rsid w:val="008379F5"/>
    <w:rsid w:val="00837A69"/>
    <w:rsid w:val="00840A1B"/>
    <w:rsid w:val="00840E57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22F"/>
    <w:rsid w:val="0086238D"/>
    <w:rsid w:val="00862B5C"/>
    <w:rsid w:val="00862CCF"/>
    <w:rsid w:val="00863A68"/>
    <w:rsid w:val="008643C7"/>
    <w:rsid w:val="00865F3A"/>
    <w:rsid w:val="0086669F"/>
    <w:rsid w:val="008703DE"/>
    <w:rsid w:val="00871517"/>
    <w:rsid w:val="008722DB"/>
    <w:rsid w:val="00872940"/>
    <w:rsid w:val="0087387F"/>
    <w:rsid w:val="008746EC"/>
    <w:rsid w:val="0087575A"/>
    <w:rsid w:val="00875AD0"/>
    <w:rsid w:val="00876258"/>
    <w:rsid w:val="00876C98"/>
    <w:rsid w:val="00877161"/>
    <w:rsid w:val="00877DA5"/>
    <w:rsid w:val="00880326"/>
    <w:rsid w:val="0088167C"/>
    <w:rsid w:val="00881EC5"/>
    <w:rsid w:val="00882B62"/>
    <w:rsid w:val="00882D98"/>
    <w:rsid w:val="008836B8"/>
    <w:rsid w:val="00883C44"/>
    <w:rsid w:val="00883D63"/>
    <w:rsid w:val="00885706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689C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53B"/>
    <w:rsid w:val="008A59AB"/>
    <w:rsid w:val="008A6B9F"/>
    <w:rsid w:val="008A6D2E"/>
    <w:rsid w:val="008B06F0"/>
    <w:rsid w:val="008B08F6"/>
    <w:rsid w:val="008B1FC1"/>
    <w:rsid w:val="008B2469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7D9"/>
    <w:rsid w:val="008C5BD5"/>
    <w:rsid w:val="008C5C7D"/>
    <w:rsid w:val="008C6750"/>
    <w:rsid w:val="008C747D"/>
    <w:rsid w:val="008D052A"/>
    <w:rsid w:val="008D10EE"/>
    <w:rsid w:val="008D1143"/>
    <w:rsid w:val="008D2C24"/>
    <w:rsid w:val="008D3B97"/>
    <w:rsid w:val="008D4600"/>
    <w:rsid w:val="008D4C3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5DC"/>
    <w:rsid w:val="008D7B96"/>
    <w:rsid w:val="008E0276"/>
    <w:rsid w:val="008E11D5"/>
    <w:rsid w:val="008E1734"/>
    <w:rsid w:val="008E197C"/>
    <w:rsid w:val="008E1CE8"/>
    <w:rsid w:val="008E21FA"/>
    <w:rsid w:val="008E2A50"/>
    <w:rsid w:val="008E423A"/>
    <w:rsid w:val="008E48DF"/>
    <w:rsid w:val="008E6D28"/>
    <w:rsid w:val="008E6F13"/>
    <w:rsid w:val="008E7986"/>
    <w:rsid w:val="008E7CAE"/>
    <w:rsid w:val="008E7D8D"/>
    <w:rsid w:val="008F08C2"/>
    <w:rsid w:val="008F0F9C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8F76D1"/>
    <w:rsid w:val="009010F0"/>
    <w:rsid w:val="00901839"/>
    <w:rsid w:val="009031C0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546"/>
    <w:rsid w:val="009067F9"/>
    <w:rsid w:val="0090687C"/>
    <w:rsid w:val="00910522"/>
    <w:rsid w:val="0091061C"/>
    <w:rsid w:val="00911996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A43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015B"/>
    <w:rsid w:val="00941AF9"/>
    <w:rsid w:val="00944051"/>
    <w:rsid w:val="00944D99"/>
    <w:rsid w:val="00945665"/>
    <w:rsid w:val="00945C7C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246C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6EBC"/>
    <w:rsid w:val="009B7BA7"/>
    <w:rsid w:val="009B7DF3"/>
    <w:rsid w:val="009B7ECD"/>
    <w:rsid w:val="009C016A"/>
    <w:rsid w:val="009C1255"/>
    <w:rsid w:val="009C15EB"/>
    <w:rsid w:val="009C3D65"/>
    <w:rsid w:val="009C5753"/>
    <w:rsid w:val="009C6A17"/>
    <w:rsid w:val="009C77ED"/>
    <w:rsid w:val="009D07FC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06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1DC"/>
    <w:rsid w:val="00A0472E"/>
    <w:rsid w:val="00A06167"/>
    <w:rsid w:val="00A06360"/>
    <w:rsid w:val="00A06972"/>
    <w:rsid w:val="00A071BF"/>
    <w:rsid w:val="00A0771E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2B69"/>
    <w:rsid w:val="00A2460B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6F5"/>
    <w:rsid w:val="00A64BCB"/>
    <w:rsid w:val="00A64C2C"/>
    <w:rsid w:val="00A65C25"/>
    <w:rsid w:val="00A65C61"/>
    <w:rsid w:val="00A6685C"/>
    <w:rsid w:val="00A70E6F"/>
    <w:rsid w:val="00A7145F"/>
    <w:rsid w:val="00A71DFE"/>
    <w:rsid w:val="00A72F1F"/>
    <w:rsid w:val="00A73174"/>
    <w:rsid w:val="00A733AF"/>
    <w:rsid w:val="00A73504"/>
    <w:rsid w:val="00A73F91"/>
    <w:rsid w:val="00A749AD"/>
    <w:rsid w:val="00A74E88"/>
    <w:rsid w:val="00A7564A"/>
    <w:rsid w:val="00A76480"/>
    <w:rsid w:val="00A769C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75D"/>
    <w:rsid w:val="00A829D5"/>
    <w:rsid w:val="00A83107"/>
    <w:rsid w:val="00A83639"/>
    <w:rsid w:val="00A83FC9"/>
    <w:rsid w:val="00A85896"/>
    <w:rsid w:val="00A865AD"/>
    <w:rsid w:val="00A8694E"/>
    <w:rsid w:val="00A86F3A"/>
    <w:rsid w:val="00A86FFB"/>
    <w:rsid w:val="00A87B61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4698"/>
    <w:rsid w:val="00AA50AD"/>
    <w:rsid w:val="00AA5258"/>
    <w:rsid w:val="00AA57A7"/>
    <w:rsid w:val="00AA59DD"/>
    <w:rsid w:val="00AA5C48"/>
    <w:rsid w:val="00AA61ED"/>
    <w:rsid w:val="00AB2015"/>
    <w:rsid w:val="00AB2162"/>
    <w:rsid w:val="00AB3805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2CE6"/>
    <w:rsid w:val="00AC32ED"/>
    <w:rsid w:val="00AC3BF7"/>
    <w:rsid w:val="00AC42E9"/>
    <w:rsid w:val="00AC44DD"/>
    <w:rsid w:val="00AC46FD"/>
    <w:rsid w:val="00AC4ECE"/>
    <w:rsid w:val="00AC573F"/>
    <w:rsid w:val="00AC59EA"/>
    <w:rsid w:val="00AC6CFB"/>
    <w:rsid w:val="00AC74B9"/>
    <w:rsid w:val="00AC7C31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D7B23"/>
    <w:rsid w:val="00AE0057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4AEA"/>
    <w:rsid w:val="00AF66D5"/>
    <w:rsid w:val="00AF742E"/>
    <w:rsid w:val="00AF7E68"/>
    <w:rsid w:val="00B00450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2C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727E"/>
    <w:rsid w:val="00B2006B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5FE"/>
    <w:rsid w:val="00B33A43"/>
    <w:rsid w:val="00B340D4"/>
    <w:rsid w:val="00B35731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47948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258"/>
    <w:rsid w:val="00B605F7"/>
    <w:rsid w:val="00B60717"/>
    <w:rsid w:val="00B60B2D"/>
    <w:rsid w:val="00B60DA0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2FB"/>
    <w:rsid w:val="00BA2950"/>
    <w:rsid w:val="00BA2F5A"/>
    <w:rsid w:val="00BA357C"/>
    <w:rsid w:val="00BA3D8D"/>
    <w:rsid w:val="00BA3FB1"/>
    <w:rsid w:val="00BA47EC"/>
    <w:rsid w:val="00BA4973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287C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F5D"/>
    <w:rsid w:val="00BF25C8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753"/>
    <w:rsid w:val="00C1395A"/>
    <w:rsid w:val="00C13B28"/>
    <w:rsid w:val="00C14ADC"/>
    <w:rsid w:val="00C14B12"/>
    <w:rsid w:val="00C16156"/>
    <w:rsid w:val="00C16684"/>
    <w:rsid w:val="00C16BC0"/>
    <w:rsid w:val="00C16F11"/>
    <w:rsid w:val="00C174E7"/>
    <w:rsid w:val="00C175EE"/>
    <w:rsid w:val="00C179F0"/>
    <w:rsid w:val="00C20C7D"/>
    <w:rsid w:val="00C21B54"/>
    <w:rsid w:val="00C2263C"/>
    <w:rsid w:val="00C22685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0F68"/>
    <w:rsid w:val="00C31760"/>
    <w:rsid w:val="00C32400"/>
    <w:rsid w:val="00C331DD"/>
    <w:rsid w:val="00C34B59"/>
    <w:rsid w:val="00C34E2E"/>
    <w:rsid w:val="00C34F59"/>
    <w:rsid w:val="00C350F3"/>
    <w:rsid w:val="00C35289"/>
    <w:rsid w:val="00C357EF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2D94"/>
    <w:rsid w:val="00C443F2"/>
    <w:rsid w:val="00C44964"/>
    <w:rsid w:val="00C44F93"/>
    <w:rsid w:val="00C45845"/>
    <w:rsid w:val="00C465B4"/>
    <w:rsid w:val="00C46BA5"/>
    <w:rsid w:val="00C475B6"/>
    <w:rsid w:val="00C47927"/>
    <w:rsid w:val="00C51BAA"/>
    <w:rsid w:val="00C5249F"/>
    <w:rsid w:val="00C5269B"/>
    <w:rsid w:val="00C527A7"/>
    <w:rsid w:val="00C53A11"/>
    <w:rsid w:val="00C541B0"/>
    <w:rsid w:val="00C549AE"/>
    <w:rsid w:val="00C5526B"/>
    <w:rsid w:val="00C5612B"/>
    <w:rsid w:val="00C562F0"/>
    <w:rsid w:val="00C572EB"/>
    <w:rsid w:val="00C57600"/>
    <w:rsid w:val="00C60301"/>
    <w:rsid w:val="00C60E10"/>
    <w:rsid w:val="00C60FFB"/>
    <w:rsid w:val="00C613CB"/>
    <w:rsid w:val="00C61656"/>
    <w:rsid w:val="00C6196D"/>
    <w:rsid w:val="00C621ED"/>
    <w:rsid w:val="00C6274A"/>
    <w:rsid w:val="00C62AE1"/>
    <w:rsid w:val="00C636E0"/>
    <w:rsid w:val="00C63C61"/>
    <w:rsid w:val="00C6473E"/>
    <w:rsid w:val="00C64B6D"/>
    <w:rsid w:val="00C64DF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617"/>
    <w:rsid w:val="00C75C88"/>
    <w:rsid w:val="00C7678E"/>
    <w:rsid w:val="00C774E6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1D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EFD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4F36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E3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177"/>
    <w:rsid w:val="00D10BF1"/>
    <w:rsid w:val="00D10DA7"/>
    <w:rsid w:val="00D10F10"/>
    <w:rsid w:val="00D11355"/>
    <w:rsid w:val="00D11477"/>
    <w:rsid w:val="00D120E1"/>
    <w:rsid w:val="00D12285"/>
    <w:rsid w:val="00D1330D"/>
    <w:rsid w:val="00D13550"/>
    <w:rsid w:val="00D147B7"/>
    <w:rsid w:val="00D1480A"/>
    <w:rsid w:val="00D14E3F"/>
    <w:rsid w:val="00D16A82"/>
    <w:rsid w:val="00D16BE4"/>
    <w:rsid w:val="00D20629"/>
    <w:rsid w:val="00D210AB"/>
    <w:rsid w:val="00D217CD"/>
    <w:rsid w:val="00D23A1D"/>
    <w:rsid w:val="00D24344"/>
    <w:rsid w:val="00D254D7"/>
    <w:rsid w:val="00D25B94"/>
    <w:rsid w:val="00D27259"/>
    <w:rsid w:val="00D27A7D"/>
    <w:rsid w:val="00D27CF3"/>
    <w:rsid w:val="00D303E2"/>
    <w:rsid w:val="00D31A2A"/>
    <w:rsid w:val="00D31D04"/>
    <w:rsid w:val="00D33835"/>
    <w:rsid w:val="00D33C4C"/>
    <w:rsid w:val="00D34E03"/>
    <w:rsid w:val="00D3573C"/>
    <w:rsid w:val="00D35CF1"/>
    <w:rsid w:val="00D3672F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6B95"/>
    <w:rsid w:val="00D47409"/>
    <w:rsid w:val="00D474C2"/>
    <w:rsid w:val="00D478E4"/>
    <w:rsid w:val="00D47973"/>
    <w:rsid w:val="00D47BE8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B10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535"/>
    <w:rsid w:val="00D627D9"/>
    <w:rsid w:val="00D62AB3"/>
    <w:rsid w:val="00D62C4E"/>
    <w:rsid w:val="00D631D0"/>
    <w:rsid w:val="00D6348C"/>
    <w:rsid w:val="00D63B12"/>
    <w:rsid w:val="00D648C2"/>
    <w:rsid w:val="00D64CD8"/>
    <w:rsid w:val="00D64E40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886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623"/>
    <w:rsid w:val="00DB1BD2"/>
    <w:rsid w:val="00DB3064"/>
    <w:rsid w:val="00DB35B1"/>
    <w:rsid w:val="00DB3639"/>
    <w:rsid w:val="00DB3D73"/>
    <w:rsid w:val="00DB640A"/>
    <w:rsid w:val="00DB6CD1"/>
    <w:rsid w:val="00DB787A"/>
    <w:rsid w:val="00DB7E92"/>
    <w:rsid w:val="00DB7FA1"/>
    <w:rsid w:val="00DC039A"/>
    <w:rsid w:val="00DC0644"/>
    <w:rsid w:val="00DC0E09"/>
    <w:rsid w:val="00DC1705"/>
    <w:rsid w:val="00DC20C9"/>
    <w:rsid w:val="00DC2CE2"/>
    <w:rsid w:val="00DC2D47"/>
    <w:rsid w:val="00DC2F79"/>
    <w:rsid w:val="00DC4ED2"/>
    <w:rsid w:val="00DC55B2"/>
    <w:rsid w:val="00DC5A45"/>
    <w:rsid w:val="00DC6337"/>
    <w:rsid w:val="00DC6824"/>
    <w:rsid w:val="00DC717A"/>
    <w:rsid w:val="00DD007B"/>
    <w:rsid w:val="00DD274E"/>
    <w:rsid w:val="00DD30C2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0E3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826"/>
    <w:rsid w:val="00E169BC"/>
    <w:rsid w:val="00E17E47"/>
    <w:rsid w:val="00E20411"/>
    <w:rsid w:val="00E20DBB"/>
    <w:rsid w:val="00E2180E"/>
    <w:rsid w:val="00E21EDB"/>
    <w:rsid w:val="00E226B1"/>
    <w:rsid w:val="00E22BC1"/>
    <w:rsid w:val="00E23FEE"/>
    <w:rsid w:val="00E24296"/>
    <w:rsid w:val="00E2488C"/>
    <w:rsid w:val="00E25621"/>
    <w:rsid w:val="00E25D49"/>
    <w:rsid w:val="00E2652B"/>
    <w:rsid w:val="00E27210"/>
    <w:rsid w:val="00E273A4"/>
    <w:rsid w:val="00E30551"/>
    <w:rsid w:val="00E308AE"/>
    <w:rsid w:val="00E3118B"/>
    <w:rsid w:val="00E311F4"/>
    <w:rsid w:val="00E3133C"/>
    <w:rsid w:val="00E31DCF"/>
    <w:rsid w:val="00E32585"/>
    <w:rsid w:val="00E329FD"/>
    <w:rsid w:val="00E32FFC"/>
    <w:rsid w:val="00E3314F"/>
    <w:rsid w:val="00E333D6"/>
    <w:rsid w:val="00E33E84"/>
    <w:rsid w:val="00E34779"/>
    <w:rsid w:val="00E34EBD"/>
    <w:rsid w:val="00E350AD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8E0"/>
    <w:rsid w:val="00E44958"/>
    <w:rsid w:val="00E44A72"/>
    <w:rsid w:val="00E45AC2"/>
    <w:rsid w:val="00E46196"/>
    <w:rsid w:val="00E46DE3"/>
    <w:rsid w:val="00E470CE"/>
    <w:rsid w:val="00E477B2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1FE8"/>
    <w:rsid w:val="00E6231A"/>
    <w:rsid w:val="00E62658"/>
    <w:rsid w:val="00E62A7A"/>
    <w:rsid w:val="00E63180"/>
    <w:rsid w:val="00E638C4"/>
    <w:rsid w:val="00E664E8"/>
    <w:rsid w:val="00E6690E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8CD"/>
    <w:rsid w:val="00E80A18"/>
    <w:rsid w:val="00E80AB2"/>
    <w:rsid w:val="00E80B9C"/>
    <w:rsid w:val="00E80BED"/>
    <w:rsid w:val="00E81EAD"/>
    <w:rsid w:val="00E83956"/>
    <w:rsid w:val="00E84581"/>
    <w:rsid w:val="00E84C42"/>
    <w:rsid w:val="00E85BB7"/>
    <w:rsid w:val="00E86CB3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42D8"/>
    <w:rsid w:val="00EA5D8A"/>
    <w:rsid w:val="00EA6298"/>
    <w:rsid w:val="00EB01A0"/>
    <w:rsid w:val="00EB0319"/>
    <w:rsid w:val="00EB106A"/>
    <w:rsid w:val="00EB17A2"/>
    <w:rsid w:val="00EB1AB0"/>
    <w:rsid w:val="00EB1D48"/>
    <w:rsid w:val="00EB5018"/>
    <w:rsid w:val="00EB5966"/>
    <w:rsid w:val="00EB5DED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0D5"/>
    <w:rsid w:val="00EF228D"/>
    <w:rsid w:val="00EF2A80"/>
    <w:rsid w:val="00EF366F"/>
    <w:rsid w:val="00EF3E64"/>
    <w:rsid w:val="00EF43DD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3666"/>
    <w:rsid w:val="00F058D3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044"/>
    <w:rsid w:val="00F16258"/>
    <w:rsid w:val="00F16B43"/>
    <w:rsid w:val="00F20075"/>
    <w:rsid w:val="00F21287"/>
    <w:rsid w:val="00F2191A"/>
    <w:rsid w:val="00F21959"/>
    <w:rsid w:val="00F21BF0"/>
    <w:rsid w:val="00F22A97"/>
    <w:rsid w:val="00F22F49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57A41"/>
    <w:rsid w:val="00F60071"/>
    <w:rsid w:val="00F60F75"/>
    <w:rsid w:val="00F61987"/>
    <w:rsid w:val="00F64544"/>
    <w:rsid w:val="00F65FAC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54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65F0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0C8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1E1"/>
    <w:rsid w:val="00FD45E3"/>
    <w:rsid w:val="00FD4BB0"/>
    <w:rsid w:val="00FD6A89"/>
    <w:rsid w:val="00FD6AE8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F05CA"/>
    <w:rsid w:val="00FF0DE8"/>
    <w:rsid w:val="00FF1282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4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63AE3D5B0C44A661F759052422B09A2F89C4C71BEED622C77B400D74426EE2AE7FD19C40F946E02685F8E16827371ECEF5fBC8N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05bb7913-6745-425b-9415-f9dbd3e56b95"/>
    <ds:schemaRef ds:uri="http://www.w3.org/XML/1998/namespace"/>
    <ds:schemaRef ds:uri="1e82c985-6cf2-4d43-b8b5-a430af7accc6"/>
    <ds:schemaRef ds:uri="e2080b48-eafa-461e-b501-38555d38caa1"/>
    <ds:schemaRef ds:uri="af44e648-6311-40f1-ad37-1234555fd9ba"/>
    <ds:schemaRef ds:uri="http://schemas.microsoft.com/office/2006/metadata/properties"/>
    <ds:schemaRef ds:uri="5256eb8c-d5dd-498a-ad6f-7fa801666f9a"/>
    <ds:schemaRef ds:uri="http://purl.org/dc/terms/"/>
    <ds:schemaRef ds:uri="a853e5a8-fa1e-4dd3-a1b5-1604bfb35b05"/>
    <ds:schemaRef ds:uri="http://schemas.microsoft.com/office/2006/documentManagement/types"/>
    <ds:schemaRef ds:uri="http://schemas.openxmlformats.org/package/2006/metadata/core-properties"/>
    <ds:schemaRef ds:uri="67a9cb4f-e58d-445a-8e0b-2b8d792f9e38"/>
    <ds:schemaRef ds:uri="081b8c99-5a1b-4ba1-9a3e-0d0cea83319e"/>
    <ds:schemaRef ds:uri="http://purl.org/dc/dcmitype/"/>
    <ds:schemaRef ds:uri="http://schemas.microsoft.com/office/infopath/2007/PartnerControls"/>
    <ds:schemaRef ds:uri="http://purl.org/dc/elements/1.1/"/>
    <ds:schemaRef ds:uri="bc1d99f4-2047-4b43-99f0-e8f2a593a624"/>
  </ds:schemaRefs>
</ds:datastoreItem>
</file>

<file path=customXml/itemProps3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F160FC-2EF7-43C2-B055-7F1E409A1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656</TotalTime>
  <Pages>2</Pages>
  <Words>441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3342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Новожилова Татьяна Николаевна</cp:lastModifiedBy>
  <cp:revision>39</cp:revision>
  <cp:lastPrinted>2024-06-07T12:05:00Z</cp:lastPrinted>
  <dcterms:created xsi:type="dcterms:W3CDTF">2024-02-05T12:51:00Z</dcterms:created>
  <dcterms:modified xsi:type="dcterms:W3CDTF">2024-06-07T13:11:00Z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