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810B9" w:rsidRPr="00D810B9" w:rsidTr="00D810B9">
        <w:tc>
          <w:tcPr>
            <w:tcW w:w="426" w:type="dxa"/>
            <w:vAlign w:val="bottom"/>
            <w:hideMark/>
          </w:tcPr>
          <w:p w:rsidR="00D810B9" w:rsidRPr="00D810B9" w:rsidRDefault="00D810B9" w:rsidP="00D81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810B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810B9" w:rsidRPr="00D810B9" w:rsidRDefault="00D810B9" w:rsidP="00D81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810B9">
              <w:rPr>
                <w:rFonts w:ascii="Times New Roman" w:hAnsi="Times New Roman" w:cs="Times New Roman"/>
                <w:sz w:val="28"/>
                <w:szCs w:val="28"/>
              </w:rPr>
              <w:t>26.03.2019</w:t>
            </w:r>
          </w:p>
        </w:tc>
        <w:tc>
          <w:tcPr>
            <w:tcW w:w="4111" w:type="dxa"/>
            <w:vAlign w:val="bottom"/>
          </w:tcPr>
          <w:p w:rsidR="00D810B9" w:rsidRPr="00D810B9" w:rsidRDefault="00D810B9" w:rsidP="00D81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810B9" w:rsidRPr="00D810B9" w:rsidRDefault="00D810B9" w:rsidP="00D81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810B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810B9" w:rsidRPr="00D810B9" w:rsidRDefault="00D810B9" w:rsidP="00D810B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87</w:t>
            </w:r>
            <w:bookmarkStart w:id="0" w:name="_GoBack"/>
            <w:bookmarkEnd w:id="0"/>
          </w:p>
        </w:tc>
      </w:tr>
    </w:tbl>
    <w:p w:rsidR="00C63862" w:rsidRPr="00C63862" w:rsidRDefault="00C63862" w:rsidP="00CC2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3862" w:rsidRPr="00C63862" w:rsidRDefault="00C63862" w:rsidP="00CC2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2023" w:rsidRPr="00C63862" w:rsidRDefault="00122023" w:rsidP="00CC21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6386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Об обращении Государственного Совета </w:t>
      </w:r>
    </w:p>
    <w:p w:rsidR="00122023" w:rsidRPr="00C63862" w:rsidRDefault="00122023" w:rsidP="00CC21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6386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Республики Татарстан к Председателю </w:t>
      </w:r>
    </w:p>
    <w:p w:rsidR="00122023" w:rsidRPr="00C63862" w:rsidRDefault="00122023" w:rsidP="00CC21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6386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Правительства Российской Федерации </w:t>
      </w:r>
    </w:p>
    <w:p w:rsidR="00122023" w:rsidRPr="00C63862" w:rsidRDefault="00122023" w:rsidP="00CC21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6386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Д.А. Медведеву по вопросу необходимости </w:t>
      </w:r>
    </w:p>
    <w:p w:rsidR="00122023" w:rsidRPr="00C63862" w:rsidRDefault="00122023" w:rsidP="00CC21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6386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разработки государственной программы </w:t>
      </w:r>
    </w:p>
    <w:p w:rsidR="00122023" w:rsidRPr="00C63862" w:rsidRDefault="00122023" w:rsidP="00CC21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6386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Российской Федерации по предотвращению </w:t>
      </w:r>
    </w:p>
    <w:p w:rsidR="00122023" w:rsidRPr="00C63862" w:rsidRDefault="00122023" w:rsidP="00CC21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6386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чрезвычайных ситуаций в растениеводстве </w:t>
      </w:r>
    </w:p>
    <w:p w:rsidR="00122023" w:rsidRPr="00C63862" w:rsidRDefault="00122023" w:rsidP="00CC21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6386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части ликвидации очагов произрастания </w:t>
      </w:r>
    </w:p>
    <w:p w:rsidR="00122023" w:rsidRPr="00C63862" w:rsidRDefault="00122023" w:rsidP="00CC21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6386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борщевика Сосновского на территории </w:t>
      </w:r>
    </w:p>
    <w:p w:rsidR="00122023" w:rsidRPr="00C63862" w:rsidRDefault="00122023" w:rsidP="00CC21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6386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Российской Федерации</w:t>
      </w:r>
    </w:p>
    <w:p w:rsidR="009527FA" w:rsidRPr="00C63862" w:rsidRDefault="009527FA" w:rsidP="00CC21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7FA" w:rsidRPr="00C63862" w:rsidRDefault="009527FA" w:rsidP="00CC21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7FA" w:rsidRPr="00C63862" w:rsidRDefault="009527FA" w:rsidP="00C63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86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9527FA" w:rsidRPr="00C63862" w:rsidRDefault="009527FA" w:rsidP="00C63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7FA" w:rsidRPr="00C63862" w:rsidRDefault="009527FA" w:rsidP="00C63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63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63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527FA" w:rsidRPr="00C63862" w:rsidRDefault="009527FA" w:rsidP="00C63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2023" w:rsidRPr="00C63862" w:rsidRDefault="009527FA" w:rsidP="00C63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63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Поддержать </w:t>
      </w:r>
      <w:r w:rsidRPr="00C63862">
        <w:rPr>
          <w:rFonts w:ascii="Times New Roman" w:hAnsi="Times New Roman" w:cs="Times New Roman"/>
          <w:bCs/>
          <w:sz w:val="28"/>
          <w:szCs w:val="28"/>
        </w:rPr>
        <w:t xml:space="preserve">обращение </w:t>
      </w:r>
      <w:r w:rsidR="00122023" w:rsidRPr="00C6386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Государственного Совета Республики Тата</w:t>
      </w:r>
      <w:r w:rsidR="00122023" w:rsidRPr="00C6386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</w:t>
      </w:r>
      <w:r w:rsidR="00122023" w:rsidRPr="00C6386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стан к Председателю Правительства Российской Федерации Д.А. Медведеву </w:t>
      </w:r>
      <w:proofErr w:type="gramStart"/>
      <w:r w:rsidR="00122023" w:rsidRPr="00C6386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 вопросу необходимости разработки государственной программы Росси</w:t>
      </w:r>
      <w:r w:rsidR="00122023" w:rsidRPr="00C6386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й</w:t>
      </w:r>
      <w:r w:rsidR="00122023" w:rsidRPr="00C6386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ской Федерации по предотвращению чрезвычайных ситуаций в растениево</w:t>
      </w:r>
      <w:r w:rsidR="00122023" w:rsidRPr="00C6386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</w:t>
      </w:r>
      <w:r w:rsidR="00122023" w:rsidRPr="00C6386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стве в части ликвидации очагов произрастания борщевика Сосновского на территории</w:t>
      </w:r>
      <w:proofErr w:type="gramEnd"/>
      <w:r w:rsidR="00122023" w:rsidRPr="00C6386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Российской Федерации. </w:t>
      </w:r>
    </w:p>
    <w:p w:rsidR="009527FA" w:rsidRPr="00C63862" w:rsidRDefault="009527FA" w:rsidP="00C6386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="00122023" w:rsidRPr="00C6386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Государственный Совет Ре</w:t>
      </w:r>
      <w:r w:rsidR="00122023" w:rsidRPr="00C6386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</w:t>
      </w:r>
      <w:r w:rsidR="00122023" w:rsidRPr="00C6386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публики Татарстан.</w:t>
      </w:r>
    </w:p>
    <w:p w:rsidR="009527FA" w:rsidRPr="00C63862" w:rsidRDefault="009527FA" w:rsidP="00C63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862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9527FA" w:rsidRDefault="009527FA" w:rsidP="00C638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3862" w:rsidRDefault="00C63862" w:rsidP="00C638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3862" w:rsidRPr="00C63862" w:rsidRDefault="00C63862" w:rsidP="00C638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7FA" w:rsidRPr="00C63862" w:rsidRDefault="009527FA" w:rsidP="00C6386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38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C63862" w:rsidRDefault="009527FA" w:rsidP="00C638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C638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638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638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638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8C25E9" w:rsidRPr="00C63862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Константинов</w:t>
      </w:r>
    </w:p>
    <w:sectPr w:rsidR="001851A9" w:rsidRPr="00C63862" w:rsidSect="00C63862">
      <w:pgSz w:w="11906" w:h="16838"/>
      <w:pgMar w:top="4820" w:right="85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7FA"/>
    <w:rsid w:val="00122023"/>
    <w:rsid w:val="00246E0E"/>
    <w:rsid w:val="0025040D"/>
    <w:rsid w:val="004715D4"/>
    <w:rsid w:val="00531683"/>
    <w:rsid w:val="00643243"/>
    <w:rsid w:val="006873A7"/>
    <w:rsid w:val="008C25E9"/>
    <w:rsid w:val="008C635C"/>
    <w:rsid w:val="008E202D"/>
    <w:rsid w:val="009527FA"/>
    <w:rsid w:val="00B53F60"/>
    <w:rsid w:val="00B87190"/>
    <w:rsid w:val="00BB0509"/>
    <w:rsid w:val="00C63862"/>
    <w:rsid w:val="00CC2172"/>
    <w:rsid w:val="00D8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8</cp:revision>
  <cp:lastPrinted>2019-03-05T10:15:00Z</cp:lastPrinted>
  <dcterms:created xsi:type="dcterms:W3CDTF">2017-03-10T08:21:00Z</dcterms:created>
  <dcterms:modified xsi:type="dcterms:W3CDTF">2019-03-28T08:21:00Z</dcterms:modified>
</cp:coreProperties>
</file>