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021A64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</w:r>
      <w:r w:rsidR="00021A64">
        <w:rPr>
          <w:szCs w:val="28"/>
        </w:rPr>
        <w:t>«</w:t>
      </w:r>
      <w:r w:rsidR="00021A64" w:rsidRPr="00021A64">
        <w:rPr>
          <w:szCs w:val="28"/>
        </w:rPr>
        <w:t>О внесении изменений в отдельные законодательные акты</w:t>
      </w:r>
      <w:r w:rsidR="00021A64">
        <w:rPr>
          <w:szCs w:val="28"/>
        </w:rPr>
        <w:t xml:space="preserve"> </w:t>
      </w:r>
      <w:r w:rsidR="00021A64" w:rsidRPr="00021A64">
        <w:rPr>
          <w:szCs w:val="28"/>
        </w:rPr>
        <w:t>Ярославской области о налогах и признании утратившим силу Закона Ярославской области «Об установлении ставок налога на игорный бизнес на территории Ярославской области»</w:t>
      </w:r>
      <w:r w:rsidRPr="0034639C">
        <w:rPr>
          <w:szCs w:val="28"/>
        </w:rPr>
        <w:t>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A1EEC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6C5F37" w:rsidRPr="00631F91" w:rsidRDefault="006C5F37" w:rsidP="006C5F3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6C5F37" w:rsidRDefault="006C5F37" w:rsidP="006C5F37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7155" w:rsidRPr="000617D7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BC" w:rsidRDefault="00717FBC">
      <w:r>
        <w:separator/>
      </w:r>
    </w:p>
  </w:endnote>
  <w:endnote w:type="continuationSeparator" w:id="0">
    <w:p w:rsidR="00717FBC" w:rsidRDefault="0071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BC" w:rsidRDefault="00717FBC">
      <w:r>
        <w:separator/>
      </w:r>
    </w:p>
  </w:footnote>
  <w:footnote w:type="continuationSeparator" w:id="0">
    <w:p w:rsidR="00717FBC" w:rsidRDefault="00717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DD5"/>
    <w:rsid w:val="00014F79"/>
    <w:rsid w:val="00020697"/>
    <w:rsid w:val="00021A64"/>
    <w:rsid w:val="0002750A"/>
    <w:rsid w:val="00033AF8"/>
    <w:rsid w:val="0005079F"/>
    <w:rsid w:val="00051078"/>
    <w:rsid w:val="00057B1B"/>
    <w:rsid w:val="000617D7"/>
    <w:rsid w:val="000663B2"/>
    <w:rsid w:val="00072360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662E"/>
    <w:rsid w:val="00247871"/>
    <w:rsid w:val="00247B75"/>
    <w:rsid w:val="0025394A"/>
    <w:rsid w:val="00267EF0"/>
    <w:rsid w:val="0028500D"/>
    <w:rsid w:val="00294E51"/>
    <w:rsid w:val="0029507F"/>
    <w:rsid w:val="00297EE9"/>
    <w:rsid w:val="002D1128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22F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17995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24FB1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5F37"/>
    <w:rsid w:val="006E2583"/>
    <w:rsid w:val="00717FBC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77EF9"/>
    <w:rsid w:val="009949AE"/>
    <w:rsid w:val="009B469B"/>
    <w:rsid w:val="009B7F41"/>
    <w:rsid w:val="009C0A33"/>
    <w:rsid w:val="009C6C65"/>
    <w:rsid w:val="009D004C"/>
    <w:rsid w:val="009E32FA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5F23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08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10C9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D7A07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1EEC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98A2-C1CD-4E8B-AA8F-220F4789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2025-11-18T07:03:00Z</cp:lastPrinted>
  <dcterms:created xsi:type="dcterms:W3CDTF">2025-11-19T07:27:00Z</dcterms:created>
  <dcterms:modified xsi:type="dcterms:W3CDTF">2025-11-19T07:27:00Z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