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56AF1" w:rsidTr="00256AF1">
        <w:tc>
          <w:tcPr>
            <w:tcW w:w="426" w:type="dxa"/>
            <w:vAlign w:val="bottom"/>
            <w:hideMark/>
          </w:tcPr>
          <w:p w:rsidR="00256AF1" w:rsidRDefault="00256AF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6AF1" w:rsidRDefault="00256AF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256AF1" w:rsidRDefault="00256AF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56AF1" w:rsidRDefault="00256AF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6AF1" w:rsidRDefault="00256AF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24</w:t>
            </w:r>
            <w:bookmarkStart w:id="0" w:name="_GoBack"/>
            <w:bookmarkEnd w:id="0"/>
          </w:p>
        </w:tc>
      </w:tr>
    </w:tbl>
    <w:p w:rsidR="00B47ECC" w:rsidRPr="00B47ECC" w:rsidRDefault="00B47ECC" w:rsidP="00B47E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ECC" w:rsidRPr="00B47ECC" w:rsidRDefault="00B47ECC" w:rsidP="00B47E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B47ECC" w:rsidRDefault="000E4617" w:rsidP="00B47EC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7ECC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proofErr w:type="gramStart"/>
      <w:r w:rsidRPr="00B47ECC">
        <w:rPr>
          <w:rFonts w:ascii="Times New Roman" w:hAnsi="Times New Roman" w:cs="Times New Roman"/>
          <w:bCs/>
          <w:sz w:val="28"/>
          <w:szCs w:val="28"/>
        </w:rPr>
        <w:t>отчете</w:t>
      </w:r>
      <w:proofErr w:type="gramEnd"/>
      <w:r w:rsidRPr="00B47ECC">
        <w:rPr>
          <w:rFonts w:ascii="Times New Roman" w:hAnsi="Times New Roman" w:cs="Times New Roman"/>
          <w:bCs/>
          <w:sz w:val="28"/>
          <w:szCs w:val="28"/>
        </w:rPr>
        <w:t xml:space="preserve"> о работе комитета Ярославской </w:t>
      </w:r>
    </w:p>
    <w:p w:rsidR="000E4617" w:rsidRPr="00B47ECC" w:rsidRDefault="000E4617" w:rsidP="00B47EC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7ECC">
        <w:rPr>
          <w:rFonts w:ascii="Times New Roman" w:hAnsi="Times New Roman" w:cs="Times New Roman"/>
          <w:bCs/>
          <w:sz w:val="28"/>
          <w:szCs w:val="28"/>
        </w:rPr>
        <w:t xml:space="preserve">областной Думы по экономической политике, </w:t>
      </w:r>
    </w:p>
    <w:p w:rsidR="000E4617" w:rsidRPr="00B47ECC" w:rsidRDefault="000E4617" w:rsidP="00B47EC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7ECC">
        <w:rPr>
          <w:rFonts w:ascii="Times New Roman" w:hAnsi="Times New Roman" w:cs="Times New Roman"/>
          <w:bCs/>
          <w:sz w:val="28"/>
          <w:szCs w:val="28"/>
        </w:rPr>
        <w:t xml:space="preserve">инвестициям, промышленности и </w:t>
      </w:r>
    </w:p>
    <w:p w:rsidR="000E4617" w:rsidRPr="00B47ECC" w:rsidRDefault="000E4617" w:rsidP="00B47EC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7ECC">
        <w:rPr>
          <w:rFonts w:ascii="Times New Roman" w:hAnsi="Times New Roman" w:cs="Times New Roman"/>
          <w:bCs/>
          <w:sz w:val="28"/>
          <w:szCs w:val="28"/>
        </w:rPr>
        <w:t xml:space="preserve">предпринимательству за прошедший период </w:t>
      </w:r>
    </w:p>
    <w:p w:rsidR="000E4617" w:rsidRPr="00B47ECC" w:rsidRDefault="000E4617" w:rsidP="00B47E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CC">
        <w:rPr>
          <w:rFonts w:ascii="Times New Roman" w:hAnsi="Times New Roman" w:cs="Times New Roman"/>
          <w:bCs/>
          <w:sz w:val="28"/>
          <w:szCs w:val="28"/>
        </w:rPr>
        <w:t>(</w:t>
      </w:r>
      <w:r w:rsidR="00101396" w:rsidRPr="00B47ECC">
        <w:rPr>
          <w:rFonts w:ascii="Times New Roman" w:hAnsi="Times New Roman" w:cs="Times New Roman"/>
          <w:bCs/>
          <w:sz w:val="28"/>
          <w:szCs w:val="28"/>
        </w:rPr>
        <w:t>октябрь 202</w:t>
      </w:r>
      <w:r w:rsidR="007C63E3" w:rsidRPr="00B47ECC">
        <w:rPr>
          <w:rFonts w:ascii="Times New Roman" w:hAnsi="Times New Roman" w:cs="Times New Roman"/>
          <w:bCs/>
          <w:sz w:val="28"/>
          <w:szCs w:val="28"/>
        </w:rPr>
        <w:t>1</w:t>
      </w:r>
      <w:r w:rsidR="00101396" w:rsidRPr="00B47ECC">
        <w:rPr>
          <w:rFonts w:ascii="Times New Roman" w:hAnsi="Times New Roman" w:cs="Times New Roman"/>
          <w:bCs/>
          <w:sz w:val="28"/>
          <w:szCs w:val="28"/>
        </w:rPr>
        <w:t xml:space="preserve"> года – сентябрь 202</w:t>
      </w:r>
      <w:r w:rsidR="007C63E3" w:rsidRPr="00B47ECC">
        <w:rPr>
          <w:rFonts w:ascii="Times New Roman" w:hAnsi="Times New Roman" w:cs="Times New Roman"/>
          <w:bCs/>
          <w:sz w:val="28"/>
          <w:szCs w:val="28"/>
        </w:rPr>
        <w:t>2</w:t>
      </w:r>
      <w:r w:rsidR="00101396" w:rsidRPr="00B47ECC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B47ECC">
        <w:rPr>
          <w:rFonts w:ascii="Times New Roman" w:hAnsi="Times New Roman" w:cs="Times New Roman"/>
          <w:bCs/>
          <w:sz w:val="28"/>
          <w:szCs w:val="28"/>
        </w:rPr>
        <w:t>)</w:t>
      </w:r>
    </w:p>
    <w:p w:rsidR="000E4617" w:rsidRPr="00B47ECC" w:rsidRDefault="000E4617" w:rsidP="00B47E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B47ECC" w:rsidRDefault="000E4617" w:rsidP="00B47E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B47ECC" w:rsidRDefault="000E4617" w:rsidP="00B47E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C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E4617" w:rsidRPr="00B47ECC" w:rsidRDefault="000E4617" w:rsidP="00B47E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B47ECC" w:rsidRDefault="000E4617" w:rsidP="00B47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47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47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E4617" w:rsidRPr="00B47ECC" w:rsidRDefault="000E4617" w:rsidP="00B47EC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4617" w:rsidRPr="00B47ECC" w:rsidRDefault="00395AB1" w:rsidP="00B47E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47ECC">
        <w:rPr>
          <w:rFonts w:ascii="Times New Roman" w:hAnsi="Times New Roman" w:cs="Times New Roman"/>
          <w:sz w:val="28"/>
          <w:szCs w:val="28"/>
        </w:rPr>
        <w:t xml:space="preserve">1. </w:t>
      </w:r>
      <w:r w:rsidR="000E4617" w:rsidRPr="00B47ECC">
        <w:rPr>
          <w:rFonts w:ascii="Times New Roman" w:hAnsi="Times New Roman" w:cs="Times New Roman"/>
          <w:sz w:val="28"/>
          <w:szCs w:val="28"/>
        </w:rPr>
        <w:t>Утвердить прилагаемый отчет о работе комитета Ярославской о</w:t>
      </w:r>
      <w:r w:rsidR="000E4617" w:rsidRPr="00B47ECC">
        <w:rPr>
          <w:rFonts w:ascii="Times New Roman" w:hAnsi="Times New Roman" w:cs="Times New Roman"/>
          <w:sz w:val="28"/>
          <w:szCs w:val="28"/>
        </w:rPr>
        <w:t>б</w:t>
      </w:r>
      <w:r w:rsidR="000E4617" w:rsidRPr="00B47ECC">
        <w:rPr>
          <w:rFonts w:ascii="Times New Roman" w:hAnsi="Times New Roman" w:cs="Times New Roman"/>
          <w:sz w:val="28"/>
          <w:szCs w:val="28"/>
        </w:rPr>
        <w:t xml:space="preserve">ластной Думы по экономической политике, </w:t>
      </w:r>
      <w:r w:rsidR="000E4617" w:rsidRPr="00B47ECC">
        <w:rPr>
          <w:rFonts w:ascii="Times New Roman" w:hAnsi="Times New Roman" w:cs="Times New Roman"/>
          <w:bCs/>
          <w:sz w:val="28"/>
          <w:szCs w:val="28"/>
        </w:rPr>
        <w:t>инвестициям, промышленности и предпринимательству за прошедший период (</w:t>
      </w:r>
      <w:r w:rsidR="00101396" w:rsidRPr="00B47ECC">
        <w:rPr>
          <w:rFonts w:ascii="Times New Roman" w:hAnsi="Times New Roman" w:cs="Times New Roman"/>
          <w:bCs/>
          <w:sz w:val="28"/>
          <w:szCs w:val="28"/>
        </w:rPr>
        <w:t>октябрь 202</w:t>
      </w:r>
      <w:r w:rsidR="007C63E3" w:rsidRPr="00B47ECC">
        <w:rPr>
          <w:rFonts w:ascii="Times New Roman" w:hAnsi="Times New Roman" w:cs="Times New Roman"/>
          <w:bCs/>
          <w:sz w:val="28"/>
          <w:szCs w:val="28"/>
        </w:rPr>
        <w:t>1</w:t>
      </w:r>
      <w:r w:rsidR="00101396" w:rsidRPr="00B47ECC">
        <w:rPr>
          <w:rFonts w:ascii="Times New Roman" w:hAnsi="Times New Roman" w:cs="Times New Roman"/>
          <w:bCs/>
          <w:sz w:val="28"/>
          <w:szCs w:val="28"/>
        </w:rPr>
        <w:t xml:space="preserve"> года – сентябрь 202</w:t>
      </w:r>
      <w:r w:rsidR="007C63E3" w:rsidRPr="00B47ECC">
        <w:rPr>
          <w:rFonts w:ascii="Times New Roman" w:hAnsi="Times New Roman" w:cs="Times New Roman"/>
          <w:bCs/>
          <w:sz w:val="28"/>
          <w:szCs w:val="28"/>
        </w:rPr>
        <w:t>2</w:t>
      </w:r>
      <w:r w:rsidR="00101396" w:rsidRPr="00B47ECC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0E4617" w:rsidRPr="00B47ECC">
        <w:rPr>
          <w:rFonts w:ascii="Times New Roman" w:hAnsi="Times New Roman" w:cs="Times New Roman"/>
          <w:bCs/>
          <w:sz w:val="28"/>
          <w:szCs w:val="28"/>
        </w:rPr>
        <w:t>)</w:t>
      </w:r>
      <w:r w:rsidR="00B47ECC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95AB1" w:rsidRPr="00B47ECC" w:rsidRDefault="00395AB1" w:rsidP="00B47EC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CC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</w:t>
      </w:r>
      <w:r w:rsidR="00B47ECC">
        <w:rPr>
          <w:rFonts w:ascii="Times New Roman" w:eastAsia="Times New Roman" w:hAnsi="Times New Roman" w:cs="Times New Roman"/>
          <w:sz w:val="28"/>
          <w:szCs w:val="28"/>
          <w:lang w:eastAsia="ru-RU"/>
        </w:rPr>
        <w:t>ю в газете «Документ – Регион».</w:t>
      </w:r>
    </w:p>
    <w:p w:rsidR="000E4617" w:rsidRPr="00B47ECC" w:rsidRDefault="000E4617" w:rsidP="00B47EC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B47ECC" w:rsidRDefault="000E4617" w:rsidP="00B47EC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B47ECC" w:rsidRDefault="000E4617" w:rsidP="00B47EC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B47ECC" w:rsidRDefault="000E4617" w:rsidP="00B47EC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B47ECC" w:rsidRDefault="000E4617" w:rsidP="00B47EC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47EC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B47E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47E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47E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47E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47E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101396" w:rsidRPr="00B47ECC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</w:t>
      </w:r>
      <w:r w:rsidR="00124B61" w:rsidRPr="00B47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Боровицкий</w:t>
      </w:r>
    </w:p>
    <w:sectPr w:rsidR="002538AE" w:rsidRPr="00B47ECC" w:rsidSect="00B47EC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D28"/>
    <w:rsid w:val="000E4617"/>
    <w:rsid w:val="00101396"/>
    <w:rsid w:val="00124B61"/>
    <w:rsid w:val="002538AE"/>
    <w:rsid w:val="00256AF1"/>
    <w:rsid w:val="00395AB1"/>
    <w:rsid w:val="0073643D"/>
    <w:rsid w:val="00767D28"/>
    <w:rsid w:val="007C63E3"/>
    <w:rsid w:val="007D5FDD"/>
    <w:rsid w:val="00B47ECC"/>
    <w:rsid w:val="00BF4AEB"/>
    <w:rsid w:val="00E4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A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5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11</cp:revision>
  <cp:lastPrinted>2020-10-15T07:19:00Z</cp:lastPrinted>
  <dcterms:created xsi:type="dcterms:W3CDTF">2019-08-30T11:53:00Z</dcterms:created>
  <dcterms:modified xsi:type="dcterms:W3CDTF">2022-10-25T13:38:00Z</dcterms:modified>
</cp:coreProperties>
</file>