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17B7F" w:rsidRPr="00317B7F" w:rsidTr="00317B7F">
        <w:tc>
          <w:tcPr>
            <w:tcW w:w="426" w:type="dxa"/>
            <w:hideMark/>
          </w:tcPr>
          <w:p w:rsidR="00317B7F" w:rsidRPr="00317B7F" w:rsidRDefault="00317B7F" w:rsidP="00317B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317B7F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17B7F" w:rsidRPr="00317B7F" w:rsidRDefault="00317B7F" w:rsidP="00317B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17B7F">
              <w:rPr>
                <w:rFonts w:ascii="Times New Roman" w:hAnsi="Times New Roman" w:cs="Times New Roman"/>
                <w:sz w:val="28"/>
              </w:rPr>
              <w:t xml:space="preserve">  29.04.2014</w:t>
            </w:r>
          </w:p>
        </w:tc>
        <w:tc>
          <w:tcPr>
            <w:tcW w:w="4111" w:type="dxa"/>
          </w:tcPr>
          <w:p w:rsidR="00317B7F" w:rsidRPr="00317B7F" w:rsidRDefault="00317B7F" w:rsidP="00317B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317B7F" w:rsidRPr="00317B7F" w:rsidRDefault="00317B7F" w:rsidP="00317B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17B7F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17B7F" w:rsidRPr="00317B7F" w:rsidRDefault="00317B7F" w:rsidP="00317B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</w:rPr>
            </w:pPr>
            <w:r w:rsidRPr="00317B7F">
              <w:rPr>
                <w:rFonts w:ascii="Times New Roman" w:hAnsi="Times New Roman" w:cs="Times New Roman"/>
                <w:sz w:val="28"/>
              </w:rPr>
              <w:t>9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1655EE" w:rsidRDefault="001655EE" w:rsidP="0016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5EE" w:rsidRDefault="001655EE" w:rsidP="0016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4C4" w:rsidRPr="001655EE" w:rsidRDefault="005364E7" w:rsidP="0016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174C4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4C4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</w:t>
      </w:r>
      <w:r w:rsid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174C4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3E2A6E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мониторинга </w:t>
      </w:r>
      <w:proofErr w:type="spellStart"/>
      <w:r w:rsidR="003E2A6E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="0064568D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3557B" w:rsidRPr="001655EE" w:rsidRDefault="0053557B" w:rsidP="00165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5EE">
        <w:rPr>
          <w:rFonts w:ascii="Times New Roman" w:hAnsi="Times New Roman" w:cs="Times New Roman"/>
          <w:sz w:val="28"/>
          <w:szCs w:val="28"/>
        </w:rPr>
        <w:t xml:space="preserve">нормативных актов о </w:t>
      </w:r>
      <w:proofErr w:type="gramStart"/>
      <w:r w:rsidRPr="001655EE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 w:rsidRPr="00165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57B" w:rsidRPr="001655EE" w:rsidRDefault="0053557B" w:rsidP="00165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5EE">
        <w:rPr>
          <w:rFonts w:ascii="Times New Roman" w:hAnsi="Times New Roman" w:cs="Times New Roman"/>
          <w:sz w:val="28"/>
          <w:szCs w:val="28"/>
        </w:rPr>
        <w:t xml:space="preserve">жилищном </w:t>
      </w:r>
      <w:proofErr w:type="gramStart"/>
      <w:r w:rsidRPr="001655EE"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 w:rsidRPr="001655EE">
        <w:rPr>
          <w:rFonts w:ascii="Times New Roman" w:hAnsi="Times New Roman" w:cs="Times New Roman"/>
          <w:sz w:val="28"/>
          <w:szCs w:val="28"/>
        </w:rPr>
        <w:t xml:space="preserve"> на территории </w:t>
      </w:r>
    </w:p>
    <w:p w:rsidR="00CC536D" w:rsidRPr="001655EE" w:rsidRDefault="0053557B" w:rsidP="0016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EE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CC536D" w:rsidRPr="001655EE" w:rsidRDefault="00CC536D" w:rsidP="00165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FC3" w:rsidRPr="001655EE" w:rsidRDefault="00E14531" w:rsidP="00165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о</w:t>
      </w:r>
      <w:r w:rsidR="005C4FC3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 о</w:t>
      </w:r>
      <w:r w:rsidR="00805BC3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итогах</w:t>
      </w:r>
      <w:r w:rsidR="005C4FC3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мониторинга </w:t>
      </w:r>
      <w:proofErr w:type="spellStart"/>
      <w:r w:rsidR="005C4FC3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="005C4FC3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557B" w:rsidRPr="001655EE">
        <w:rPr>
          <w:rFonts w:ascii="Times New Roman" w:hAnsi="Times New Roman" w:cs="Times New Roman"/>
          <w:sz w:val="28"/>
          <w:szCs w:val="28"/>
        </w:rPr>
        <w:t>нормати</w:t>
      </w:r>
      <w:r w:rsidR="0053557B" w:rsidRPr="001655EE">
        <w:rPr>
          <w:rFonts w:ascii="Times New Roman" w:hAnsi="Times New Roman" w:cs="Times New Roman"/>
          <w:sz w:val="28"/>
          <w:szCs w:val="28"/>
        </w:rPr>
        <w:t>в</w:t>
      </w:r>
      <w:r w:rsidR="0053557B" w:rsidRPr="001655EE">
        <w:rPr>
          <w:rFonts w:ascii="Times New Roman" w:hAnsi="Times New Roman" w:cs="Times New Roman"/>
          <w:sz w:val="28"/>
          <w:szCs w:val="28"/>
        </w:rPr>
        <w:t>ных актов о муниципальном жилищном контроле на территории Яросла</w:t>
      </w:r>
      <w:r w:rsidR="0053557B" w:rsidRPr="001655EE">
        <w:rPr>
          <w:rFonts w:ascii="Times New Roman" w:hAnsi="Times New Roman" w:cs="Times New Roman"/>
          <w:sz w:val="28"/>
          <w:szCs w:val="28"/>
        </w:rPr>
        <w:t>в</w:t>
      </w:r>
      <w:r w:rsidR="0053557B" w:rsidRPr="001655EE">
        <w:rPr>
          <w:rFonts w:ascii="Times New Roman" w:hAnsi="Times New Roman" w:cs="Times New Roman"/>
          <w:sz w:val="28"/>
          <w:szCs w:val="28"/>
        </w:rPr>
        <w:t>ской области</w:t>
      </w:r>
      <w:r w:rsidR="005C4FC3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пунктом 2.11 </w:t>
      </w:r>
      <w:hyperlink r:id="rId5" w:history="1">
        <w:r w:rsidR="005C4FC3" w:rsidRPr="001655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Положения о правовом монит</w:t>
        </w:r>
        <w:r w:rsidR="005C4FC3" w:rsidRPr="001655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="005C4FC3" w:rsidRPr="001655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ринге в Ярославской областной Думе</w:t>
        </w:r>
      </w:hyperlink>
      <w:r w:rsidR="005C4FC3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</w:t>
      </w:r>
      <w:hyperlink r:id="rId6" w:history="1">
        <w:r w:rsidR="005C4FC3" w:rsidRPr="001655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Яр</w:t>
        </w:r>
        <w:r w:rsidR="005C4FC3" w:rsidRPr="001655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="005C4FC3" w:rsidRPr="001655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славской областной Думы от 14 мая 2013 года</w:t>
        </w:r>
      </w:hyperlink>
      <w:r w:rsidR="005C4FC3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92, Ярославская областная Дума </w:t>
      </w:r>
      <w:r w:rsidR="00A526AE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536D" w:rsidRPr="001655EE" w:rsidRDefault="00CC536D" w:rsidP="001655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CC536D" w:rsidRPr="001655EE" w:rsidRDefault="00CC536D" w:rsidP="001655E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6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6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C536D" w:rsidRPr="001655EE" w:rsidRDefault="00CC536D" w:rsidP="001655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68D" w:rsidRPr="001655EE" w:rsidRDefault="0064568D" w:rsidP="00165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к сведению Отчет </w:t>
      </w:r>
      <w:r w:rsidR="00805BC3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</w:t>
      </w:r>
      <w:r w:rsidR="00C00CB1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мониторинга </w:t>
      </w:r>
      <w:proofErr w:type="spellStart"/>
      <w:r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557B" w:rsidRPr="001655EE">
        <w:rPr>
          <w:rFonts w:ascii="Times New Roman" w:hAnsi="Times New Roman" w:cs="Times New Roman"/>
          <w:sz w:val="28"/>
          <w:szCs w:val="28"/>
        </w:rPr>
        <w:t>нормативных актов о муниципальном жилищном контроле на территории Ярославской области</w:t>
      </w:r>
      <w:r w:rsidR="00F12F25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6AE" w:rsidRPr="001655EE" w:rsidRDefault="00A526AE" w:rsidP="0016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Поручить комитету Ярославской областной Думы по </w:t>
      </w:r>
      <w:r w:rsidR="0053557B" w:rsidRPr="001655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жилищно-коммунальному комплексу и энергетике</w:t>
      </w:r>
      <w:r w:rsidRPr="001655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557B" w:rsidRPr="001655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проконтролировать рассмотрение проекта федерального закона</w:t>
      </w:r>
      <w:r w:rsidR="0053557B" w:rsidRPr="001655EE">
        <w:rPr>
          <w:rFonts w:ascii="Times New Roman" w:hAnsi="Times New Roman" w:cs="Times New Roman"/>
          <w:sz w:val="28"/>
          <w:szCs w:val="28"/>
        </w:rPr>
        <w:t xml:space="preserve"> </w:t>
      </w:r>
      <w:r w:rsidR="001655EE">
        <w:rPr>
          <w:rFonts w:ascii="Times New Roman" w:hAnsi="Times New Roman" w:cs="Times New Roman"/>
          <w:sz w:val="28"/>
          <w:szCs w:val="28"/>
        </w:rPr>
        <w:t>№</w:t>
      </w:r>
      <w:r w:rsidR="0053557B" w:rsidRPr="001655EE">
        <w:rPr>
          <w:rFonts w:ascii="Times New Roman" w:hAnsi="Times New Roman" w:cs="Times New Roman"/>
          <w:sz w:val="28"/>
          <w:szCs w:val="28"/>
        </w:rPr>
        <w:t xml:space="preserve"> 346552-6 «О внесении изменений в отдел</w:t>
      </w:r>
      <w:r w:rsidR="0053557B" w:rsidRPr="001655EE">
        <w:rPr>
          <w:rFonts w:ascii="Times New Roman" w:hAnsi="Times New Roman" w:cs="Times New Roman"/>
          <w:sz w:val="28"/>
          <w:szCs w:val="28"/>
        </w:rPr>
        <w:t>ь</w:t>
      </w:r>
      <w:r w:rsidR="0053557B" w:rsidRPr="001655EE">
        <w:rPr>
          <w:rFonts w:ascii="Times New Roman" w:hAnsi="Times New Roman" w:cs="Times New Roman"/>
          <w:sz w:val="28"/>
          <w:szCs w:val="28"/>
        </w:rPr>
        <w:t>ные законодательные акты Российской Ф</w:t>
      </w:r>
      <w:r w:rsidR="0073610C" w:rsidRPr="001655EE">
        <w:rPr>
          <w:rFonts w:ascii="Times New Roman" w:hAnsi="Times New Roman" w:cs="Times New Roman"/>
          <w:sz w:val="28"/>
          <w:szCs w:val="28"/>
        </w:rPr>
        <w:t>едерации» в Государственной Думе</w:t>
      </w:r>
      <w:r w:rsidR="0053557B" w:rsidRPr="001655EE">
        <w:rPr>
          <w:rFonts w:ascii="Times New Roman" w:hAnsi="Times New Roman" w:cs="Times New Roman"/>
          <w:sz w:val="28"/>
          <w:szCs w:val="28"/>
        </w:rPr>
        <w:t xml:space="preserve"> Федерального Собрания Российской Федерации</w:t>
      </w:r>
      <w:r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5FB2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568D" w:rsidRPr="001655EE" w:rsidRDefault="0053557B" w:rsidP="001655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4568D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4568D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64568D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</w:t>
      </w:r>
      <w:r w:rsidR="00A526AE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4568D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на официальном сайте Яро</w:t>
      </w:r>
      <w:r w:rsidR="00A526AE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4568D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областной Думы в информационно - телекоммуникационной сети «Интернет».</w:t>
      </w:r>
    </w:p>
    <w:p w:rsidR="0064568D" w:rsidRPr="001655EE" w:rsidRDefault="0053557B" w:rsidP="00165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568D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4568D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4568D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Председателя Ярославской областной Думы </w:t>
      </w:r>
      <w:r w:rsidR="00A526AE"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Осипова.</w:t>
      </w:r>
    </w:p>
    <w:p w:rsidR="00CC536D" w:rsidRPr="001655EE" w:rsidRDefault="00CC536D" w:rsidP="001655E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6D" w:rsidRPr="001655EE" w:rsidRDefault="00CC536D" w:rsidP="001655E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36D" w:rsidRPr="001655EE" w:rsidRDefault="00CC536D" w:rsidP="001655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CC536D" w:rsidRPr="001655EE" w:rsidRDefault="00CC536D" w:rsidP="001655EE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55E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CC536D" w:rsidRPr="001655EE" w:rsidSect="001655EE">
      <w:pgSz w:w="11906" w:h="16838"/>
      <w:pgMar w:top="4820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9B4"/>
    <w:rsid w:val="00001BE1"/>
    <w:rsid w:val="00004CB7"/>
    <w:rsid w:val="00004DEC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5FB2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39B4"/>
    <w:rsid w:val="001655EE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4C4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17B7F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2A6E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031B"/>
    <w:rsid w:val="005323CA"/>
    <w:rsid w:val="00533E64"/>
    <w:rsid w:val="0053557B"/>
    <w:rsid w:val="005364E7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76A7E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C4FC3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17CF3"/>
    <w:rsid w:val="00623FF2"/>
    <w:rsid w:val="00624B8D"/>
    <w:rsid w:val="006256D3"/>
    <w:rsid w:val="00625A35"/>
    <w:rsid w:val="0063587E"/>
    <w:rsid w:val="00635D94"/>
    <w:rsid w:val="00637C5B"/>
    <w:rsid w:val="00641752"/>
    <w:rsid w:val="0064568D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10C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05BC3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C4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B5E6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26AE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2A17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0CB1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36D"/>
    <w:rsid w:val="00CC579D"/>
    <w:rsid w:val="00CC6357"/>
    <w:rsid w:val="00CC7F2A"/>
    <w:rsid w:val="00CD1A10"/>
    <w:rsid w:val="00CD444E"/>
    <w:rsid w:val="00CD5C1C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4531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2F25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9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2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9524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551377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6143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895217199" TargetMode="External"/><Relationship Id="rId5" Type="http://schemas.openxmlformats.org/officeDocument/2006/relationships/hyperlink" Target="http://docs.cntd.ru/document/8952171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8</cp:revision>
  <dcterms:created xsi:type="dcterms:W3CDTF">2014-04-10T04:33:00Z</dcterms:created>
  <dcterms:modified xsi:type="dcterms:W3CDTF">2014-05-07T05:52:00Z</dcterms:modified>
</cp:coreProperties>
</file>