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5B03EE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 w:rsidR="00880E13" w:rsidRPr="00D307E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  <w:r w:rsidR="00CB03D1" w:rsidRPr="00D307ED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623DD7" w:rsidRPr="00A1101F" w:rsidRDefault="00623DD7" w:rsidP="00623DD7">
      <w:r w:rsidRPr="00A1101F">
        <w:rPr>
          <w:sz w:val="24"/>
        </w:rPr>
        <w:t>«____» _________________20</w:t>
      </w:r>
      <w:r w:rsidRPr="00A1101F">
        <w:t>___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5D71BC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092C19" w:rsidRDefault="00092C19">
      <w:pPr>
        <w:jc w:val="center"/>
        <w:rPr>
          <w:color w:val="000000"/>
          <w:sz w:val="28"/>
        </w:rPr>
      </w:pPr>
    </w:p>
    <w:p w:rsidR="0064352C" w:rsidRDefault="0064352C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</w:p>
    <w:p w:rsidR="00981362" w:rsidRPr="00981362" w:rsidRDefault="00981362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  <w:r w:rsidRPr="00981362">
        <w:rPr>
          <w:rFonts w:eastAsia="Calibri"/>
          <w:b/>
          <w:sz w:val="28"/>
          <w:szCs w:val="28"/>
          <w:lang w:eastAsia="en-US"/>
        </w:rPr>
        <w:t>Ярославская областная Дума</w:t>
      </w:r>
    </w:p>
    <w:p w:rsidR="003900BC" w:rsidRDefault="003900B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34DC0" w:rsidRPr="00634DC0" w:rsidRDefault="00981362" w:rsidP="00634DC0">
      <w:pPr>
        <w:ind w:firstLine="709"/>
        <w:contextualSpacing/>
        <w:jc w:val="both"/>
        <w:rPr>
          <w:sz w:val="28"/>
          <w:szCs w:val="28"/>
        </w:rPr>
      </w:pPr>
      <w:r w:rsidRPr="00981362">
        <w:rPr>
          <w:sz w:val="28"/>
          <w:szCs w:val="28"/>
        </w:rPr>
        <w:t>В соответствии со статьёй 27 Устава Ярославской области вношу пр</w:t>
      </w:r>
      <w:r w:rsidRPr="00981362">
        <w:rPr>
          <w:sz w:val="28"/>
          <w:szCs w:val="28"/>
        </w:rPr>
        <w:t>о</w:t>
      </w:r>
      <w:r w:rsidRPr="00981362">
        <w:rPr>
          <w:sz w:val="28"/>
          <w:szCs w:val="28"/>
        </w:rPr>
        <w:t xml:space="preserve">ект закона Ярославской области </w:t>
      </w:r>
      <w:r w:rsidR="00E8657D">
        <w:rPr>
          <w:sz w:val="28"/>
          <w:szCs w:val="28"/>
        </w:rPr>
        <w:t>«</w:t>
      </w:r>
      <w:r w:rsidR="00634DC0" w:rsidRPr="00634DC0">
        <w:rPr>
          <w:sz w:val="28"/>
          <w:szCs w:val="28"/>
        </w:rPr>
        <w:t>О внесении изменений в статьи 4 и 5 Зак</w:t>
      </w:r>
      <w:r w:rsidR="00634DC0" w:rsidRPr="00634DC0">
        <w:rPr>
          <w:sz w:val="28"/>
          <w:szCs w:val="28"/>
        </w:rPr>
        <w:t>о</w:t>
      </w:r>
      <w:r w:rsidR="00634DC0" w:rsidRPr="00634DC0">
        <w:rPr>
          <w:sz w:val="28"/>
          <w:szCs w:val="28"/>
        </w:rPr>
        <w:t>на Ярославской области «Об Уполномоченном по правам ребенка в Яросла</w:t>
      </w:r>
      <w:r w:rsidR="00634DC0" w:rsidRPr="00634DC0">
        <w:rPr>
          <w:sz w:val="28"/>
          <w:szCs w:val="28"/>
        </w:rPr>
        <w:t>в</w:t>
      </w:r>
      <w:r w:rsidR="00634DC0" w:rsidRPr="00634DC0">
        <w:rPr>
          <w:sz w:val="28"/>
          <w:szCs w:val="28"/>
        </w:rPr>
        <w:t>ской области»</w:t>
      </w:r>
      <w:r w:rsidR="00634DC0">
        <w:rPr>
          <w:sz w:val="28"/>
          <w:szCs w:val="28"/>
        </w:rPr>
        <w:t xml:space="preserve"> </w:t>
      </w:r>
      <w:r w:rsidR="00634DC0" w:rsidRPr="00634DC0">
        <w:rPr>
          <w:sz w:val="28"/>
          <w:szCs w:val="28"/>
        </w:rPr>
        <w:t>и статьи 3 и 4 Закона Ярославской области «Об Уполномоче</w:t>
      </w:r>
      <w:r w:rsidR="00634DC0" w:rsidRPr="00634DC0">
        <w:rPr>
          <w:sz w:val="28"/>
          <w:szCs w:val="28"/>
        </w:rPr>
        <w:t>н</w:t>
      </w:r>
      <w:r w:rsidR="00634DC0" w:rsidRPr="00634DC0">
        <w:rPr>
          <w:sz w:val="28"/>
          <w:szCs w:val="28"/>
        </w:rPr>
        <w:t>ном по защите прав предпринимателей в Ярославской области»</w:t>
      </w:r>
      <w:r w:rsidR="00634DC0">
        <w:rPr>
          <w:sz w:val="28"/>
          <w:szCs w:val="28"/>
        </w:rPr>
        <w:t>.</w:t>
      </w:r>
    </w:p>
    <w:p w:rsidR="00E8657D" w:rsidRPr="00E8657D" w:rsidRDefault="00E8657D" w:rsidP="00E8657D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64352C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64352C" w:rsidRDefault="00634DC0" w:rsidP="0064352C">
      <w:pPr>
        <w:ind w:firstLine="709"/>
        <w:contextualSpacing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В.С.</w:t>
      </w:r>
      <w:r w:rsidR="00D12776" w:rsidRPr="007E36C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Бобков</w:t>
      </w:r>
    </w:p>
    <w:p w:rsidR="007E36C3" w:rsidRDefault="007E36C3" w:rsidP="0064352C">
      <w:pPr>
        <w:ind w:firstLine="709"/>
        <w:contextualSpacing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Н.А. </w:t>
      </w:r>
      <w:proofErr w:type="spellStart"/>
      <w:r>
        <w:rPr>
          <w:rFonts w:eastAsia="Calibri"/>
          <w:sz w:val="28"/>
          <w:szCs w:val="28"/>
        </w:rPr>
        <w:t>Александрычев</w:t>
      </w:r>
      <w:proofErr w:type="spellEnd"/>
    </w:p>
    <w:p w:rsidR="007E36C3" w:rsidRDefault="007E36C3" w:rsidP="0064352C">
      <w:pPr>
        <w:ind w:firstLine="709"/>
        <w:contextualSpacing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И.Р. </w:t>
      </w:r>
      <w:bookmarkStart w:id="0" w:name="_GoBack"/>
      <w:bookmarkEnd w:id="0"/>
      <w:proofErr w:type="spellStart"/>
      <w:r>
        <w:rPr>
          <w:rFonts w:eastAsia="Calibri"/>
          <w:sz w:val="28"/>
          <w:szCs w:val="28"/>
        </w:rPr>
        <w:t>Тедеев</w:t>
      </w:r>
      <w:proofErr w:type="spellEnd"/>
    </w:p>
    <w:p w:rsidR="007E36C3" w:rsidRPr="00C82566" w:rsidRDefault="007E36C3" w:rsidP="0064352C">
      <w:pPr>
        <w:ind w:firstLine="709"/>
        <w:contextualSpacing/>
        <w:jc w:val="right"/>
        <w:rPr>
          <w:sz w:val="28"/>
        </w:rPr>
      </w:pPr>
    </w:p>
    <w:sectPr w:rsidR="007E36C3" w:rsidRPr="00C82566" w:rsidSect="00981362">
      <w:headerReference w:type="default" r:id="rId9"/>
      <w:pgSz w:w="11907" w:h="16840"/>
      <w:pgMar w:top="851" w:right="851" w:bottom="1276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257" w:rsidRDefault="00CA5257" w:rsidP="00981362">
      <w:r>
        <w:separator/>
      </w:r>
    </w:p>
  </w:endnote>
  <w:endnote w:type="continuationSeparator" w:id="0">
    <w:p w:rsidR="00CA5257" w:rsidRDefault="00CA5257" w:rsidP="0098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257" w:rsidRDefault="00CA5257" w:rsidP="00981362">
      <w:r>
        <w:separator/>
      </w:r>
    </w:p>
  </w:footnote>
  <w:footnote w:type="continuationSeparator" w:id="0">
    <w:p w:rsidR="00CA5257" w:rsidRDefault="00CA5257" w:rsidP="00981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096050"/>
      <w:docPartObj>
        <w:docPartGallery w:val="Page Numbers (Top of Page)"/>
        <w:docPartUnique/>
      </w:docPartObj>
    </w:sdtPr>
    <w:sdtEndPr/>
    <w:sdtContent>
      <w:p w:rsidR="00981362" w:rsidRDefault="0098136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F13">
          <w:rPr>
            <w:noProof/>
          </w:rPr>
          <w:t>1</w:t>
        </w:r>
        <w:r>
          <w:fldChar w:fldCharType="end"/>
        </w:r>
      </w:p>
    </w:sdtContent>
  </w:sdt>
  <w:p w:rsidR="00981362" w:rsidRDefault="0098136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93256"/>
    <w:multiLevelType w:val="hybridMultilevel"/>
    <w:tmpl w:val="1B363B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3625E"/>
    <w:rsid w:val="00061D27"/>
    <w:rsid w:val="00063F11"/>
    <w:rsid w:val="00092C19"/>
    <w:rsid w:val="001D0BD3"/>
    <w:rsid w:val="00205568"/>
    <w:rsid w:val="00360848"/>
    <w:rsid w:val="003900BC"/>
    <w:rsid w:val="00413F13"/>
    <w:rsid w:val="004504FE"/>
    <w:rsid w:val="004E093A"/>
    <w:rsid w:val="004F5A57"/>
    <w:rsid w:val="005359B8"/>
    <w:rsid w:val="00565294"/>
    <w:rsid w:val="00575AFA"/>
    <w:rsid w:val="00587929"/>
    <w:rsid w:val="005B03EE"/>
    <w:rsid w:val="005D3D79"/>
    <w:rsid w:val="005D71BC"/>
    <w:rsid w:val="006041AF"/>
    <w:rsid w:val="00623DD7"/>
    <w:rsid w:val="00634DC0"/>
    <w:rsid w:val="0064352C"/>
    <w:rsid w:val="006769A5"/>
    <w:rsid w:val="00691537"/>
    <w:rsid w:val="0071209A"/>
    <w:rsid w:val="00764B62"/>
    <w:rsid w:val="007B2624"/>
    <w:rsid w:val="007E36C3"/>
    <w:rsid w:val="008022F5"/>
    <w:rsid w:val="00867775"/>
    <w:rsid w:val="00880E13"/>
    <w:rsid w:val="008911CB"/>
    <w:rsid w:val="0091002F"/>
    <w:rsid w:val="00916EEB"/>
    <w:rsid w:val="00981362"/>
    <w:rsid w:val="00A05DCF"/>
    <w:rsid w:val="00A57885"/>
    <w:rsid w:val="00A7399F"/>
    <w:rsid w:val="00AA5C60"/>
    <w:rsid w:val="00B178D2"/>
    <w:rsid w:val="00B524F2"/>
    <w:rsid w:val="00B85592"/>
    <w:rsid w:val="00C35FD2"/>
    <w:rsid w:val="00C8204E"/>
    <w:rsid w:val="00C82566"/>
    <w:rsid w:val="00CA5257"/>
    <w:rsid w:val="00CB03D1"/>
    <w:rsid w:val="00CE79F5"/>
    <w:rsid w:val="00CF1C57"/>
    <w:rsid w:val="00D12776"/>
    <w:rsid w:val="00D307ED"/>
    <w:rsid w:val="00D61553"/>
    <w:rsid w:val="00D726F1"/>
    <w:rsid w:val="00E60F55"/>
    <w:rsid w:val="00E76536"/>
    <w:rsid w:val="00E8657D"/>
    <w:rsid w:val="00F14BA6"/>
    <w:rsid w:val="00F83057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62"/>
  </w:style>
  <w:style w:type="paragraph" w:styleId="a9">
    <w:name w:val="footer"/>
    <w:basedOn w:val="a"/>
    <w:link w:val="aa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362"/>
  </w:style>
  <w:style w:type="paragraph" w:styleId="ab">
    <w:name w:val="List Paragraph"/>
    <w:basedOn w:val="a"/>
    <w:uiPriority w:val="34"/>
    <w:qFormat/>
    <w:rsid w:val="00C35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62"/>
  </w:style>
  <w:style w:type="paragraph" w:styleId="a9">
    <w:name w:val="footer"/>
    <w:basedOn w:val="a"/>
    <w:link w:val="aa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362"/>
  </w:style>
  <w:style w:type="paragraph" w:styleId="ab">
    <w:name w:val="List Paragraph"/>
    <w:basedOn w:val="a"/>
    <w:uiPriority w:val="34"/>
    <w:qFormat/>
    <w:rsid w:val="00C35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0-VARN.DOT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Смирнова О.В.</dc:creator>
  <cp:lastModifiedBy>Молчанова Ольга Петровна</cp:lastModifiedBy>
  <cp:revision>2</cp:revision>
  <cp:lastPrinted>2021-01-26T11:16:00Z</cp:lastPrinted>
  <dcterms:created xsi:type="dcterms:W3CDTF">2021-01-27T06:08:00Z</dcterms:created>
  <dcterms:modified xsi:type="dcterms:W3CDTF">2021-01-27T06:08:00Z</dcterms:modified>
</cp:coreProperties>
</file>