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5C714B" w:rsidRDefault="003D600E" w:rsidP="005C714B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524415" w:rsidRPr="00524415">
        <w:rPr>
          <w:bCs/>
          <w:iCs/>
          <w:sz w:val="28"/>
          <w:szCs w:val="28"/>
        </w:rPr>
        <w:t>«О внесении изменени</w:t>
      </w:r>
      <w:r w:rsidR="00837489">
        <w:rPr>
          <w:bCs/>
          <w:iCs/>
          <w:sz w:val="28"/>
          <w:szCs w:val="28"/>
        </w:rPr>
        <w:t>я</w:t>
      </w:r>
      <w:r w:rsidR="00524415" w:rsidRPr="00524415">
        <w:rPr>
          <w:bCs/>
          <w:iCs/>
          <w:sz w:val="28"/>
          <w:szCs w:val="28"/>
        </w:rPr>
        <w:t xml:space="preserve"> в</w:t>
      </w:r>
      <w:r w:rsidR="00837489">
        <w:rPr>
          <w:bCs/>
          <w:iCs/>
          <w:sz w:val="28"/>
          <w:szCs w:val="28"/>
        </w:rPr>
        <w:t xml:space="preserve"> статью 3</w:t>
      </w:r>
      <w:r w:rsidR="00837489" w:rsidRPr="00837489">
        <w:rPr>
          <w:bCs/>
          <w:iCs/>
          <w:sz w:val="28"/>
          <w:szCs w:val="28"/>
          <w:vertAlign w:val="superscript"/>
        </w:rPr>
        <w:t>17</w:t>
      </w:r>
      <w:r w:rsidR="00524415" w:rsidRPr="00524415">
        <w:rPr>
          <w:bCs/>
          <w:iCs/>
          <w:sz w:val="28"/>
          <w:szCs w:val="28"/>
        </w:rPr>
        <w:t xml:space="preserve"> Закон</w:t>
      </w:r>
      <w:r w:rsidR="00837489">
        <w:rPr>
          <w:bCs/>
          <w:iCs/>
          <w:sz w:val="28"/>
          <w:szCs w:val="28"/>
        </w:rPr>
        <w:t>а</w:t>
      </w:r>
      <w:r w:rsidR="00524415" w:rsidRPr="00524415">
        <w:rPr>
          <w:bCs/>
          <w:iCs/>
          <w:sz w:val="28"/>
          <w:szCs w:val="28"/>
        </w:rPr>
        <w:t xml:space="preserve"> Ярославской области </w:t>
      </w:r>
      <w:r w:rsidR="00837489">
        <w:rPr>
          <w:bCs/>
          <w:iCs/>
          <w:sz w:val="28"/>
          <w:szCs w:val="28"/>
        </w:rPr>
        <w:br/>
      </w:r>
      <w:r w:rsidR="00524415" w:rsidRPr="00524415">
        <w:rPr>
          <w:bCs/>
          <w:iCs/>
          <w:sz w:val="28"/>
          <w:szCs w:val="28"/>
        </w:rPr>
        <w:t>«О временных мерах социальной поддержки граждан, имеющих детей»</w:t>
      </w:r>
      <w:r w:rsidR="00DF10C8" w:rsidRPr="005C714B">
        <w:rPr>
          <w:bCs/>
          <w:iCs/>
          <w:sz w:val="28"/>
          <w:szCs w:val="28"/>
        </w:rPr>
        <w:t>.</w:t>
      </w:r>
    </w:p>
    <w:p w:rsidR="0074127C" w:rsidRDefault="003D600E" w:rsidP="007C2065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5C714B">
        <w:rPr>
          <w:szCs w:val="28"/>
        </w:rPr>
        <w:t>исполняющий обязанности</w:t>
      </w:r>
      <w:r w:rsidR="005C714B" w:rsidRPr="005C714B">
        <w:rPr>
          <w:szCs w:val="28"/>
        </w:rPr>
        <w:t xml:space="preserve"> начальника управления </w:t>
      </w:r>
      <w:r w:rsidR="005C714B">
        <w:rPr>
          <w:szCs w:val="28"/>
        </w:rPr>
        <w:t>записи актов гражданского состояния</w:t>
      </w:r>
      <w:r w:rsidR="005C714B" w:rsidRPr="005C714B">
        <w:rPr>
          <w:szCs w:val="28"/>
        </w:rPr>
        <w:t xml:space="preserve"> Правительства Ярославской области</w:t>
      </w:r>
      <w:r w:rsidR="005C714B">
        <w:rPr>
          <w:szCs w:val="28"/>
        </w:rPr>
        <w:t xml:space="preserve"> Анисимов А.В.</w:t>
      </w:r>
    </w:p>
    <w:p w:rsidR="005C714B" w:rsidRPr="00571136" w:rsidRDefault="005C714B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5C714B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Pr="00AF006E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BAC" w:rsidRDefault="00A21BAC">
      <w:r>
        <w:separator/>
      </w:r>
    </w:p>
  </w:endnote>
  <w:endnote w:type="continuationSeparator" w:id="0">
    <w:p w:rsidR="00A21BAC" w:rsidRDefault="00A2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BAC" w:rsidRDefault="00A21BAC">
      <w:r>
        <w:separator/>
      </w:r>
    </w:p>
  </w:footnote>
  <w:footnote w:type="continuationSeparator" w:id="0">
    <w:p w:rsidR="00A21BAC" w:rsidRDefault="00A21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B0B4E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03127"/>
    <w:rsid w:val="00413EAE"/>
    <w:rsid w:val="004147FC"/>
    <w:rsid w:val="0042379B"/>
    <w:rsid w:val="0042481B"/>
    <w:rsid w:val="0043430D"/>
    <w:rsid w:val="004403E3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24415"/>
    <w:rsid w:val="00543516"/>
    <w:rsid w:val="00544118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C714B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37489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1BAC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06E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5C714B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C714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5C714B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C714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B68E-7EFE-451A-B26A-FC59A677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2025-04-11T05:44:00Z</cp:lastPrinted>
  <dcterms:created xsi:type="dcterms:W3CDTF">2025-09-29T06:13:00Z</dcterms:created>
  <dcterms:modified xsi:type="dcterms:W3CDTF">2025-09-29T06:13:00Z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