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E0" w:rsidRPr="00991D89" w:rsidRDefault="008209E0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1078F" w:rsidTr="00F1078F">
        <w:tc>
          <w:tcPr>
            <w:tcW w:w="426" w:type="dxa"/>
            <w:vAlign w:val="bottom"/>
            <w:hideMark/>
          </w:tcPr>
          <w:p w:rsidR="00F1078F" w:rsidRDefault="00F1078F" w:rsidP="00F1078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078F" w:rsidRDefault="00F1078F" w:rsidP="00F107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26.10.2021</w:t>
            </w:r>
          </w:p>
        </w:tc>
        <w:tc>
          <w:tcPr>
            <w:tcW w:w="4111" w:type="dxa"/>
            <w:vAlign w:val="bottom"/>
          </w:tcPr>
          <w:p w:rsidR="00F1078F" w:rsidRDefault="00F1078F" w:rsidP="00F107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1078F" w:rsidRDefault="00F1078F" w:rsidP="00F107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1078F" w:rsidRDefault="00F1078F" w:rsidP="00F1078F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287</w:t>
            </w:r>
          </w:p>
        </w:tc>
      </w:tr>
    </w:tbl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991D89" w:rsidRPr="00991D89" w:rsidRDefault="00991D89" w:rsidP="00991D89">
      <w:pPr>
        <w:ind w:firstLine="0"/>
        <w:rPr>
          <w:sz w:val="28"/>
          <w:szCs w:val="28"/>
        </w:rPr>
      </w:pPr>
    </w:p>
    <w:p w:rsidR="004D4EA2" w:rsidRPr="00991D89" w:rsidRDefault="004D4EA2" w:rsidP="00991D89">
      <w:pPr>
        <w:ind w:firstLine="0"/>
        <w:rPr>
          <w:sz w:val="28"/>
          <w:szCs w:val="28"/>
        </w:rPr>
      </w:pPr>
      <w:r w:rsidRPr="00991D89">
        <w:rPr>
          <w:sz w:val="28"/>
          <w:szCs w:val="28"/>
        </w:rPr>
        <w:t>О награждении</w:t>
      </w:r>
    </w:p>
    <w:p w:rsidR="004D4EA2" w:rsidRPr="00991D89" w:rsidRDefault="004D4EA2" w:rsidP="00991D89">
      <w:pPr>
        <w:ind w:firstLine="0"/>
        <w:rPr>
          <w:sz w:val="28"/>
          <w:szCs w:val="28"/>
        </w:rPr>
      </w:pPr>
      <w:r w:rsidRPr="00991D89">
        <w:rPr>
          <w:sz w:val="28"/>
          <w:szCs w:val="28"/>
        </w:rPr>
        <w:t>Почетной грамотой</w:t>
      </w:r>
    </w:p>
    <w:p w:rsidR="004D4EA2" w:rsidRPr="00991D89" w:rsidRDefault="004D4EA2" w:rsidP="00991D89">
      <w:pPr>
        <w:ind w:firstLine="0"/>
        <w:rPr>
          <w:sz w:val="28"/>
          <w:szCs w:val="28"/>
        </w:rPr>
      </w:pPr>
      <w:r w:rsidRPr="00991D89">
        <w:rPr>
          <w:sz w:val="28"/>
          <w:szCs w:val="28"/>
        </w:rPr>
        <w:t xml:space="preserve">Ярославской областной Думы </w:t>
      </w:r>
    </w:p>
    <w:p w:rsidR="004D4EA2" w:rsidRPr="00991D89" w:rsidRDefault="004D4EA2" w:rsidP="00991D89">
      <w:pPr>
        <w:ind w:firstLine="0"/>
        <w:rPr>
          <w:sz w:val="28"/>
          <w:szCs w:val="28"/>
        </w:rPr>
      </w:pPr>
    </w:p>
    <w:p w:rsidR="004D4EA2" w:rsidRPr="00991D89" w:rsidRDefault="004D4EA2" w:rsidP="00991D89">
      <w:pPr>
        <w:ind w:firstLine="0"/>
        <w:rPr>
          <w:sz w:val="28"/>
          <w:szCs w:val="28"/>
        </w:rPr>
      </w:pPr>
    </w:p>
    <w:p w:rsidR="004D4EA2" w:rsidRPr="00991D89" w:rsidRDefault="004D4EA2" w:rsidP="00991D89">
      <w:pPr>
        <w:rPr>
          <w:sz w:val="28"/>
          <w:szCs w:val="28"/>
        </w:rPr>
      </w:pPr>
      <w:r w:rsidRPr="00991D89">
        <w:rPr>
          <w:sz w:val="28"/>
          <w:szCs w:val="28"/>
        </w:rPr>
        <w:t>В соответствии с Положением о Почетной грамоте Ярославской о</w:t>
      </w:r>
      <w:r w:rsidRPr="00991D89">
        <w:rPr>
          <w:sz w:val="28"/>
          <w:szCs w:val="28"/>
        </w:rPr>
        <w:t>б</w:t>
      </w:r>
      <w:r w:rsidRPr="00991D89">
        <w:rPr>
          <w:sz w:val="28"/>
          <w:szCs w:val="28"/>
        </w:rPr>
        <w:t>ластной Думы, утвержденным Постановлением Ярославской областной Д</w:t>
      </w:r>
      <w:r w:rsidRPr="00991D89">
        <w:rPr>
          <w:sz w:val="28"/>
          <w:szCs w:val="28"/>
        </w:rPr>
        <w:t>у</w:t>
      </w:r>
      <w:r w:rsidRPr="00991D89">
        <w:rPr>
          <w:sz w:val="28"/>
          <w:szCs w:val="28"/>
        </w:rPr>
        <w:t>мы от 29.06.2010 № 101, Ярославская областная Дума</w:t>
      </w:r>
    </w:p>
    <w:p w:rsidR="004D4EA2" w:rsidRPr="00991D89" w:rsidRDefault="004D4EA2" w:rsidP="00991D89">
      <w:pPr>
        <w:rPr>
          <w:b/>
          <w:sz w:val="28"/>
          <w:szCs w:val="28"/>
        </w:rPr>
      </w:pPr>
    </w:p>
    <w:p w:rsidR="004D4EA2" w:rsidRPr="00991D89" w:rsidRDefault="004D4EA2" w:rsidP="00991D89">
      <w:pPr>
        <w:ind w:firstLine="0"/>
        <w:jc w:val="center"/>
        <w:rPr>
          <w:b/>
          <w:sz w:val="28"/>
          <w:szCs w:val="28"/>
        </w:rPr>
      </w:pPr>
      <w:proofErr w:type="gramStart"/>
      <w:r w:rsidRPr="00991D89">
        <w:rPr>
          <w:b/>
          <w:sz w:val="28"/>
          <w:szCs w:val="28"/>
        </w:rPr>
        <w:t>П</w:t>
      </w:r>
      <w:proofErr w:type="gramEnd"/>
      <w:r w:rsidRPr="00991D89">
        <w:rPr>
          <w:b/>
          <w:sz w:val="28"/>
          <w:szCs w:val="28"/>
        </w:rPr>
        <w:t xml:space="preserve"> О С Т А Н О В И Л А:</w:t>
      </w:r>
    </w:p>
    <w:p w:rsidR="004D4EA2" w:rsidRPr="00991D89" w:rsidRDefault="004D4EA2" w:rsidP="00991D89">
      <w:pPr>
        <w:rPr>
          <w:b/>
          <w:sz w:val="28"/>
          <w:szCs w:val="28"/>
        </w:rPr>
      </w:pPr>
    </w:p>
    <w:p w:rsidR="00534135" w:rsidRPr="00991D89" w:rsidRDefault="003A2DE3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1</w:t>
      </w:r>
      <w:r w:rsidR="00C92E2F" w:rsidRPr="00991D89">
        <w:rPr>
          <w:sz w:val="28"/>
          <w:szCs w:val="28"/>
        </w:rPr>
        <w:t>. Наградить Почетной грамотой Ярославской областной Думы</w:t>
      </w:r>
      <w:r w:rsidR="000A2C39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Абросимову Анну Владим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>ровну – учителя начальных классов муниципального общеобразовательного учреждения средней общеобразовательной школы № 44 городского округа город Рыбинск.</w:t>
      </w:r>
    </w:p>
    <w:p w:rsidR="00583351" w:rsidRPr="00991D89" w:rsidRDefault="00583351" w:rsidP="00991D89">
      <w:pPr>
        <w:rPr>
          <w:sz w:val="28"/>
          <w:szCs w:val="28"/>
        </w:rPr>
      </w:pPr>
      <w:r w:rsidRPr="00991D89">
        <w:rPr>
          <w:sz w:val="28"/>
          <w:szCs w:val="28"/>
        </w:rPr>
        <w:t>2. Наградить Почетной грамотой Ярославской областной Думы</w:t>
      </w:r>
      <w:r w:rsidR="008940AF" w:rsidRPr="00991D89">
        <w:rPr>
          <w:sz w:val="28"/>
          <w:szCs w:val="28"/>
        </w:rPr>
        <w:t xml:space="preserve"> за </w:t>
      </w:r>
      <w:r w:rsidR="00B628F5" w:rsidRPr="00991D89">
        <w:rPr>
          <w:sz w:val="28"/>
          <w:szCs w:val="28"/>
        </w:rPr>
        <w:t>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Бычкову Ирину Юрьевну – уборщика производственных и служебных помещений муниципального о</w:t>
      </w:r>
      <w:r w:rsidR="00B628F5" w:rsidRPr="00991D89">
        <w:rPr>
          <w:sz w:val="28"/>
          <w:szCs w:val="28"/>
        </w:rPr>
        <w:t>б</w:t>
      </w:r>
      <w:r w:rsidR="00B628F5" w:rsidRPr="00991D89">
        <w:rPr>
          <w:sz w:val="28"/>
          <w:szCs w:val="28"/>
        </w:rPr>
        <w:t>щеобразовательного учреждения средней общеобразовательной школы № 44 городского округа город Рыбинск.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3. Наградить Почетной грамотой Ярославской областной Думы</w:t>
      </w:r>
      <w:r w:rsidR="008940AF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Васильеву Светлану Влад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>мировну – учителя русского языка и литературы муниципального общеобр</w:t>
      </w:r>
      <w:r w:rsidR="00B628F5" w:rsidRPr="00991D89">
        <w:rPr>
          <w:sz w:val="28"/>
          <w:szCs w:val="28"/>
        </w:rPr>
        <w:t>а</w:t>
      </w:r>
      <w:r w:rsidR="00B628F5" w:rsidRPr="00991D89">
        <w:rPr>
          <w:sz w:val="28"/>
          <w:szCs w:val="28"/>
        </w:rPr>
        <w:t>зовательного учреждения средней общеобразовательной школы № 44 горо</w:t>
      </w:r>
      <w:r w:rsidR="00B628F5" w:rsidRPr="00991D89">
        <w:rPr>
          <w:sz w:val="28"/>
          <w:szCs w:val="28"/>
        </w:rPr>
        <w:t>д</w:t>
      </w:r>
      <w:r w:rsidR="00B628F5" w:rsidRPr="00991D89">
        <w:rPr>
          <w:sz w:val="28"/>
          <w:szCs w:val="28"/>
        </w:rPr>
        <w:t>ского округа город Рыбинск.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4. Наградить Почетной грамотой Ярославской областной Думы</w:t>
      </w:r>
      <w:r w:rsidR="008940AF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 xml:space="preserve">голетнюю плодотворную работу по обучению и воспитанию подрастающего </w:t>
      </w:r>
      <w:r w:rsidR="00B628F5" w:rsidRPr="00991D89">
        <w:rPr>
          <w:sz w:val="28"/>
          <w:szCs w:val="28"/>
        </w:rPr>
        <w:lastRenderedPageBreak/>
        <w:t>поколения на территории Ярославской области Кузнецову Ольгу Васильевну – учителя русского языка и литературы муниципального общеобразовател</w:t>
      </w:r>
      <w:r w:rsidR="00B628F5" w:rsidRPr="00991D89">
        <w:rPr>
          <w:sz w:val="28"/>
          <w:szCs w:val="28"/>
        </w:rPr>
        <w:t>ь</w:t>
      </w:r>
      <w:r w:rsidR="00B628F5" w:rsidRPr="00991D89">
        <w:rPr>
          <w:sz w:val="28"/>
          <w:szCs w:val="28"/>
        </w:rPr>
        <w:t>ного учреждения средней общеобразовательной школы №</w:t>
      </w:r>
      <w:r w:rsidR="00F90AF8" w:rsidRPr="00991D89">
        <w:rPr>
          <w:sz w:val="28"/>
          <w:szCs w:val="28"/>
        </w:rPr>
        <w:t xml:space="preserve"> </w:t>
      </w:r>
      <w:r w:rsidR="00B628F5" w:rsidRPr="00991D89">
        <w:rPr>
          <w:sz w:val="28"/>
          <w:szCs w:val="28"/>
        </w:rPr>
        <w:t>44 городского округа город Рыбинск.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5. Наградить Почетной грамотой Ярославской областной Думы</w:t>
      </w:r>
      <w:r w:rsidR="008940AF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B628F5" w:rsidRPr="00991D89">
        <w:rPr>
          <w:sz w:val="28"/>
          <w:szCs w:val="28"/>
        </w:rPr>
        <w:t>Торжес</w:t>
      </w:r>
      <w:proofErr w:type="spellEnd"/>
      <w:r w:rsidR="00B628F5" w:rsidRPr="00991D89">
        <w:rPr>
          <w:sz w:val="28"/>
          <w:szCs w:val="28"/>
        </w:rPr>
        <w:t xml:space="preserve"> Елену Сергеевну – учителя начальных классов муниципального общеобразовательного учр</w:t>
      </w:r>
      <w:r w:rsidR="00B628F5" w:rsidRPr="00991D89">
        <w:rPr>
          <w:sz w:val="28"/>
          <w:szCs w:val="28"/>
        </w:rPr>
        <w:t>е</w:t>
      </w:r>
      <w:r w:rsidR="00B628F5" w:rsidRPr="00991D89">
        <w:rPr>
          <w:sz w:val="28"/>
          <w:szCs w:val="28"/>
        </w:rPr>
        <w:t>ждения средней общеобразовательной школы № 44 городского округа город Рыбинск</w:t>
      </w:r>
      <w:r w:rsidR="008940AF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rPr>
          <w:sz w:val="28"/>
          <w:szCs w:val="28"/>
        </w:rPr>
      </w:pPr>
      <w:r w:rsidRPr="00991D89">
        <w:rPr>
          <w:sz w:val="28"/>
          <w:szCs w:val="28"/>
        </w:rPr>
        <w:t>6. Наградить Почетной грамотой Ярославской областной Думы</w:t>
      </w:r>
      <w:r w:rsidR="008940AF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голетний добросовестный труд, особые достижения в обеспечении</w:t>
      </w:r>
      <w:r w:rsidR="00A12206" w:rsidRPr="00991D89">
        <w:rPr>
          <w:sz w:val="28"/>
          <w:szCs w:val="28"/>
        </w:rPr>
        <w:t xml:space="preserve"> </w:t>
      </w:r>
      <w:r w:rsidR="00B628F5" w:rsidRPr="00991D89">
        <w:rPr>
          <w:sz w:val="28"/>
          <w:szCs w:val="28"/>
        </w:rPr>
        <w:t>эконом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>ческого развития Ярославской области Суровцева Михаила Анатольевича – заведующего научно-исследовательской лабораторией № 1 Открытого акц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 xml:space="preserve">онерного общества </w:t>
      </w:r>
      <w:r w:rsidR="00F90AF8" w:rsidRPr="00991D89">
        <w:rPr>
          <w:sz w:val="28"/>
          <w:szCs w:val="28"/>
        </w:rPr>
        <w:t>«</w:t>
      </w:r>
      <w:r w:rsidR="00B628F5" w:rsidRPr="00991D89">
        <w:rPr>
          <w:sz w:val="28"/>
          <w:szCs w:val="28"/>
        </w:rPr>
        <w:t>Научно-исследовательский институт «</w:t>
      </w:r>
      <w:proofErr w:type="spellStart"/>
      <w:r w:rsidR="00B628F5" w:rsidRPr="00991D89">
        <w:rPr>
          <w:sz w:val="28"/>
          <w:szCs w:val="28"/>
        </w:rPr>
        <w:t>Ярсинтез</w:t>
      </w:r>
      <w:proofErr w:type="spellEnd"/>
      <w:r w:rsidR="00B628F5" w:rsidRPr="00991D89">
        <w:rPr>
          <w:sz w:val="28"/>
          <w:szCs w:val="28"/>
        </w:rPr>
        <w:t xml:space="preserve">» города Ярославля. 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7. Наградить Почетной грамотой Ярославской областной Думы</w:t>
      </w:r>
      <w:r w:rsidR="007D1E35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голетний добросовестный труд, особые достижения в обеспечении эконом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>ческого развития Ярославской области Смирнова Владимира Александров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 xml:space="preserve">ча – заведующего научно-исследовательской лабораторией № 21 Открытого акционерного общества </w:t>
      </w:r>
      <w:r w:rsidR="00F90AF8" w:rsidRPr="00991D89">
        <w:rPr>
          <w:sz w:val="28"/>
          <w:szCs w:val="28"/>
        </w:rPr>
        <w:t>«</w:t>
      </w:r>
      <w:r w:rsidR="00B628F5" w:rsidRPr="00991D89">
        <w:rPr>
          <w:sz w:val="28"/>
          <w:szCs w:val="28"/>
        </w:rPr>
        <w:t>Научно-исследовательский институт «</w:t>
      </w:r>
      <w:proofErr w:type="spellStart"/>
      <w:r w:rsidR="00B628F5" w:rsidRPr="00991D89">
        <w:rPr>
          <w:sz w:val="28"/>
          <w:szCs w:val="28"/>
        </w:rPr>
        <w:t>Ярсинтез</w:t>
      </w:r>
      <w:proofErr w:type="spellEnd"/>
      <w:r w:rsidR="00B628F5" w:rsidRPr="00991D89">
        <w:rPr>
          <w:sz w:val="28"/>
          <w:szCs w:val="28"/>
        </w:rPr>
        <w:t>» города Ярославля</w:t>
      </w:r>
      <w:r w:rsidR="00E03CD3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rPr>
          <w:sz w:val="28"/>
          <w:szCs w:val="28"/>
        </w:rPr>
      </w:pPr>
      <w:r w:rsidRPr="00991D89">
        <w:rPr>
          <w:sz w:val="28"/>
          <w:szCs w:val="28"/>
        </w:rPr>
        <w:t>8. Наградить Почетной грамотой Ярославской областной Думы</w:t>
      </w:r>
      <w:r w:rsidR="007D1E35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B628F5" w:rsidRPr="00991D89">
        <w:rPr>
          <w:sz w:val="28"/>
          <w:szCs w:val="28"/>
        </w:rPr>
        <w:t>в</w:t>
      </w:r>
      <w:r w:rsidR="00B628F5" w:rsidRPr="00991D89">
        <w:rPr>
          <w:sz w:val="28"/>
          <w:szCs w:val="28"/>
        </w:rPr>
        <w:t>ской области Смирнову Татьяну Юрьевну – учителя начальных классов м</w:t>
      </w:r>
      <w:r w:rsidR="00B628F5" w:rsidRPr="00991D89">
        <w:rPr>
          <w:sz w:val="28"/>
          <w:szCs w:val="28"/>
        </w:rPr>
        <w:t>у</w:t>
      </w:r>
      <w:r w:rsidR="00B628F5" w:rsidRPr="00991D89">
        <w:rPr>
          <w:sz w:val="28"/>
          <w:szCs w:val="28"/>
        </w:rPr>
        <w:t>ниципального общеобразовательного учреждения «</w:t>
      </w:r>
      <w:proofErr w:type="spellStart"/>
      <w:r w:rsidR="00B628F5" w:rsidRPr="00991D89">
        <w:rPr>
          <w:sz w:val="28"/>
          <w:szCs w:val="28"/>
        </w:rPr>
        <w:t>Ивняковская</w:t>
      </w:r>
      <w:proofErr w:type="spellEnd"/>
      <w:r w:rsidR="00B628F5" w:rsidRPr="00991D89">
        <w:rPr>
          <w:sz w:val="28"/>
          <w:szCs w:val="28"/>
        </w:rPr>
        <w:t xml:space="preserve"> средняя школа» Ярославского муниципального района</w:t>
      </w:r>
      <w:r w:rsidR="007D1E35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9. Наградить Почетной грамотой Ярославской областной Думы</w:t>
      </w:r>
      <w:r w:rsidR="008C5555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голетнюю плодотворную работу по обучению и воспитанию подрастающего поколения, подготовке квалифицированных кадров на территории Яросла</w:t>
      </w:r>
      <w:r w:rsidR="00B628F5" w:rsidRPr="00991D89">
        <w:rPr>
          <w:sz w:val="28"/>
          <w:szCs w:val="28"/>
        </w:rPr>
        <w:t>в</w:t>
      </w:r>
      <w:r w:rsidR="00B628F5" w:rsidRPr="00991D89">
        <w:rPr>
          <w:sz w:val="28"/>
          <w:szCs w:val="28"/>
        </w:rPr>
        <w:t xml:space="preserve">ской области </w:t>
      </w:r>
      <w:proofErr w:type="spellStart"/>
      <w:r w:rsidR="00B628F5" w:rsidRPr="00991D89">
        <w:rPr>
          <w:sz w:val="28"/>
          <w:szCs w:val="28"/>
        </w:rPr>
        <w:t>Вакину</w:t>
      </w:r>
      <w:proofErr w:type="spellEnd"/>
      <w:r w:rsidR="00B628F5" w:rsidRPr="00991D89">
        <w:rPr>
          <w:sz w:val="28"/>
          <w:szCs w:val="28"/>
        </w:rPr>
        <w:t xml:space="preserve"> Татьяну Петровну – учителя начальных классов мун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>ципального общеобразовательного учреждения «</w:t>
      </w:r>
      <w:proofErr w:type="spellStart"/>
      <w:r w:rsidR="00B628F5" w:rsidRPr="00991D89">
        <w:rPr>
          <w:sz w:val="28"/>
          <w:szCs w:val="28"/>
        </w:rPr>
        <w:t>Ивняковская</w:t>
      </w:r>
      <w:proofErr w:type="spellEnd"/>
      <w:r w:rsidR="00B628F5" w:rsidRPr="00991D89">
        <w:rPr>
          <w:sz w:val="28"/>
          <w:szCs w:val="28"/>
        </w:rPr>
        <w:t xml:space="preserve"> средняя шк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ла» Ярославского муниципального района</w:t>
      </w:r>
      <w:r w:rsidR="008C5555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10. Наградить Почетной грамотой Ярославской областной Думы</w:t>
      </w:r>
      <w:r w:rsidR="00926387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многолетний добросовестный труд в органах местного самоуправления м</w:t>
      </w:r>
      <w:r w:rsidR="00B628F5" w:rsidRPr="00991D89">
        <w:rPr>
          <w:sz w:val="28"/>
          <w:szCs w:val="28"/>
        </w:rPr>
        <w:t>у</w:t>
      </w:r>
      <w:r w:rsidR="00B628F5" w:rsidRPr="00991D89">
        <w:rPr>
          <w:sz w:val="28"/>
          <w:szCs w:val="28"/>
        </w:rPr>
        <w:t xml:space="preserve">ниципальных образований Ярославской области </w:t>
      </w:r>
      <w:r w:rsidR="00F90AF8" w:rsidRPr="00991D89">
        <w:rPr>
          <w:sz w:val="28"/>
          <w:szCs w:val="28"/>
        </w:rPr>
        <w:t>Старостину Нину Конста</w:t>
      </w:r>
      <w:r w:rsidR="00F90AF8" w:rsidRPr="00991D89">
        <w:rPr>
          <w:sz w:val="28"/>
          <w:szCs w:val="28"/>
        </w:rPr>
        <w:t>н</w:t>
      </w:r>
      <w:r w:rsidR="00F90AF8" w:rsidRPr="00991D89">
        <w:rPr>
          <w:sz w:val="28"/>
          <w:szCs w:val="28"/>
        </w:rPr>
        <w:t xml:space="preserve">тиновну – </w:t>
      </w:r>
      <w:r w:rsidR="00B628F5" w:rsidRPr="00991D89">
        <w:rPr>
          <w:sz w:val="28"/>
          <w:szCs w:val="28"/>
        </w:rPr>
        <w:t>начальника финансово-экономического отдела – главного бухга</w:t>
      </w:r>
      <w:r w:rsidR="00B628F5" w:rsidRPr="00991D89">
        <w:rPr>
          <w:sz w:val="28"/>
          <w:szCs w:val="28"/>
        </w:rPr>
        <w:t>л</w:t>
      </w:r>
      <w:r w:rsidR="00B628F5" w:rsidRPr="00991D89">
        <w:rPr>
          <w:sz w:val="28"/>
          <w:szCs w:val="28"/>
        </w:rPr>
        <w:t>тера Администрации Курбского сельского поселения Ярославского муниц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>пального района</w:t>
      </w:r>
      <w:r w:rsidR="00926387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rPr>
          <w:sz w:val="28"/>
          <w:szCs w:val="28"/>
        </w:rPr>
      </w:pPr>
      <w:r w:rsidRPr="00991D89">
        <w:rPr>
          <w:sz w:val="28"/>
          <w:szCs w:val="28"/>
        </w:rPr>
        <w:t>11. Наградить Почетной грамотой Ярославской областной Думы</w:t>
      </w:r>
      <w:r w:rsidR="00926387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многолетний добросовестный труд, особые достижения в обеспечении эк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номического развития Ярославской области Виноградову Екатерину Викт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ровну – инспектора отдела кадров Производственного сельскохозяйственн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го кооператива «Искра» Ярославского района</w:t>
      </w:r>
      <w:r w:rsidR="00926387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lastRenderedPageBreak/>
        <w:t>12. Наградить Почетной грамотой Ярославской областной Думы</w:t>
      </w:r>
      <w:r w:rsidR="002A70B1" w:rsidRPr="00991D89">
        <w:rPr>
          <w:sz w:val="28"/>
          <w:szCs w:val="28"/>
        </w:rPr>
        <w:t xml:space="preserve"> </w:t>
      </w:r>
      <w:r w:rsidR="002A70B1" w:rsidRPr="00991D89">
        <w:rPr>
          <w:bCs/>
          <w:sz w:val="28"/>
          <w:szCs w:val="28"/>
        </w:rPr>
        <w:t>за</w:t>
      </w:r>
      <w:r w:rsidR="00B628F5" w:rsidRPr="00991D89">
        <w:rPr>
          <w:sz w:val="28"/>
          <w:szCs w:val="28"/>
        </w:rPr>
        <w:t xml:space="preserve"> многолетний добросовестный труд, особые достижения в обеспечении эк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номического развития Ярославской области Румянцеву Екатерину Олеговну – бригадира тракторной бригады Производственного сельскохозяйственного кооператива «Искра» Ярославского района</w:t>
      </w:r>
      <w:r w:rsidR="002A70B1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13. Наградить Почетной грамотой Ярославской областной Думы</w:t>
      </w:r>
      <w:r w:rsidR="00922D39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многолетний добросовестный труд, особые достижения в обеспечении эк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>номического развития Ярославской области Власова Андрея Ивановича – главного инженера общества с ограниченной ответственностью «</w:t>
      </w:r>
      <w:proofErr w:type="spellStart"/>
      <w:r w:rsidR="00B628F5" w:rsidRPr="00991D89">
        <w:rPr>
          <w:sz w:val="28"/>
          <w:szCs w:val="28"/>
        </w:rPr>
        <w:t>Меленко</w:t>
      </w:r>
      <w:r w:rsidR="00B628F5" w:rsidRPr="00991D89">
        <w:rPr>
          <w:sz w:val="28"/>
          <w:szCs w:val="28"/>
        </w:rPr>
        <w:t>в</w:t>
      </w:r>
      <w:r w:rsidR="00B628F5" w:rsidRPr="00991D89">
        <w:rPr>
          <w:sz w:val="28"/>
          <w:szCs w:val="28"/>
        </w:rPr>
        <w:t>ский</w:t>
      </w:r>
      <w:proofErr w:type="spellEnd"/>
      <w:r w:rsidR="00B628F5" w:rsidRPr="00991D89">
        <w:rPr>
          <w:sz w:val="28"/>
          <w:szCs w:val="28"/>
        </w:rPr>
        <w:t>» Ярославского района</w:t>
      </w:r>
      <w:r w:rsidR="00922D39" w:rsidRPr="00991D89">
        <w:rPr>
          <w:sz w:val="28"/>
          <w:szCs w:val="28"/>
        </w:rPr>
        <w:t>.</w:t>
      </w:r>
    </w:p>
    <w:p w:rsidR="00FF47A5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14. Наградить Почетной грамотой Ярославской областной Думы</w:t>
      </w:r>
      <w:r w:rsidR="00922D39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многолетнюю плодотворную работу по обучению и воспитанию подраста</w:t>
      </w:r>
      <w:r w:rsidR="00B628F5" w:rsidRPr="00991D89">
        <w:rPr>
          <w:sz w:val="28"/>
          <w:szCs w:val="28"/>
        </w:rPr>
        <w:t>ю</w:t>
      </w:r>
      <w:r w:rsidR="00B628F5" w:rsidRPr="00991D89">
        <w:rPr>
          <w:sz w:val="28"/>
          <w:szCs w:val="28"/>
        </w:rPr>
        <w:t>щего поколения, подготовк</w:t>
      </w:r>
      <w:r w:rsidR="009D0408">
        <w:rPr>
          <w:sz w:val="28"/>
          <w:szCs w:val="28"/>
        </w:rPr>
        <w:t>е</w:t>
      </w:r>
      <w:r w:rsidR="00B628F5" w:rsidRPr="00991D89">
        <w:rPr>
          <w:sz w:val="28"/>
          <w:szCs w:val="28"/>
        </w:rPr>
        <w:t xml:space="preserve"> квалифицированных кадров на территории Яр</w:t>
      </w:r>
      <w:r w:rsidR="00B628F5" w:rsidRPr="00991D89">
        <w:rPr>
          <w:sz w:val="28"/>
          <w:szCs w:val="28"/>
        </w:rPr>
        <w:t>о</w:t>
      </w:r>
      <w:r w:rsidR="00B628F5" w:rsidRPr="00991D89">
        <w:rPr>
          <w:sz w:val="28"/>
          <w:szCs w:val="28"/>
        </w:rPr>
        <w:t xml:space="preserve">славской области коллектив </w:t>
      </w:r>
      <w:r w:rsidR="000F6100" w:rsidRPr="00991D89">
        <w:rPr>
          <w:sz w:val="28"/>
          <w:szCs w:val="28"/>
        </w:rPr>
        <w:t>Государственного профессионального образов</w:t>
      </w:r>
      <w:r w:rsidR="000F6100" w:rsidRPr="00991D89">
        <w:rPr>
          <w:sz w:val="28"/>
          <w:szCs w:val="28"/>
        </w:rPr>
        <w:t>а</w:t>
      </w:r>
      <w:r w:rsidR="000F6100" w:rsidRPr="00991D89">
        <w:rPr>
          <w:sz w:val="28"/>
          <w:szCs w:val="28"/>
        </w:rPr>
        <w:t xml:space="preserve">тельного учреждения </w:t>
      </w:r>
      <w:proofErr w:type="spellStart"/>
      <w:r w:rsidR="00FF47A5" w:rsidRPr="00991D89">
        <w:rPr>
          <w:sz w:val="28"/>
          <w:szCs w:val="28"/>
        </w:rPr>
        <w:t>Угличский</w:t>
      </w:r>
      <w:proofErr w:type="spellEnd"/>
      <w:r w:rsidR="00FF47A5" w:rsidRPr="00991D89">
        <w:rPr>
          <w:sz w:val="28"/>
          <w:szCs w:val="28"/>
        </w:rPr>
        <w:t xml:space="preserve"> индустриально-педагогический колледж.</w:t>
      </w:r>
    </w:p>
    <w:p w:rsidR="00583351" w:rsidRPr="00991D89" w:rsidRDefault="00583351" w:rsidP="00991D89">
      <w:pPr>
        <w:tabs>
          <w:tab w:val="left" w:pos="-1418"/>
        </w:tabs>
        <w:rPr>
          <w:spacing w:val="-2"/>
          <w:sz w:val="28"/>
          <w:szCs w:val="28"/>
        </w:rPr>
      </w:pPr>
      <w:r w:rsidRPr="00991D89">
        <w:rPr>
          <w:sz w:val="28"/>
          <w:szCs w:val="28"/>
        </w:rPr>
        <w:t xml:space="preserve">15. </w:t>
      </w:r>
      <w:r w:rsidRPr="00991D89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393B30" w:rsidRPr="00991D89">
        <w:rPr>
          <w:spacing w:val="-2"/>
          <w:sz w:val="28"/>
          <w:szCs w:val="28"/>
        </w:rPr>
        <w:t xml:space="preserve"> за</w:t>
      </w:r>
      <w:r w:rsidR="00B628F5" w:rsidRPr="00991D89">
        <w:rPr>
          <w:spacing w:val="-2"/>
          <w:sz w:val="28"/>
          <w:szCs w:val="28"/>
        </w:rPr>
        <w:t xml:space="preserve"> ос</w:t>
      </w:r>
      <w:r w:rsidR="00B628F5" w:rsidRPr="00991D89">
        <w:rPr>
          <w:spacing w:val="-2"/>
          <w:sz w:val="28"/>
          <w:szCs w:val="28"/>
        </w:rPr>
        <w:t>о</w:t>
      </w:r>
      <w:r w:rsidR="00B628F5" w:rsidRPr="00991D89">
        <w:rPr>
          <w:spacing w:val="-2"/>
          <w:sz w:val="28"/>
          <w:szCs w:val="28"/>
        </w:rPr>
        <w:t>бые достижения в обеспечении культурного развития Ярославской области и в связи с Всемирным днем туризма Колотилову Элину Владимировну – дире</w:t>
      </w:r>
      <w:r w:rsidR="00B628F5" w:rsidRPr="00991D89">
        <w:rPr>
          <w:spacing w:val="-2"/>
          <w:sz w:val="28"/>
          <w:szCs w:val="28"/>
        </w:rPr>
        <w:t>к</w:t>
      </w:r>
      <w:r w:rsidR="00B628F5" w:rsidRPr="00991D89">
        <w:rPr>
          <w:spacing w:val="-2"/>
          <w:sz w:val="28"/>
          <w:szCs w:val="28"/>
        </w:rPr>
        <w:t xml:space="preserve">тора частного учреждения «Музей Городского быта </w:t>
      </w:r>
      <w:r w:rsidR="00B628F5" w:rsidRPr="00991D89">
        <w:rPr>
          <w:spacing w:val="-2"/>
          <w:sz w:val="28"/>
          <w:szCs w:val="28"/>
          <w:lang w:val="en-US"/>
        </w:rPr>
        <w:t>XIX</w:t>
      </w:r>
      <w:r w:rsidR="00B628F5" w:rsidRPr="00991D89">
        <w:rPr>
          <w:spacing w:val="-2"/>
          <w:sz w:val="28"/>
          <w:szCs w:val="28"/>
        </w:rPr>
        <w:t xml:space="preserve"> века» г. Углича</w:t>
      </w:r>
      <w:r w:rsidR="00393B30" w:rsidRPr="00991D89">
        <w:rPr>
          <w:spacing w:val="-2"/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16. Наградить Почетной грамотой Ярославской областной Думы</w:t>
      </w:r>
      <w:r w:rsidR="00393B30" w:rsidRPr="00991D89">
        <w:rPr>
          <w:sz w:val="28"/>
          <w:szCs w:val="28"/>
        </w:rPr>
        <w:t xml:space="preserve"> за</w:t>
      </w:r>
      <w:r w:rsidR="00B628F5" w:rsidRPr="00991D89">
        <w:rPr>
          <w:sz w:val="28"/>
          <w:szCs w:val="28"/>
        </w:rPr>
        <w:t xml:space="preserve"> особые достижения в обеспечении культурного развития Ярославской обл</w:t>
      </w:r>
      <w:r w:rsidR="00B628F5" w:rsidRPr="00991D89">
        <w:rPr>
          <w:sz w:val="28"/>
          <w:szCs w:val="28"/>
        </w:rPr>
        <w:t>а</w:t>
      </w:r>
      <w:r w:rsidR="00B628F5" w:rsidRPr="00991D89">
        <w:rPr>
          <w:sz w:val="28"/>
          <w:szCs w:val="28"/>
        </w:rPr>
        <w:t xml:space="preserve">сти и в связи с Всемирным днем туризма </w:t>
      </w:r>
      <w:proofErr w:type="spellStart"/>
      <w:r w:rsidR="00B628F5" w:rsidRPr="00991D89">
        <w:rPr>
          <w:sz w:val="28"/>
          <w:szCs w:val="28"/>
        </w:rPr>
        <w:t>Мелаю</w:t>
      </w:r>
      <w:proofErr w:type="spellEnd"/>
      <w:r w:rsidR="00B628F5" w:rsidRPr="00991D89">
        <w:rPr>
          <w:sz w:val="28"/>
          <w:szCs w:val="28"/>
        </w:rPr>
        <w:t xml:space="preserve"> Жанну Александровну – д</w:t>
      </w:r>
      <w:r w:rsidR="00B628F5" w:rsidRPr="00991D89">
        <w:rPr>
          <w:sz w:val="28"/>
          <w:szCs w:val="28"/>
        </w:rPr>
        <w:t>и</w:t>
      </w:r>
      <w:r w:rsidR="00B628F5" w:rsidRPr="00991D89">
        <w:rPr>
          <w:sz w:val="28"/>
          <w:szCs w:val="28"/>
        </w:rPr>
        <w:t xml:space="preserve">ректора Муниципального учреждения «Туристический Информационный центр «Углич» </w:t>
      </w:r>
      <w:proofErr w:type="spellStart"/>
      <w:r w:rsidR="00B628F5" w:rsidRPr="00991D89">
        <w:rPr>
          <w:sz w:val="28"/>
          <w:szCs w:val="28"/>
        </w:rPr>
        <w:t>Угличского</w:t>
      </w:r>
      <w:proofErr w:type="spellEnd"/>
      <w:r w:rsidR="00B628F5" w:rsidRPr="00991D89">
        <w:rPr>
          <w:sz w:val="28"/>
          <w:szCs w:val="28"/>
        </w:rPr>
        <w:t xml:space="preserve"> муниципального района</w:t>
      </w:r>
      <w:r w:rsidR="00393B30" w:rsidRPr="00991D89">
        <w:rPr>
          <w:sz w:val="28"/>
          <w:szCs w:val="28"/>
        </w:rPr>
        <w:t xml:space="preserve">. </w:t>
      </w:r>
    </w:p>
    <w:p w:rsidR="00583351" w:rsidRPr="00842DDA" w:rsidRDefault="00583351" w:rsidP="00991D89">
      <w:pPr>
        <w:tabs>
          <w:tab w:val="left" w:pos="-1418"/>
        </w:tabs>
        <w:rPr>
          <w:sz w:val="28"/>
          <w:szCs w:val="28"/>
        </w:rPr>
      </w:pPr>
      <w:r w:rsidRPr="00842DDA">
        <w:rPr>
          <w:sz w:val="28"/>
          <w:szCs w:val="28"/>
        </w:rPr>
        <w:t>17. Наградить Почетной грамотой Ярославской областной Думы</w:t>
      </w:r>
      <w:r w:rsidR="00393B30" w:rsidRPr="00842DDA">
        <w:rPr>
          <w:sz w:val="28"/>
          <w:szCs w:val="28"/>
        </w:rPr>
        <w:t xml:space="preserve"> за</w:t>
      </w:r>
      <w:r w:rsidR="00B628F5" w:rsidRPr="00842DDA">
        <w:rPr>
          <w:sz w:val="28"/>
          <w:szCs w:val="28"/>
        </w:rPr>
        <w:t xml:space="preserve"> многолетний добросовестный труд, особые достижения в обеспечении соц</w:t>
      </w:r>
      <w:r w:rsidR="00B628F5" w:rsidRPr="00842DDA">
        <w:rPr>
          <w:sz w:val="28"/>
          <w:szCs w:val="28"/>
        </w:rPr>
        <w:t>и</w:t>
      </w:r>
      <w:r w:rsidR="00B628F5" w:rsidRPr="00842DDA">
        <w:rPr>
          <w:sz w:val="28"/>
          <w:szCs w:val="28"/>
        </w:rPr>
        <w:t>ального, экономического развития Ярославской области Романову Любовь Анатольевну</w:t>
      </w:r>
      <w:r w:rsidR="00393B30" w:rsidRPr="00842DDA">
        <w:rPr>
          <w:sz w:val="28"/>
          <w:szCs w:val="28"/>
        </w:rPr>
        <w:t>.</w:t>
      </w:r>
    </w:p>
    <w:p w:rsidR="00C2501D" w:rsidRPr="00991D89" w:rsidRDefault="00583351" w:rsidP="00991D89">
      <w:pPr>
        <w:rPr>
          <w:sz w:val="28"/>
          <w:szCs w:val="28"/>
        </w:rPr>
      </w:pPr>
      <w:r w:rsidRPr="00991D89">
        <w:rPr>
          <w:sz w:val="28"/>
          <w:szCs w:val="28"/>
        </w:rPr>
        <w:t>18. Наградить Почетной грамотой Ярославской областной Думы</w:t>
      </w:r>
      <w:r w:rsidR="00393B30" w:rsidRPr="00991D89">
        <w:rPr>
          <w:sz w:val="28"/>
          <w:szCs w:val="28"/>
        </w:rPr>
        <w:t xml:space="preserve"> за</w:t>
      </w:r>
      <w:r w:rsidR="00C2501D" w:rsidRPr="00991D89">
        <w:rPr>
          <w:sz w:val="28"/>
          <w:szCs w:val="28"/>
        </w:rPr>
        <w:t xml:space="preserve"> многолетний добросовестный труд в системе здравоохранения </w:t>
      </w:r>
      <w:proofErr w:type="spellStart"/>
      <w:r w:rsidR="009F1AEC" w:rsidRPr="00991D89">
        <w:rPr>
          <w:sz w:val="28"/>
          <w:szCs w:val="28"/>
        </w:rPr>
        <w:t>Сурьянинову</w:t>
      </w:r>
      <w:proofErr w:type="spellEnd"/>
      <w:r w:rsidR="009F1AEC" w:rsidRPr="00991D89">
        <w:rPr>
          <w:sz w:val="28"/>
          <w:szCs w:val="28"/>
        </w:rPr>
        <w:t xml:space="preserve"> Светлану Николаевну</w:t>
      </w:r>
      <w:r w:rsidR="00C2501D" w:rsidRPr="00991D89">
        <w:rPr>
          <w:sz w:val="28"/>
          <w:szCs w:val="28"/>
        </w:rPr>
        <w:t xml:space="preserve"> </w:t>
      </w:r>
      <w:r w:rsidR="009F1AEC" w:rsidRPr="00991D89">
        <w:rPr>
          <w:sz w:val="28"/>
          <w:szCs w:val="28"/>
        </w:rPr>
        <w:t xml:space="preserve">– </w:t>
      </w:r>
      <w:r w:rsidR="00C2501D" w:rsidRPr="00991D89">
        <w:rPr>
          <w:sz w:val="28"/>
          <w:szCs w:val="28"/>
        </w:rPr>
        <w:t>медицинскую сестру отделения хирургической ст</w:t>
      </w:r>
      <w:r w:rsidR="00C2501D" w:rsidRPr="00991D89">
        <w:rPr>
          <w:sz w:val="28"/>
          <w:szCs w:val="28"/>
        </w:rPr>
        <w:t>о</w:t>
      </w:r>
      <w:r w:rsidR="00C2501D" w:rsidRPr="00991D89">
        <w:rPr>
          <w:sz w:val="28"/>
          <w:szCs w:val="28"/>
        </w:rPr>
        <w:t>матологии № 1 государственного бюджетного учреждения здравоохранения Ярославской области «Ярославская областная стоматологическая поликл</w:t>
      </w:r>
      <w:r w:rsidR="00C2501D" w:rsidRPr="00991D89">
        <w:rPr>
          <w:sz w:val="28"/>
          <w:szCs w:val="28"/>
        </w:rPr>
        <w:t>и</w:t>
      </w:r>
      <w:r w:rsidR="00C2501D" w:rsidRPr="00991D89">
        <w:rPr>
          <w:sz w:val="28"/>
          <w:szCs w:val="28"/>
        </w:rPr>
        <w:t>ника».</w:t>
      </w:r>
    </w:p>
    <w:p w:rsidR="00583351" w:rsidRPr="00991D89" w:rsidRDefault="00583351" w:rsidP="00991D89">
      <w:pPr>
        <w:autoSpaceDE w:val="0"/>
        <w:autoSpaceDN w:val="0"/>
        <w:adjustRightInd w:val="0"/>
        <w:rPr>
          <w:sz w:val="28"/>
          <w:szCs w:val="28"/>
        </w:rPr>
      </w:pPr>
      <w:r w:rsidRPr="00991D89">
        <w:rPr>
          <w:sz w:val="28"/>
          <w:szCs w:val="28"/>
        </w:rPr>
        <w:t>19. Наградить Почетной грамотой Ярославской областной Думы</w:t>
      </w:r>
      <w:r w:rsidR="001251DA" w:rsidRPr="00991D89">
        <w:rPr>
          <w:sz w:val="28"/>
          <w:szCs w:val="28"/>
        </w:rPr>
        <w:t xml:space="preserve"> за</w:t>
      </w:r>
      <w:r w:rsidR="005F18B7" w:rsidRPr="00991D89">
        <w:rPr>
          <w:sz w:val="28"/>
          <w:szCs w:val="28"/>
        </w:rPr>
        <w:t xml:space="preserve"> </w:t>
      </w:r>
      <w:r w:rsidR="005F18B7" w:rsidRPr="00991D89">
        <w:rPr>
          <w:rFonts w:eastAsiaTheme="minorHAnsi"/>
          <w:sz w:val="28"/>
          <w:szCs w:val="28"/>
          <w:lang w:eastAsia="en-US"/>
        </w:rPr>
        <w:t>особые достижения в обеспечении социального и культурного развития Яр</w:t>
      </w:r>
      <w:r w:rsidR="005F18B7" w:rsidRPr="00991D89">
        <w:rPr>
          <w:rFonts w:eastAsiaTheme="minorHAnsi"/>
          <w:sz w:val="28"/>
          <w:szCs w:val="28"/>
          <w:lang w:eastAsia="en-US"/>
        </w:rPr>
        <w:t>о</w:t>
      </w:r>
      <w:r w:rsidR="005F18B7" w:rsidRPr="00991D89">
        <w:rPr>
          <w:rFonts w:eastAsiaTheme="minorHAnsi"/>
          <w:sz w:val="28"/>
          <w:szCs w:val="28"/>
          <w:lang w:eastAsia="en-US"/>
        </w:rPr>
        <w:t>славской области Белову Людмилу Дмитриевну – экскурсовода музея ист</w:t>
      </w:r>
      <w:r w:rsidR="005F18B7" w:rsidRPr="00991D89">
        <w:rPr>
          <w:rFonts w:eastAsiaTheme="minorHAnsi"/>
          <w:sz w:val="28"/>
          <w:szCs w:val="28"/>
          <w:lang w:eastAsia="en-US"/>
        </w:rPr>
        <w:t>о</w:t>
      </w:r>
      <w:r w:rsidR="005F18B7" w:rsidRPr="00991D89">
        <w:rPr>
          <w:rFonts w:eastAsiaTheme="minorHAnsi"/>
          <w:sz w:val="28"/>
          <w:szCs w:val="28"/>
          <w:lang w:eastAsia="en-US"/>
        </w:rPr>
        <w:t>рии поселка структурного подразделения «Петровский районный Дом кул</w:t>
      </w:r>
      <w:r w:rsidR="005F18B7" w:rsidRPr="00991D89">
        <w:rPr>
          <w:rFonts w:eastAsiaTheme="minorHAnsi"/>
          <w:sz w:val="28"/>
          <w:szCs w:val="28"/>
          <w:lang w:eastAsia="en-US"/>
        </w:rPr>
        <w:t>ь</w:t>
      </w:r>
      <w:r w:rsidR="005F18B7" w:rsidRPr="00991D89">
        <w:rPr>
          <w:rFonts w:eastAsiaTheme="minorHAnsi"/>
          <w:sz w:val="28"/>
          <w:szCs w:val="28"/>
          <w:lang w:eastAsia="en-US"/>
        </w:rPr>
        <w:t>туры им. А.К. Руденко» Муниципального автономного учреждения Росто</w:t>
      </w:r>
      <w:r w:rsidR="005F18B7" w:rsidRPr="00991D89">
        <w:rPr>
          <w:rFonts w:eastAsiaTheme="minorHAnsi"/>
          <w:sz w:val="28"/>
          <w:szCs w:val="28"/>
          <w:lang w:eastAsia="en-US"/>
        </w:rPr>
        <w:t>в</w:t>
      </w:r>
      <w:r w:rsidR="005F18B7" w:rsidRPr="00991D89">
        <w:rPr>
          <w:rFonts w:eastAsiaTheme="minorHAnsi"/>
          <w:sz w:val="28"/>
          <w:szCs w:val="28"/>
          <w:lang w:eastAsia="en-US"/>
        </w:rPr>
        <w:t>ского муниципального района «Районный центр культуры и народного тво</w:t>
      </w:r>
      <w:r w:rsidR="005F18B7" w:rsidRPr="00991D89">
        <w:rPr>
          <w:rFonts w:eastAsiaTheme="minorHAnsi"/>
          <w:sz w:val="28"/>
          <w:szCs w:val="28"/>
          <w:lang w:eastAsia="en-US"/>
        </w:rPr>
        <w:t>р</w:t>
      </w:r>
      <w:r w:rsidR="005F18B7" w:rsidRPr="00991D89">
        <w:rPr>
          <w:rFonts w:eastAsiaTheme="minorHAnsi"/>
          <w:sz w:val="28"/>
          <w:szCs w:val="28"/>
          <w:lang w:eastAsia="en-US"/>
        </w:rPr>
        <w:t>чества»</w:t>
      </w:r>
      <w:r w:rsidR="001251DA" w:rsidRPr="00991D89">
        <w:rPr>
          <w:sz w:val="28"/>
          <w:szCs w:val="28"/>
        </w:rPr>
        <w:t xml:space="preserve">. 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20. Наградить Почетной грамотой Ярославской областной Думы</w:t>
      </w:r>
      <w:r w:rsidR="001251DA" w:rsidRPr="00991D89">
        <w:rPr>
          <w:sz w:val="28"/>
          <w:szCs w:val="28"/>
        </w:rPr>
        <w:t xml:space="preserve"> за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 особые достижения в обеспечении социального и культурного развития Яр</w:t>
      </w:r>
      <w:r w:rsidR="005F18B7" w:rsidRPr="00991D89">
        <w:rPr>
          <w:rFonts w:eastAsiaTheme="minorHAnsi"/>
          <w:sz w:val="28"/>
          <w:szCs w:val="28"/>
          <w:lang w:eastAsia="en-US"/>
        </w:rPr>
        <w:t>о</w:t>
      </w:r>
      <w:r w:rsidR="005F18B7" w:rsidRPr="00991D89">
        <w:rPr>
          <w:rFonts w:eastAsiaTheme="minorHAnsi"/>
          <w:sz w:val="28"/>
          <w:szCs w:val="28"/>
          <w:lang w:eastAsia="en-US"/>
        </w:rPr>
        <w:t>славской области Баранову Людмилу Алексеевну – солист</w:t>
      </w:r>
      <w:r w:rsidR="009F1AEC" w:rsidRPr="00991D89">
        <w:rPr>
          <w:rFonts w:eastAsiaTheme="minorHAnsi"/>
          <w:sz w:val="28"/>
          <w:szCs w:val="28"/>
          <w:lang w:eastAsia="en-US"/>
        </w:rPr>
        <w:t>а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 вокальной гру</w:t>
      </w:r>
      <w:r w:rsidR="005F18B7" w:rsidRPr="00991D89">
        <w:rPr>
          <w:rFonts w:eastAsiaTheme="minorHAnsi"/>
          <w:sz w:val="28"/>
          <w:szCs w:val="28"/>
          <w:lang w:eastAsia="en-US"/>
        </w:rPr>
        <w:t>п</w:t>
      </w:r>
      <w:r w:rsidR="005F18B7" w:rsidRPr="00991D89">
        <w:rPr>
          <w:rFonts w:eastAsiaTheme="minorHAnsi"/>
          <w:sz w:val="28"/>
          <w:szCs w:val="28"/>
          <w:lang w:eastAsia="en-US"/>
        </w:rPr>
        <w:t>пы «Петровские задоринки» структурного подразделения «Петровский ра</w:t>
      </w:r>
      <w:r w:rsidR="005F18B7" w:rsidRPr="00991D89">
        <w:rPr>
          <w:rFonts w:eastAsiaTheme="minorHAnsi"/>
          <w:sz w:val="28"/>
          <w:szCs w:val="28"/>
          <w:lang w:eastAsia="en-US"/>
        </w:rPr>
        <w:t>й</w:t>
      </w:r>
      <w:r w:rsidR="005F18B7" w:rsidRPr="00991D89">
        <w:rPr>
          <w:rFonts w:eastAsiaTheme="minorHAnsi"/>
          <w:sz w:val="28"/>
          <w:szCs w:val="28"/>
          <w:lang w:eastAsia="en-US"/>
        </w:rPr>
        <w:lastRenderedPageBreak/>
        <w:t>онный Дом культуры им. А.К. Руденко» Муниципального автономного учреждения Ростовского муниципального района «Районный центр культуры и народного творчества»</w:t>
      </w:r>
      <w:r w:rsidR="001251DA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21. Наградить Почетной грамотой Ярославской областной Думы</w:t>
      </w:r>
      <w:r w:rsidR="001251DA" w:rsidRPr="00991D89">
        <w:rPr>
          <w:sz w:val="28"/>
          <w:szCs w:val="28"/>
        </w:rPr>
        <w:t xml:space="preserve"> за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 особые достижения в обеспечении социального и культурного развития Яр</w:t>
      </w:r>
      <w:r w:rsidR="005F18B7" w:rsidRPr="00991D89">
        <w:rPr>
          <w:rFonts w:eastAsiaTheme="minorHAnsi"/>
          <w:sz w:val="28"/>
          <w:szCs w:val="28"/>
          <w:lang w:eastAsia="en-US"/>
        </w:rPr>
        <w:t>о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славской области Громову Галину Серафимовну – директора структурного подразделения (филиала) </w:t>
      </w:r>
      <w:proofErr w:type="spellStart"/>
      <w:r w:rsidR="005F18B7" w:rsidRPr="00991D89">
        <w:rPr>
          <w:rFonts w:eastAsiaTheme="minorHAnsi"/>
          <w:sz w:val="28"/>
          <w:szCs w:val="28"/>
          <w:lang w:eastAsia="en-US"/>
        </w:rPr>
        <w:t>Ишненский</w:t>
      </w:r>
      <w:proofErr w:type="spellEnd"/>
      <w:r w:rsidR="005F18B7" w:rsidRPr="00991D89">
        <w:rPr>
          <w:rFonts w:eastAsiaTheme="minorHAnsi"/>
          <w:sz w:val="28"/>
          <w:szCs w:val="28"/>
          <w:lang w:eastAsia="en-US"/>
        </w:rPr>
        <w:t xml:space="preserve"> сельский дом культуры Муниципал</w:t>
      </w:r>
      <w:r w:rsidR="005F18B7" w:rsidRPr="00991D89">
        <w:rPr>
          <w:rFonts w:eastAsiaTheme="minorHAnsi"/>
          <w:sz w:val="28"/>
          <w:szCs w:val="28"/>
          <w:lang w:eastAsia="en-US"/>
        </w:rPr>
        <w:t>ь</w:t>
      </w:r>
      <w:r w:rsidR="005F18B7" w:rsidRPr="00991D89">
        <w:rPr>
          <w:rFonts w:eastAsiaTheme="minorHAnsi"/>
          <w:sz w:val="28"/>
          <w:szCs w:val="28"/>
          <w:lang w:eastAsia="en-US"/>
        </w:rPr>
        <w:t>ного автономного учреждения Ростовского муниципального района «Райо</w:t>
      </w:r>
      <w:r w:rsidR="005F18B7" w:rsidRPr="00991D89">
        <w:rPr>
          <w:rFonts w:eastAsiaTheme="minorHAnsi"/>
          <w:sz w:val="28"/>
          <w:szCs w:val="28"/>
          <w:lang w:eastAsia="en-US"/>
        </w:rPr>
        <w:t>н</w:t>
      </w:r>
      <w:r w:rsidR="005F18B7" w:rsidRPr="00991D89">
        <w:rPr>
          <w:rFonts w:eastAsiaTheme="minorHAnsi"/>
          <w:sz w:val="28"/>
          <w:szCs w:val="28"/>
          <w:lang w:eastAsia="en-US"/>
        </w:rPr>
        <w:t>ный центр культуры и народного творчества»</w:t>
      </w:r>
      <w:r w:rsidR="001251DA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22. Наградить Почетной грамотой Ярославской областной Думы</w:t>
      </w:r>
      <w:r w:rsidR="0020183B" w:rsidRPr="00991D89">
        <w:rPr>
          <w:sz w:val="28"/>
          <w:szCs w:val="28"/>
        </w:rPr>
        <w:t xml:space="preserve"> за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 многолетнюю плодотворную работу по обучению и воспитанию подраста</w:t>
      </w:r>
      <w:r w:rsidR="005F18B7" w:rsidRPr="00991D89">
        <w:rPr>
          <w:rFonts w:eastAsiaTheme="minorHAnsi"/>
          <w:sz w:val="28"/>
          <w:szCs w:val="28"/>
          <w:lang w:eastAsia="en-US"/>
        </w:rPr>
        <w:t>ю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щего поколения Ярославской области Беляева Алексея Александровича – учителя физики муниципального общеобразовательного учреждения </w:t>
      </w:r>
      <w:proofErr w:type="spellStart"/>
      <w:r w:rsidR="005F18B7" w:rsidRPr="00991D89">
        <w:rPr>
          <w:rFonts w:eastAsiaTheme="minorHAnsi"/>
          <w:sz w:val="28"/>
          <w:szCs w:val="28"/>
          <w:lang w:eastAsia="en-US"/>
        </w:rPr>
        <w:t>Дубко</w:t>
      </w:r>
      <w:r w:rsidR="005F18B7" w:rsidRPr="00991D89">
        <w:rPr>
          <w:rFonts w:eastAsiaTheme="minorHAnsi"/>
          <w:sz w:val="28"/>
          <w:szCs w:val="28"/>
          <w:lang w:eastAsia="en-US"/>
        </w:rPr>
        <w:t>в</w:t>
      </w:r>
      <w:r w:rsidR="005F18B7" w:rsidRPr="00991D89">
        <w:rPr>
          <w:rFonts w:eastAsiaTheme="minorHAnsi"/>
          <w:sz w:val="28"/>
          <w:szCs w:val="28"/>
          <w:lang w:eastAsia="en-US"/>
        </w:rPr>
        <w:t>ская</w:t>
      </w:r>
      <w:proofErr w:type="spellEnd"/>
      <w:r w:rsidR="005F18B7" w:rsidRPr="00991D89">
        <w:rPr>
          <w:rFonts w:eastAsiaTheme="minorHAnsi"/>
          <w:sz w:val="28"/>
          <w:szCs w:val="28"/>
          <w:lang w:eastAsia="en-US"/>
        </w:rPr>
        <w:t xml:space="preserve"> средняя школа городского округа г</w:t>
      </w:r>
      <w:r w:rsidR="009F1AEC" w:rsidRPr="00991D89">
        <w:rPr>
          <w:rFonts w:eastAsiaTheme="minorHAnsi"/>
          <w:sz w:val="28"/>
          <w:szCs w:val="28"/>
          <w:lang w:eastAsia="en-US"/>
        </w:rPr>
        <w:t>ород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 Переславль-Залесский</w:t>
      </w:r>
      <w:r w:rsidR="0020183B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23. Наградить Почетной грамотой Ярославской областной Думы</w:t>
      </w:r>
      <w:r w:rsidR="002A23E0" w:rsidRPr="00991D89">
        <w:rPr>
          <w:sz w:val="28"/>
          <w:szCs w:val="28"/>
        </w:rPr>
        <w:t xml:space="preserve"> за</w:t>
      </w:r>
      <w:r w:rsidR="005F18B7" w:rsidRPr="00991D89">
        <w:rPr>
          <w:sz w:val="28"/>
          <w:szCs w:val="28"/>
        </w:rPr>
        <w:t xml:space="preserve"> </w:t>
      </w:r>
      <w:r w:rsidR="005F18B7" w:rsidRPr="00991D89">
        <w:rPr>
          <w:rFonts w:eastAsiaTheme="minorHAnsi"/>
          <w:sz w:val="28"/>
          <w:szCs w:val="28"/>
          <w:lang w:eastAsia="en-US"/>
        </w:rPr>
        <w:t>многолетнюю плодотворную работу по обучению и воспитанию подраста</w:t>
      </w:r>
      <w:r w:rsidR="005F18B7" w:rsidRPr="00991D89">
        <w:rPr>
          <w:rFonts w:eastAsiaTheme="minorHAnsi"/>
          <w:sz w:val="28"/>
          <w:szCs w:val="28"/>
          <w:lang w:eastAsia="en-US"/>
        </w:rPr>
        <w:t>ю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щего поколения Ярославской области </w:t>
      </w:r>
      <w:proofErr w:type="spellStart"/>
      <w:r w:rsidR="005F18B7" w:rsidRPr="00991D89">
        <w:rPr>
          <w:rFonts w:eastAsiaTheme="minorHAnsi"/>
          <w:sz w:val="28"/>
          <w:szCs w:val="28"/>
          <w:lang w:eastAsia="en-US"/>
        </w:rPr>
        <w:t>Фефелова</w:t>
      </w:r>
      <w:proofErr w:type="spellEnd"/>
      <w:r w:rsidR="005F18B7" w:rsidRPr="00991D89">
        <w:rPr>
          <w:rFonts w:eastAsiaTheme="minorHAnsi"/>
          <w:sz w:val="28"/>
          <w:szCs w:val="28"/>
          <w:lang w:eastAsia="en-US"/>
        </w:rPr>
        <w:t xml:space="preserve"> Игоря Александровича – тренера-преподавателя муниципального учреждения дополнительного обр</w:t>
      </w:r>
      <w:r w:rsidR="005F18B7" w:rsidRPr="00991D89">
        <w:rPr>
          <w:rFonts w:eastAsiaTheme="minorHAnsi"/>
          <w:sz w:val="28"/>
          <w:szCs w:val="28"/>
          <w:lang w:eastAsia="en-US"/>
        </w:rPr>
        <w:t>а</w:t>
      </w:r>
      <w:r w:rsidR="005F18B7" w:rsidRPr="00991D89">
        <w:rPr>
          <w:rFonts w:eastAsiaTheme="minorHAnsi"/>
          <w:sz w:val="28"/>
          <w:szCs w:val="28"/>
          <w:lang w:eastAsia="en-US"/>
        </w:rPr>
        <w:t>зования «Детско-юношеская спортивная школа</w:t>
      </w:r>
      <w:r w:rsidR="003B7616" w:rsidRPr="00991D89">
        <w:rPr>
          <w:rFonts w:eastAsiaTheme="minorHAnsi"/>
          <w:sz w:val="28"/>
          <w:szCs w:val="28"/>
          <w:lang w:eastAsia="en-US"/>
        </w:rPr>
        <w:t>-</w:t>
      </w:r>
      <w:r w:rsidR="005F18B7" w:rsidRPr="00991D89">
        <w:rPr>
          <w:rFonts w:eastAsiaTheme="minorHAnsi"/>
          <w:sz w:val="28"/>
          <w:szCs w:val="28"/>
          <w:lang w:eastAsia="en-US"/>
        </w:rPr>
        <w:t>2» г. Переславл</w:t>
      </w:r>
      <w:r w:rsidR="002E0D5A" w:rsidRPr="00991D89">
        <w:rPr>
          <w:rFonts w:eastAsiaTheme="minorHAnsi"/>
          <w:sz w:val="28"/>
          <w:szCs w:val="28"/>
          <w:lang w:eastAsia="en-US"/>
        </w:rPr>
        <w:t>я</w:t>
      </w:r>
      <w:r w:rsidR="005F18B7" w:rsidRPr="00991D89">
        <w:rPr>
          <w:rFonts w:eastAsiaTheme="minorHAnsi"/>
          <w:sz w:val="28"/>
          <w:szCs w:val="28"/>
          <w:lang w:eastAsia="en-US"/>
        </w:rPr>
        <w:t>-Залесск</w:t>
      </w:r>
      <w:r w:rsidR="003B7616" w:rsidRPr="00991D89">
        <w:rPr>
          <w:rFonts w:eastAsiaTheme="minorHAnsi"/>
          <w:sz w:val="28"/>
          <w:szCs w:val="28"/>
          <w:lang w:eastAsia="en-US"/>
        </w:rPr>
        <w:t>ого</w:t>
      </w:r>
      <w:r w:rsidR="002A23E0" w:rsidRPr="00991D89">
        <w:rPr>
          <w:sz w:val="28"/>
          <w:szCs w:val="28"/>
        </w:rPr>
        <w:t>.</w:t>
      </w:r>
    </w:p>
    <w:p w:rsidR="00636CD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24. Наградить Почетной грамотой Ярославской областной Думы</w:t>
      </w:r>
      <w:r w:rsidR="00636CD1" w:rsidRPr="00991D89">
        <w:rPr>
          <w:sz w:val="28"/>
          <w:szCs w:val="28"/>
        </w:rPr>
        <w:t xml:space="preserve"> за</w:t>
      </w:r>
      <w:r w:rsidR="005F18B7" w:rsidRPr="00991D89">
        <w:rPr>
          <w:sz w:val="28"/>
          <w:szCs w:val="28"/>
        </w:rPr>
        <w:t xml:space="preserve"> </w:t>
      </w:r>
      <w:r w:rsidR="005F18B7" w:rsidRPr="00991D89">
        <w:rPr>
          <w:rFonts w:eastAsiaTheme="minorHAnsi"/>
          <w:sz w:val="28"/>
          <w:szCs w:val="28"/>
          <w:lang w:eastAsia="en-US"/>
        </w:rPr>
        <w:t>многолетнюю плодотворную работу по обучению и воспитанию подраста</w:t>
      </w:r>
      <w:r w:rsidR="005F18B7" w:rsidRPr="00991D89">
        <w:rPr>
          <w:rFonts w:eastAsiaTheme="minorHAnsi"/>
          <w:sz w:val="28"/>
          <w:szCs w:val="28"/>
          <w:lang w:eastAsia="en-US"/>
        </w:rPr>
        <w:t>ю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щего поколения Ярославской области </w:t>
      </w:r>
      <w:proofErr w:type="gramStart"/>
      <w:r w:rsidR="005F18B7" w:rsidRPr="00991D89">
        <w:rPr>
          <w:rFonts w:eastAsiaTheme="minorHAnsi"/>
          <w:sz w:val="28"/>
          <w:szCs w:val="28"/>
          <w:lang w:eastAsia="en-US"/>
        </w:rPr>
        <w:t>Сукина</w:t>
      </w:r>
      <w:proofErr w:type="gramEnd"/>
      <w:r w:rsidR="005F18B7" w:rsidRPr="00991D89">
        <w:rPr>
          <w:rFonts w:eastAsiaTheme="minorHAnsi"/>
          <w:sz w:val="28"/>
          <w:szCs w:val="28"/>
          <w:lang w:eastAsia="en-US"/>
        </w:rPr>
        <w:t xml:space="preserve"> Андрея Александровича – тр</w:t>
      </w:r>
      <w:r w:rsidR="005F18B7" w:rsidRPr="00991D89">
        <w:rPr>
          <w:rFonts w:eastAsiaTheme="minorHAnsi"/>
          <w:sz w:val="28"/>
          <w:szCs w:val="28"/>
          <w:lang w:eastAsia="en-US"/>
        </w:rPr>
        <w:t>е</w:t>
      </w:r>
      <w:r w:rsidR="005F18B7" w:rsidRPr="00991D89">
        <w:rPr>
          <w:rFonts w:eastAsiaTheme="minorHAnsi"/>
          <w:sz w:val="28"/>
          <w:szCs w:val="28"/>
          <w:lang w:eastAsia="en-US"/>
        </w:rPr>
        <w:t>нера-преподавателя муниципального учреждения дополнительного образ</w:t>
      </w:r>
      <w:r w:rsidR="005F18B7" w:rsidRPr="00991D89">
        <w:rPr>
          <w:rFonts w:eastAsiaTheme="minorHAnsi"/>
          <w:sz w:val="28"/>
          <w:szCs w:val="28"/>
          <w:lang w:eastAsia="en-US"/>
        </w:rPr>
        <w:t>о</w:t>
      </w:r>
      <w:r w:rsidR="005F18B7" w:rsidRPr="00991D89">
        <w:rPr>
          <w:rFonts w:eastAsiaTheme="minorHAnsi"/>
          <w:sz w:val="28"/>
          <w:szCs w:val="28"/>
          <w:lang w:eastAsia="en-US"/>
        </w:rPr>
        <w:t>вания «Детско-юношеская спортивная школа</w:t>
      </w:r>
      <w:r w:rsidR="003B7616" w:rsidRPr="00991D89">
        <w:rPr>
          <w:rFonts w:eastAsiaTheme="minorHAnsi"/>
          <w:sz w:val="28"/>
          <w:szCs w:val="28"/>
          <w:lang w:eastAsia="en-US"/>
        </w:rPr>
        <w:t>-</w:t>
      </w:r>
      <w:r w:rsidR="005F18B7" w:rsidRPr="00991D89">
        <w:rPr>
          <w:rFonts w:eastAsiaTheme="minorHAnsi"/>
          <w:sz w:val="28"/>
          <w:szCs w:val="28"/>
          <w:lang w:eastAsia="en-US"/>
        </w:rPr>
        <w:t>2» г. Переславл</w:t>
      </w:r>
      <w:r w:rsidR="002E0D5A" w:rsidRPr="00991D89">
        <w:rPr>
          <w:rFonts w:eastAsiaTheme="minorHAnsi"/>
          <w:sz w:val="28"/>
          <w:szCs w:val="28"/>
          <w:lang w:eastAsia="en-US"/>
        </w:rPr>
        <w:t>я</w:t>
      </w:r>
      <w:r w:rsidR="005F18B7" w:rsidRPr="00991D89">
        <w:rPr>
          <w:rFonts w:eastAsiaTheme="minorHAnsi"/>
          <w:sz w:val="28"/>
          <w:szCs w:val="28"/>
          <w:lang w:eastAsia="en-US"/>
        </w:rPr>
        <w:t>-Залесск</w:t>
      </w:r>
      <w:r w:rsidR="003B7616" w:rsidRPr="00991D89">
        <w:rPr>
          <w:rFonts w:eastAsiaTheme="minorHAnsi"/>
          <w:sz w:val="28"/>
          <w:szCs w:val="28"/>
          <w:lang w:eastAsia="en-US"/>
        </w:rPr>
        <w:t>ого</w:t>
      </w:r>
      <w:r w:rsidR="008A7E2E" w:rsidRPr="00991D89">
        <w:rPr>
          <w:sz w:val="28"/>
          <w:szCs w:val="28"/>
        </w:rPr>
        <w:t>.</w:t>
      </w:r>
    </w:p>
    <w:p w:rsidR="00583351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25. Наградить Почетной грамотой Ярославской областной Думы</w:t>
      </w:r>
      <w:r w:rsidR="00636CD1" w:rsidRPr="00991D89">
        <w:rPr>
          <w:sz w:val="28"/>
          <w:szCs w:val="28"/>
        </w:rPr>
        <w:t xml:space="preserve"> за</w:t>
      </w:r>
      <w:r w:rsidR="005F18B7" w:rsidRPr="00991D89">
        <w:rPr>
          <w:sz w:val="28"/>
          <w:szCs w:val="28"/>
        </w:rPr>
        <w:t xml:space="preserve"> </w:t>
      </w:r>
      <w:r w:rsidR="005F18B7" w:rsidRPr="00991D89">
        <w:rPr>
          <w:rFonts w:eastAsiaTheme="minorHAnsi"/>
          <w:sz w:val="28"/>
          <w:szCs w:val="28"/>
          <w:lang w:eastAsia="en-US"/>
        </w:rPr>
        <w:t>многолетнюю плодотворную работу по обучению и воспитанию подраста</w:t>
      </w:r>
      <w:r w:rsidR="005F18B7" w:rsidRPr="00991D89">
        <w:rPr>
          <w:rFonts w:eastAsiaTheme="minorHAnsi"/>
          <w:sz w:val="28"/>
          <w:szCs w:val="28"/>
          <w:lang w:eastAsia="en-US"/>
        </w:rPr>
        <w:t>ю</w:t>
      </w:r>
      <w:r w:rsidR="005F18B7" w:rsidRPr="00991D89">
        <w:rPr>
          <w:rFonts w:eastAsiaTheme="minorHAnsi"/>
          <w:sz w:val="28"/>
          <w:szCs w:val="28"/>
          <w:lang w:eastAsia="en-US"/>
        </w:rPr>
        <w:t>щего поколения Ярославской области Пан Наталью Николаевну – заместит</w:t>
      </w:r>
      <w:r w:rsidR="005F18B7" w:rsidRPr="00991D89">
        <w:rPr>
          <w:rFonts w:eastAsiaTheme="minorHAnsi"/>
          <w:sz w:val="28"/>
          <w:szCs w:val="28"/>
          <w:lang w:eastAsia="en-US"/>
        </w:rPr>
        <w:t>е</w:t>
      </w:r>
      <w:r w:rsidR="005F18B7" w:rsidRPr="00991D89">
        <w:rPr>
          <w:rFonts w:eastAsiaTheme="minorHAnsi"/>
          <w:sz w:val="28"/>
          <w:szCs w:val="28"/>
          <w:lang w:eastAsia="en-US"/>
        </w:rPr>
        <w:t>ля директора муниципального общеобразовательного учреждения «Средняя школа № 6» г. Переславл</w:t>
      </w:r>
      <w:r w:rsidR="002E0D5A" w:rsidRPr="00991D89">
        <w:rPr>
          <w:rFonts w:eastAsiaTheme="minorHAnsi"/>
          <w:sz w:val="28"/>
          <w:szCs w:val="28"/>
          <w:lang w:eastAsia="en-US"/>
        </w:rPr>
        <w:t>я</w:t>
      </w:r>
      <w:r w:rsidR="005F18B7" w:rsidRPr="00991D89">
        <w:rPr>
          <w:rFonts w:eastAsiaTheme="minorHAnsi"/>
          <w:sz w:val="28"/>
          <w:szCs w:val="28"/>
          <w:lang w:eastAsia="en-US"/>
        </w:rPr>
        <w:t>-Залесск</w:t>
      </w:r>
      <w:r w:rsidR="003B7616" w:rsidRPr="00991D89">
        <w:rPr>
          <w:rFonts w:eastAsiaTheme="minorHAnsi"/>
          <w:sz w:val="28"/>
          <w:szCs w:val="28"/>
          <w:lang w:eastAsia="en-US"/>
        </w:rPr>
        <w:t>ого</w:t>
      </w:r>
      <w:r w:rsidR="00636CD1" w:rsidRPr="00991D89">
        <w:rPr>
          <w:sz w:val="28"/>
          <w:szCs w:val="28"/>
        </w:rPr>
        <w:t>.</w:t>
      </w:r>
    </w:p>
    <w:p w:rsidR="005E4A09" w:rsidRPr="00991D89" w:rsidRDefault="00583351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26. Наградить Почетной грамотой Ярославской областной Думы</w:t>
      </w:r>
      <w:r w:rsidR="004B5C95" w:rsidRPr="00991D89">
        <w:rPr>
          <w:sz w:val="28"/>
          <w:szCs w:val="28"/>
        </w:rPr>
        <w:t xml:space="preserve"> за</w:t>
      </w:r>
      <w:r w:rsidR="005F18B7" w:rsidRPr="00991D89">
        <w:rPr>
          <w:sz w:val="28"/>
          <w:szCs w:val="28"/>
        </w:rPr>
        <w:t xml:space="preserve"> </w:t>
      </w:r>
      <w:r w:rsidR="005F18B7" w:rsidRPr="00991D89">
        <w:rPr>
          <w:rFonts w:eastAsiaTheme="minorHAnsi"/>
          <w:sz w:val="28"/>
          <w:szCs w:val="28"/>
          <w:lang w:eastAsia="en-US"/>
        </w:rPr>
        <w:t>многолетнюю плодотворную работу по обучению и воспитанию подраста</w:t>
      </w:r>
      <w:r w:rsidR="005F18B7" w:rsidRPr="00991D89">
        <w:rPr>
          <w:rFonts w:eastAsiaTheme="minorHAnsi"/>
          <w:sz w:val="28"/>
          <w:szCs w:val="28"/>
          <w:lang w:eastAsia="en-US"/>
        </w:rPr>
        <w:t>ю</w:t>
      </w:r>
      <w:r w:rsidR="005F18B7" w:rsidRPr="00991D89">
        <w:rPr>
          <w:rFonts w:eastAsiaTheme="minorHAnsi"/>
          <w:sz w:val="28"/>
          <w:szCs w:val="28"/>
          <w:lang w:eastAsia="en-US"/>
        </w:rPr>
        <w:t>щего поколения Ярославской области Майорову Светлану Геннадьевну – д</w:t>
      </w:r>
      <w:r w:rsidR="005F18B7" w:rsidRPr="00991D89">
        <w:rPr>
          <w:rFonts w:eastAsiaTheme="minorHAnsi"/>
          <w:sz w:val="28"/>
          <w:szCs w:val="28"/>
          <w:lang w:eastAsia="en-US"/>
        </w:rPr>
        <w:t>и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ректора муниципального образовательного учреждения </w:t>
      </w:r>
      <w:proofErr w:type="spellStart"/>
      <w:r w:rsidR="005F18B7" w:rsidRPr="00991D89">
        <w:rPr>
          <w:rFonts w:eastAsiaTheme="minorHAnsi"/>
          <w:sz w:val="28"/>
          <w:szCs w:val="28"/>
          <w:lang w:eastAsia="en-US"/>
        </w:rPr>
        <w:t>Берендеевск</w:t>
      </w:r>
      <w:r w:rsidR="005E267C" w:rsidRPr="00991D89">
        <w:rPr>
          <w:rFonts w:eastAsiaTheme="minorHAnsi"/>
          <w:sz w:val="28"/>
          <w:szCs w:val="28"/>
          <w:lang w:eastAsia="en-US"/>
        </w:rPr>
        <w:t>ая</w:t>
      </w:r>
      <w:proofErr w:type="spellEnd"/>
      <w:r w:rsidR="005E267C" w:rsidRPr="00991D89">
        <w:rPr>
          <w:rFonts w:eastAsiaTheme="minorHAnsi"/>
          <w:sz w:val="28"/>
          <w:szCs w:val="28"/>
          <w:lang w:eastAsia="en-US"/>
        </w:rPr>
        <w:t xml:space="preserve"> </w:t>
      </w:r>
      <w:r w:rsidR="005F18B7" w:rsidRPr="00991D89">
        <w:rPr>
          <w:rFonts w:eastAsiaTheme="minorHAnsi"/>
          <w:sz w:val="28"/>
          <w:szCs w:val="28"/>
          <w:lang w:eastAsia="en-US"/>
        </w:rPr>
        <w:t>сре</w:t>
      </w:r>
      <w:r w:rsidR="005F18B7" w:rsidRPr="00991D89">
        <w:rPr>
          <w:rFonts w:eastAsiaTheme="minorHAnsi"/>
          <w:sz w:val="28"/>
          <w:szCs w:val="28"/>
          <w:lang w:eastAsia="en-US"/>
        </w:rPr>
        <w:t>д</w:t>
      </w:r>
      <w:r w:rsidR="005F18B7" w:rsidRPr="00991D89">
        <w:rPr>
          <w:rFonts w:eastAsiaTheme="minorHAnsi"/>
          <w:sz w:val="28"/>
          <w:szCs w:val="28"/>
          <w:lang w:eastAsia="en-US"/>
        </w:rPr>
        <w:t>н</w:t>
      </w:r>
      <w:r w:rsidR="005E267C" w:rsidRPr="00991D89">
        <w:rPr>
          <w:rFonts w:eastAsiaTheme="minorHAnsi"/>
          <w:sz w:val="28"/>
          <w:szCs w:val="28"/>
          <w:lang w:eastAsia="en-US"/>
        </w:rPr>
        <w:t>яя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 школ</w:t>
      </w:r>
      <w:r w:rsidR="005E267C" w:rsidRPr="00991D89">
        <w:rPr>
          <w:rFonts w:eastAsiaTheme="minorHAnsi"/>
          <w:sz w:val="28"/>
          <w:szCs w:val="28"/>
          <w:lang w:eastAsia="en-US"/>
        </w:rPr>
        <w:t>а</w:t>
      </w:r>
      <w:r w:rsidR="005F18B7" w:rsidRPr="00991D89">
        <w:rPr>
          <w:rFonts w:eastAsiaTheme="minorHAnsi"/>
          <w:sz w:val="28"/>
          <w:szCs w:val="28"/>
          <w:lang w:eastAsia="en-US"/>
        </w:rPr>
        <w:t xml:space="preserve"> городского округа г.</w:t>
      </w:r>
      <w:r w:rsidR="003B7616" w:rsidRPr="00991D89">
        <w:rPr>
          <w:rFonts w:eastAsiaTheme="minorHAnsi"/>
          <w:sz w:val="28"/>
          <w:szCs w:val="28"/>
          <w:lang w:eastAsia="en-US"/>
        </w:rPr>
        <w:t xml:space="preserve"> </w:t>
      </w:r>
      <w:r w:rsidR="005F18B7" w:rsidRPr="00991D89">
        <w:rPr>
          <w:rFonts w:eastAsiaTheme="minorHAnsi"/>
          <w:sz w:val="28"/>
          <w:szCs w:val="28"/>
          <w:lang w:eastAsia="en-US"/>
        </w:rPr>
        <w:t>Переславл</w:t>
      </w:r>
      <w:r w:rsidR="002E0D5A" w:rsidRPr="00991D89">
        <w:rPr>
          <w:rFonts w:eastAsiaTheme="minorHAnsi"/>
          <w:sz w:val="28"/>
          <w:szCs w:val="28"/>
          <w:lang w:eastAsia="en-US"/>
        </w:rPr>
        <w:t>ь</w:t>
      </w:r>
      <w:r w:rsidR="005F18B7" w:rsidRPr="00991D89">
        <w:rPr>
          <w:rFonts w:eastAsiaTheme="minorHAnsi"/>
          <w:sz w:val="28"/>
          <w:szCs w:val="28"/>
          <w:lang w:eastAsia="en-US"/>
        </w:rPr>
        <w:t>-Залесский.</w:t>
      </w:r>
      <w:r w:rsidR="004B5C95" w:rsidRPr="00991D89">
        <w:rPr>
          <w:sz w:val="28"/>
          <w:szCs w:val="28"/>
        </w:rPr>
        <w:t xml:space="preserve"> </w:t>
      </w:r>
    </w:p>
    <w:p w:rsidR="005F18B7" w:rsidRPr="00991D89" w:rsidRDefault="005F18B7" w:rsidP="00991D89">
      <w:pPr>
        <w:tabs>
          <w:tab w:val="left" w:pos="-1418"/>
        </w:tabs>
        <w:rPr>
          <w:rFonts w:eastAsiaTheme="minorHAnsi"/>
          <w:sz w:val="28"/>
          <w:szCs w:val="28"/>
          <w:lang w:eastAsia="en-US"/>
        </w:rPr>
      </w:pPr>
      <w:r w:rsidRPr="00991D89">
        <w:rPr>
          <w:sz w:val="28"/>
          <w:szCs w:val="28"/>
        </w:rPr>
        <w:t xml:space="preserve">27. Наградить Почетной грамотой Ярославской областной Думы за </w:t>
      </w:r>
      <w:r w:rsidRPr="00991D89">
        <w:rPr>
          <w:rFonts w:eastAsiaTheme="minorHAnsi"/>
          <w:sz w:val="28"/>
          <w:szCs w:val="28"/>
          <w:lang w:eastAsia="en-US"/>
        </w:rPr>
        <w:t>многолетнюю плодотворную работу по обучению и воспитанию подраста</w:t>
      </w:r>
      <w:r w:rsidRPr="00991D89">
        <w:rPr>
          <w:rFonts w:eastAsiaTheme="minorHAnsi"/>
          <w:sz w:val="28"/>
          <w:szCs w:val="28"/>
          <w:lang w:eastAsia="en-US"/>
        </w:rPr>
        <w:t>ю</w:t>
      </w:r>
      <w:r w:rsidRPr="00991D89">
        <w:rPr>
          <w:rFonts w:eastAsiaTheme="minorHAnsi"/>
          <w:sz w:val="28"/>
          <w:szCs w:val="28"/>
          <w:lang w:eastAsia="en-US"/>
        </w:rPr>
        <w:t xml:space="preserve">щего поколения Ярославской области 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Ситникову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 xml:space="preserve"> Елену Владимировну – учителя начальных классов муниципального образовательного учреждения 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Берендеевск</w:t>
      </w:r>
      <w:r w:rsidR="005E267C" w:rsidRPr="00991D89">
        <w:rPr>
          <w:rFonts w:eastAsiaTheme="minorHAnsi"/>
          <w:sz w:val="28"/>
          <w:szCs w:val="28"/>
          <w:lang w:eastAsia="en-US"/>
        </w:rPr>
        <w:t>ая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 xml:space="preserve"> средн</w:t>
      </w:r>
      <w:r w:rsidR="00CE56E7">
        <w:rPr>
          <w:rFonts w:eastAsiaTheme="minorHAnsi"/>
          <w:sz w:val="28"/>
          <w:szCs w:val="28"/>
          <w:lang w:eastAsia="en-US"/>
        </w:rPr>
        <w:t>яя</w:t>
      </w:r>
      <w:r w:rsidRPr="00991D89">
        <w:rPr>
          <w:rFonts w:eastAsiaTheme="minorHAnsi"/>
          <w:sz w:val="28"/>
          <w:szCs w:val="28"/>
          <w:lang w:eastAsia="en-US"/>
        </w:rPr>
        <w:t xml:space="preserve"> школ</w:t>
      </w:r>
      <w:r w:rsidR="005E267C" w:rsidRPr="00991D89">
        <w:rPr>
          <w:rFonts w:eastAsiaTheme="minorHAnsi"/>
          <w:sz w:val="28"/>
          <w:szCs w:val="28"/>
          <w:lang w:eastAsia="en-US"/>
        </w:rPr>
        <w:t>а</w:t>
      </w:r>
      <w:r w:rsidRPr="00991D89">
        <w:rPr>
          <w:rFonts w:eastAsiaTheme="minorHAnsi"/>
          <w:sz w:val="28"/>
          <w:szCs w:val="28"/>
          <w:lang w:eastAsia="en-US"/>
        </w:rPr>
        <w:t xml:space="preserve"> городского округа г. Переславль-Залесский.</w:t>
      </w:r>
    </w:p>
    <w:p w:rsidR="005F18B7" w:rsidRPr="00991D89" w:rsidRDefault="005F18B7" w:rsidP="00991D89">
      <w:pPr>
        <w:tabs>
          <w:tab w:val="left" w:pos="-1418"/>
        </w:tabs>
        <w:rPr>
          <w:rFonts w:eastAsiaTheme="minorHAnsi"/>
          <w:sz w:val="28"/>
          <w:szCs w:val="28"/>
          <w:lang w:eastAsia="en-US"/>
        </w:rPr>
      </w:pPr>
      <w:r w:rsidRPr="00991D89">
        <w:rPr>
          <w:sz w:val="28"/>
          <w:szCs w:val="28"/>
        </w:rPr>
        <w:t xml:space="preserve">28. Наградить Почетной грамотой Ярославской областной Думы за </w:t>
      </w:r>
      <w:r w:rsidRPr="00991D89">
        <w:rPr>
          <w:rFonts w:eastAsiaTheme="minorHAnsi"/>
          <w:sz w:val="28"/>
          <w:szCs w:val="28"/>
          <w:lang w:eastAsia="en-US"/>
        </w:rPr>
        <w:t>многолетнюю плодотворную работу по обучению и воспитанию подраста</w:t>
      </w:r>
      <w:r w:rsidRPr="00991D89">
        <w:rPr>
          <w:rFonts w:eastAsiaTheme="minorHAnsi"/>
          <w:sz w:val="28"/>
          <w:szCs w:val="28"/>
          <w:lang w:eastAsia="en-US"/>
        </w:rPr>
        <w:t>ю</w:t>
      </w:r>
      <w:r w:rsidRPr="00991D89">
        <w:rPr>
          <w:rFonts w:eastAsiaTheme="minorHAnsi"/>
          <w:sz w:val="28"/>
          <w:szCs w:val="28"/>
          <w:lang w:eastAsia="en-US"/>
        </w:rPr>
        <w:t xml:space="preserve">щего поколения Ярославской области Иващенко Эллу 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Аниновну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 xml:space="preserve"> – учителя английского языка муниципального общеобразовательного</w:t>
      </w:r>
      <w:r w:rsidR="005E267C" w:rsidRPr="00991D89">
        <w:rPr>
          <w:rFonts w:eastAsiaTheme="minorHAnsi"/>
          <w:sz w:val="28"/>
          <w:szCs w:val="28"/>
          <w:lang w:eastAsia="en-US"/>
        </w:rPr>
        <w:t xml:space="preserve"> учреждения См</w:t>
      </w:r>
      <w:r w:rsidR="005E267C" w:rsidRPr="00991D89">
        <w:rPr>
          <w:rFonts w:eastAsiaTheme="minorHAnsi"/>
          <w:sz w:val="28"/>
          <w:szCs w:val="28"/>
          <w:lang w:eastAsia="en-US"/>
        </w:rPr>
        <w:t>о</w:t>
      </w:r>
      <w:r w:rsidR="005E267C" w:rsidRPr="00991D89">
        <w:rPr>
          <w:rFonts w:eastAsiaTheme="minorHAnsi"/>
          <w:sz w:val="28"/>
          <w:szCs w:val="28"/>
          <w:lang w:eastAsia="en-US"/>
        </w:rPr>
        <w:t>ленская основная школа городского округа г. Переславль-Залесский</w:t>
      </w:r>
      <w:r w:rsidRPr="00991D89">
        <w:rPr>
          <w:rFonts w:eastAsiaTheme="minorHAnsi"/>
          <w:sz w:val="28"/>
          <w:szCs w:val="28"/>
          <w:lang w:eastAsia="en-US"/>
        </w:rPr>
        <w:t>.</w:t>
      </w:r>
    </w:p>
    <w:p w:rsidR="005F18B7" w:rsidRPr="00991D89" w:rsidRDefault="005F18B7" w:rsidP="00991D89">
      <w:pPr>
        <w:tabs>
          <w:tab w:val="left" w:pos="-1418"/>
        </w:tabs>
        <w:rPr>
          <w:rFonts w:eastAsiaTheme="minorHAnsi"/>
          <w:sz w:val="28"/>
          <w:szCs w:val="28"/>
          <w:lang w:eastAsia="en-US"/>
        </w:rPr>
      </w:pPr>
      <w:r w:rsidRPr="00991D89">
        <w:rPr>
          <w:sz w:val="28"/>
          <w:szCs w:val="28"/>
        </w:rPr>
        <w:lastRenderedPageBreak/>
        <w:t xml:space="preserve">29. Наградить Почетной грамотой Ярославской областной Думы за </w:t>
      </w:r>
      <w:r w:rsidRPr="00991D89">
        <w:rPr>
          <w:rFonts w:eastAsiaTheme="minorHAnsi"/>
          <w:sz w:val="28"/>
          <w:szCs w:val="28"/>
          <w:lang w:eastAsia="en-US"/>
        </w:rPr>
        <w:t>многолетнюю плодотворную работу по обучению и воспитанию подраста</w:t>
      </w:r>
      <w:r w:rsidRPr="00991D89">
        <w:rPr>
          <w:rFonts w:eastAsiaTheme="minorHAnsi"/>
          <w:sz w:val="28"/>
          <w:szCs w:val="28"/>
          <w:lang w:eastAsia="en-US"/>
        </w:rPr>
        <w:t>ю</w:t>
      </w:r>
      <w:r w:rsidRPr="00991D89">
        <w:rPr>
          <w:rFonts w:eastAsiaTheme="minorHAnsi"/>
          <w:sz w:val="28"/>
          <w:szCs w:val="28"/>
          <w:lang w:eastAsia="en-US"/>
        </w:rPr>
        <w:t>щего поколения Ярославской области Воробь</w:t>
      </w:r>
      <w:r w:rsidR="002E0D5A" w:rsidRPr="00991D89">
        <w:rPr>
          <w:rFonts w:eastAsiaTheme="minorHAnsi"/>
          <w:sz w:val="28"/>
          <w:szCs w:val="28"/>
          <w:lang w:eastAsia="en-US"/>
        </w:rPr>
        <w:t>ё</w:t>
      </w:r>
      <w:r w:rsidRPr="00991D89">
        <w:rPr>
          <w:rFonts w:eastAsiaTheme="minorHAnsi"/>
          <w:sz w:val="28"/>
          <w:szCs w:val="28"/>
          <w:lang w:eastAsia="en-US"/>
        </w:rPr>
        <w:t>ва Николая Сергеевича – уч</w:t>
      </w:r>
      <w:r w:rsidRPr="00991D89">
        <w:rPr>
          <w:rFonts w:eastAsiaTheme="minorHAnsi"/>
          <w:sz w:val="28"/>
          <w:szCs w:val="28"/>
          <w:lang w:eastAsia="en-US"/>
        </w:rPr>
        <w:t>и</w:t>
      </w:r>
      <w:r w:rsidRPr="00991D89">
        <w:rPr>
          <w:rFonts w:eastAsiaTheme="minorHAnsi"/>
          <w:sz w:val="28"/>
          <w:szCs w:val="28"/>
          <w:lang w:eastAsia="en-US"/>
        </w:rPr>
        <w:t>теля физической культуры муниципального общеобразовательного учрежд</w:t>
      </w:r>
      <w:r w:rsidRPr="00991D89">
        <w:rPr>
          <w:rFonts w:eastAsiaTheme="minorHAnsi"/>
          <w:sz w:val="28"/>
          <w:szCs w:val="28"/>
          <w:lang w:eastAsia="en-US"/>
        </w:rPr>
        <w:t>е</w:t>
      </w:r>
      <w:r w:rsidRPr="00991D89">
        <w:rPr>
          <w:rFonts w:eastAsiaTheme="minorHAnsi"/>
          <w:sz w:val="28"/>
          <w:szCs w:val="28"/>
          <w:lang w:eastAsia="en-US"/>
        </w:rPr>
        <w:t xml:space="preserve">ния 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Нагорьевск</w:t>
      </w:r>
      <w:r w:rsidR="005E267C" w:rsidRPr="00991D89">
        <w:rPr>
          <w:rFonts w:eastAsiaTheme="minorHAnsi"/>
          <w:sz w:val="28"/>
          <w:szCs w:val="28"/>
          <w:lang w:eastAsia="en-US"/>
        </w:rPr>
        <w:t>ая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 xml:space="preserve"> средн</w:t>
      </w:r>
      <w:r w:rsidR="005E267C" w:rsidRPr="00991D89">
        <w:rPr>
          <w:rFonts w:eastAsiaTheme="minorHAnsi"/>
          <w:sz w:val="28"/>
          <w:szCs w:val="28"/>
          <w:lang w:eastAsia="en-US"/>
        </w:rPr>
        <w:t>яя</w:t>
      </w:r>
      <w:r w:rsidRPr="00991D89">
        <w:rPr>
          <w:rFonts w:eastAsiaTheme="minorHAnsi"/>
          <w:sz w:val="28"/>
          <w:szCs w:val="28"/>
          <w:lang w:eastAsia="en-US"/>
        </w:rPr>
        <w:t xml:space="preserve"> школ</w:t>
      </w:r>
      <w:r w:rsidR="005E267C" w:rsidRPr="00991D89">
        <w:rPr>
          <w:rFonts w:eastAsiaTheme="minorHAnsi"/>
          <w:sz w:val="28"/>
          <w:szCs w:val="28"/>
          <w:lang w:eastAsia="en-US"/>
        </w:rPr>
        <w:t>а</w:t>
      </w:r>
      <w:r w:rsidRPr="00991D89">
        <w:rPr>
          <w:rFonts w:eastAsiaTheme="minorHAnsi"/>
          <w:sz w:val="28"/>
          <w:szCs w:val="28"/>
          <w:lang w:eastAsia="en-US"/>
        </w:rPr>
        <w:t xml:space="preserve"> городского округа г. Переславль-Залесский.</w:t>
      </w:r>
    </w:p>
    <w:p w:rsidR="005F18B7" w:rsidRPr="00991D89" w:rsidRDefault="005F18B7" w:rsidP="00991D89">
      <w:pPr>
        <w:tabs>
          <w:tab w:val="left" w:pos="-1418"/>
        </w:tabs>
        <w:rPr>
          <w:rFonts w:eastAsiaTheme="minorHAnsi"/>
          <w:sz w:val="28"/>
          <w:szCs w:val="28"/>
          <w:lang w:eastAsia="en-US"/>
        </w:rPr>
      </w:pPr>
      <w:r w:rsidRPr="00991D89">
        <w:rPr>
          <w:rFonts w:eastAsiaTheme="minorHAnsi"/>
          <w:sz w:val="28"/>
          <w:szCs w:val="28"/>
          <w:lang w:eastAsia="en-US"/>
        </w:rPr>
        <w:t xml:space="preserve">30. </w:t>
      </w:r>
      <w:r w:rsidRPr="00991D89">
        <w:rPr>
          <w:sz w:val="28"/>
          <w:szCs w:val="28"/>
        </w:rPr>
        <w:t xml:space="preserve">Наградить Почетной грамотой Ярославской областной Думы за </w:t>
      </w:r>
      <w:r w:rsidRPr="00991D89">
        <w:rPr>
          <w:rFonts w:eastAsiaTheme="minorHAnsi"/>
          <w:sz w:val="28"/>
          <w:szCs w:val="28"/>
          <w:lang w:eastAsia="en-US"/>
        </w:rPr>
        <w:t>многолетнюю плодотворную работу по обучению и воспитанию подраста</w:t>
      </w:r>
      <w:r w:rsidRPr="00991D89">
        <w:rPr>
          <w:rFonts w:eastAsiaTheme="minorHAnsi"/>
          <w:sz w:val="28"/>
          <w:szCs w:val="28"/>
          <w:lang w:eastAsia="en-US"/>
        </w:rPr>
        <w:t>ю</w:t>
      </w:r>
      <w:r w:rsidRPr="00991D89">
        <w:rPr>
          <w:rFonts w:eastAsiaTheme="minorHAnsi"/>
          <w:sz w:val="28"/>
          <w:szCs w:val="28"/>
          <w:lang w:eastAsia="en-US"/>
        </w:rPr>
        <w:t xml:space="preserve">щего поколения Ярославской области </w:t>
      </w:r>
      <w:proofErr w:type="spellStart"/>
      <w:r w:rsidRPr="00991D89">
        <w:rPr>
          <w:sz w:val="28"/>
          <w:szCs w:val="28"/>
        </w:rPr>
        <w:t>Крайнову</w:t>
      </w:r>
      <w:proofErr w:type="spellEnd"/>
      <w:r w:rsidRPr="00991D89">
        <w:rPr>
          <w:sz w:val="28"/>
          <w:szCs w:val="28"/>
        </w:rPr>
        <w:t xml:space="preserve"> Ларису Евгеньевну – главн</w:t>
      </w:r>
      <w:r w:rsidRPr="00991D89">
        <w:rPr>
          <w:sz w:val="28"/>
          <w:szCs w:val="28"/>
        </w:rPr>
        <w:t>о</w:t>
      </w:r>
      <w:r w:rsidRPr="00991D89">
        <w:rPr>
          <w:sz w:val="28"/>
          <w:szCs w:val="28"/>
        </w:rPr>
        <w:t xml:space="preserve">го бухгалтера муниципального общеобразовательного учреждения </w:t>
      </w:r>
      <w:proofErr w:type="spellStart"/>
      <w:r w:rsidRPr="00991D89">
        <w:rPr>
          <w:sz w:val="28"/>
          <w:szCs w:val="28"/>
        </w:rPr>
        <w:t>Нагорье</w:t>
      </w:r>
      <w:r w:rsidRPr="00991D89">
        <w:rPr>
          <w:sz w:val="28"/>
          <w:szCs w:val="28"/>
        </w:rPr>
        <w:t>в</w:t>
      </w:r>
      <w:r w:rsidRPr="00991D89">
        <w:rPr>
          <w:sz w:val="28"/>
          <w:szCs w:val="28"/>
        </w:rPr>
        <w:t>ск</w:t>
      </w:r>
      <w:r w:rsidR="005E267C" w:rsidRPr="00991D89">
        <w:rPr>
          <w:sz w:val="28"/>
          <w:szCs w:val="28"/>
        </w:rPr>
        <w:t>ая</w:t>
      </w:r>
      <w:proofErr w:type="spellEnd"/>
      <w:r w:rsidRPr="00991D89">
        <w:rPr>
          <w:sz w:val="28"/>
          <w:szCs w:val="28"/>
        </w:rPr>
        <w:t xml:space="preserve"> средн</w:t>
      </w:r>
      <w:r w:rsidR="005E267C" w:rsidRPr="00991D89">
        <w:rPr>
          <w:sz w:val="28"/>
          <w:szCs w:val="28"/>
        </w:rPr>
        <w:t>яя</w:t>
      </w:r>
      <w:r w:rsidRPr="00991D89">
        <w:rPr>
          <w:sz w:val="28"/>
          <w:szCs w:val="28"/>
        </w:rPr>
        <w:t xml:space="preserve"> школ</w:t>
      </w:r>
      <w:r w:rsidR="005E267C" w:rsidRPr="00991D89">
        <w:rPr>
          <w:sz w:val="28"/>
          <w:szCs w:val="28"/>
        </w:rPr>
        <w:t>а</w:t>
      </w:r>
      <w:r w:rsidRPr="00991D89">
        <w:rPr>
          <w:rFonts w:eastAsiaTheme="minorHAnsi"/>
          <w:sz w:val="28"/>
          <w:szCs w:val="28"/>
          <w:lang w:eastAsia="en-US"/>
        </w:rPr>
        <w:t xml:space="preserve"> </w:t>
      </w:r>
      <w:r w:rsidR="005E267C" w:rsidRPr="00991D89">
        <w:rPr>
          <w:rFonts w:eastAsiaTheme="minorHAnsi"/>
          <w:sz w:val="28"/>
          <w:szCs w:val="28"/>
          <w:lang w:eastAsia="en-US"/>
        </w:rPr>
        <w:t xml:space="preserve">городского округа </w:t>
      </w:r>
      <w:r w:rsidRPr="00991D89">
        <w:rPr>
          <w:rFonts w:eastAsiaTheme="minorHAnsi"/>
          <w:sz w:val="28"/>
          <w:szCs w:val="28"/>
          <w:lang w:eastAsia="en-US"/>
        </w:rPr>
        <w:t>г. Переславль-Залесский.</w:t>
      </w:r>
    </w:p>
    <w:p w:rsidR="005F18B7" w:rsidRPr="00991D89" w:rsidRDefault="005F18B7" w:rsidP="00991D89">
      <w:pPr>
        <w:autoSpaceDE w:val="0"/>
        <w:autoSpaceDN w:val="0"/>
        <w:adjustRightInd w:val="0"/>
        <w:rPr>
          <w:sz w:val="28"/>
          <w:szCs w:val="28"/>
        </w:rPr>
      </w:pPr>
      <w:r w:rsidRPr="00991D89">
        <w:rPr>
          <w:rFonts w:eastAsiaTheme="minorHAnsi"/>
          <w:sz w:val="28"/>
          <w:szCs w:val="28"/>
          <w:lang w:eastAsia="en-US"/>
        </w:rPr>
        <w:t xml:space="preserve">31. </w:t>
      </w:r>
      <w:r w:rsidRPr="00991D89">
        <w:rPr>
          <w:sz w:val="28"/>
          <w:szCs w:val="28"/>
        </w:rPr>
        <w:t xml:space="preserve">Наградить Почетной грамотой Ярославской областной Думы за </w:t>
      </w:r>
      <w:r w:rsidRPr="00991D89">
        <w:rPr>
          <w:rFonts w:eastAsiaTheme="minorHAnsi"/>
          <w:sz w:val="28"/>
          <w:szCs w:val="28"/>
          <w:lang w:eastAsia="en-US"/>
        </w:rPr>
        <w:t>многолетний добросовестный труд в сельскохозяйственном производстве</w:t>
      </w:r>
      <w:r w:rsidRPr="00991D89">
        <w:rPr>
          <w:rFonts w:eastAsiaTheme="minorHAnsi"/>
          <w:sz w:val="28"/>
          <w:szCs w:val="28"/>
          <w:lang w:eastAsia="en-US"/>
        </w:rPr>
        <w:t>н</w:t>
      </w:r>
      <w:r w:rsidRPr="00991D89">
        <w:rPr>
          <w:rFonts w:eastAsiaTheme="minorHAnsi"/>
          <w:sz w:val="28"/>
          <w:szCs w:val="28"/>
          <w:lang w:eastAsia="en-US"/>
        </w:rPr>
        <w:t xml:space="preserve">ном кооперативе (колхозе) «Новый путь» Борисоглебского </w:t>
      </w:r>
      <w:r w:rsidR="003561FD"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Pr="00991D89">
        <w:rPr>
          <w:rFonts w:eastAsiaTheme="minorHAnsi"/>
          <w:sz w:val="28"/>
          <w:szCs w:val="28"/>
          <w:lang w:eastAsia="en-US"/>
        </w:rPr>
        <w:t>района Коромыслова Вячеслава Геннадьевича – водителя.</w:t>
      </w:r>
      <w:r w:rsidRPr="00991D89">
        <w:rPr>
          <w:sz w:val="28"/>
          <w:szCs w:val="28"/>
        </w:rPr>
        <w:t xml:space="preserve"> </w:t>
      </w:r>
    </w:p>
    <w:p w:rsidR="005F18B7" w:rsidRPr="00991D89" w:rsidRDefault="005F18B7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 xml:space="preserve">32. Наградить Почетной грамотой Ярославской областной Думы за </w:t>
      </w:r>
      <w:r w:rsidRPr="00991D89">
        <w:rPr>
          <w:rFonts w:eastAsiaTheme="minorHAnsi"/>
          <w:sz w:val="28"/>
          <w:szCs w:val="28"/>
          <w:lang w:eastAsia="en-US"/>
        </w:rPr>
        <w:t>многолетний добросовестный труд в сельскохозяйственном производстве</w:t>
      </w:r>
      <w:r w:rsidRPr="00991D89">
        <w:rPr>
          <w:rFonts w:eastAsiaTheme="minorHAnsi"/>
          <w:sz w:val="28"/>
          <w:szCs w:val="28"/>
          <w:lang w:eastAsia="en-US"/>
        </w:rPr>
        <w:t>н</w:t>
      </w:r>
      <w:r w:rsidRPr="00991D89">
        <w:rPr>
          <w:rFonts w:eastAsiaTheme="minorHAnsi"/>
          <w:sz w:val="28"/>
          <w:szCs w:val="28"/>
          <w:lang w:eastAsia="en-US"/>
        </w:rPr>
        <w:t xml:space="preserve">ном кооперативе (колхозе) «Новый путь» Борисоглебского муниципального района 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Тукташову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 xml:space="preserve"> Валентину Николаевну – бригадира животноводства.</w:t>
      </w:r>
    </w:p>
    <w:p w:rsidR="005F18B7" w:rsidRPr="00991D89" w:rsidRDefault="005F18B7" w:rsidP="00991D89">
      <w:pPr>
        <w:autoSpaceDE w:val="0"/>
        <w:autoSpaceDN w:val="0"/>
        <w:adjustRightInd w:val="0"/>
        <w:rPr>
          <w:sz w:val="28"/>
          <w:szCs w:val="28"/>
        </w:rPr>
      </w:pPr>
      <w:r w:rsidRPr="00991D89">
        <w:rPr>
          <w:sz w:val="28"/>
          <w:szCs w:val="28"/>
        </w:rPr>
        <w:t>33. Наградить Почетной грамотой Ярославской областной Думы за</w:t>
      </w:r>
      <w:r w:rsidRPr="00991D89">
        <w:rPr>
          <w:rFonts w:eastAsiaTheme="minorHAnsi"/>
          <w:sz w:val="28"/>
          <w:szCs w:val="28"/>
          <w:lang w:eastAsia="en-US"/>
        </w:rPr>
        <w:t xml:space="preserve"> особые достижения в обеспечении социального и культурного развития Яр</w:t>
      </w:r>
      <w:r w:rsidRPr="00991D89">
        <w:rPr>
          <w:rFonts w:eastAsiaTheme="minorHAnsi"/>
          <w:sz w:val="28"/>
          <w:szCs w:val="28"/>
          <w:lang w:eastAsia="en-US"/>
        </w:rPr>
        <w:t>о</w:t>
      </w:r>
      <w:r w:rsidRPr="00991D89">
        <w:rPr>
          <w:rFonts w:eastAsiaTheme="minorHAnsi"/>
          <w:sz w:val="28"/>
          <w:szCs w:val="28"/>
          <w:lang w:eastAsia="en-US"/>
        </w:rPr>
        <w:t xml:space="preserve">славской области и в связи с празднованием 30-летия Народного ансамбля бального танца «Шарм» 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Пашлакову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 xml:space="preserve"> Марину Ивановну </w:t>
      </w:r>
      <w:r w:rsidR="002E0D5A" w:rsidRPr="00991D89">
        <w:rPr>
          <w:rFonts w:eastAsiaTheme="minorHAnsi"/>
          <w:sz w:val="28"/>
          <w:szCs w:val="28"/>
          <w:lang w:eastAsia="en-US"/>
        </w:rPr>
        <w:t xml:space="preserve">– </w:t>
      </w:r>
      <w:r w:rsidRPr="00991D89">
        <w:rPr>
          <w:rFonts w:eastAsiaTheme="minorHAnsi"/>
          <w:sz w:val="28"/>
          <w:szCs w:val="28"/>
          <w:lang w:eastAsia="en-US"/>
        </w:rPr>
        <w:t>педагога дополн</w:t>
      </w:r>
      <w:r w:rsidRPr="00991D89">
        <w:rPr>
          <w:rFonts w:eastAsiaTheme="minorHAnsi"/>
          <w:sz w:val="28"/>
          <w:szCs w:val="28"/>
          <w:lang w:eastAsia="en-US"/>
        </w:rPr>
        <w:t>и</w:t>
      </w:r>
      <w:r w:rsidRPr="00991D89">
        <w:rPr>
          <w:rFonts w:eastAsiaTheme="minorHAnsi"/>
          <w:sz w:val="28"/>
          <w:szCs w:val="28"/>
          <w:lang w:eastAsia="en-US"/>
        </w:rPr>
        <w:t>тельного образования муниципального учреждения дополнительного образ</w:t>
      </w:r>
      <w:r w:rsidRPr="00991D89">
        <w:rPr>
          <w:rFonts w:eastAsiaTheme="minorHAnsi"/>
          <w:sz w:val="28"/>
          <w:szCs w:val="28"/>
          <w:lang w:eastAsia="en-US"/>
        </w:rPr>
        <w:t>о</w:t>
      </w:r>
      <w:r w:rsidRPr="00991D89">
        <w:rPr>
          <w:rFonts w:eastAsiaTheme="minorHAnsi"/>
          <w:sz w:val="28"/>
          <w:szCs w:val="28"/>
          <w:lang w:eastAsia="en-US"/>
        </w:rPr>
        <w:t>вания «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Ювента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>» г. Переславл</w:t>
      </w:r>
      <w:r w:rsidR="002E0D5A" w:rsidRPr="00991D89">
        <w:rPr>
          <w:rFonts w:eastAsiaTheme="minorHAnsi"/>
          <w:sz w:val="28"/>
          <w:szCs w:val="28"/>
          <w:lang w:eastAsia="en-US"/>
        </w:rPr>
        <w:t>я</w:t>
      </w:r>
      <w:r w:rsidRPr="00991D89">
        <w:rPr>
          <w:rFonts w:eastAsiaTheme="minorHAnsi"/>
          <w:sz w:val="28"/>
          <w:szCs w:val="28"/>
          <w:lang w:eastAsia="en-US"/>
        </w:rPr>
        <w:t>-Залесск</w:t>
      </w:r>
      <w:r w:rsidR="002E0D5A" w:rsidRPr="00991D89">
        <w:rPr>
          <w:rFonts w:eastAsiaTheme="minorHAnsi"/>
          <w:sz w:val="28"/>
          <w:szCs w:val="28"/>
          <w:lang w:eastAsia="en-US"/>
        </w:rPr>
        <w:t>ого</w:t>
      </w:r>
      <w:r w:rsidRPr="00991D89">
        <w:rPr>
          <w:rFonts w:eastAsiaTheme="minorHAnsi"/>
          <w:sz w:val="28"/>
          <w:szCs w:val="28"/>
          <w:lang w:eastAsia="en-US"/>
        </w:rPr>
        <w:t>.</w:t>
      </w:r>
    </w:p>
    <w:p w:rsidR="005F18B7" w:rsidRPr="00991D89" w:rsidRDefault="005F18B7" w:rsidP="00991D89">
      <w:pPr>
        <w:tabs>
          <w:tab w:val="left" w:pos="-1418"/>
        </w:tabs>
        <w:rPr>
          <w:rFonts w:eastAsiaTheme="minorHAnsi"/>
          <w:sz w:val="28"/>
          <w:szCs w:val="28"/>
          <w:lang w:eastAsia="en-US"/>
        </w:rPr>
      </w:pPr>
      <w:r w:rsidRPr="00991D89">
        <w:rPr>
          <w:sz w:val="28"/>
          <w:szCs w:val="28"/>
        </w:rPr>
        <w:t>34. Наградить Почетной грамотой Ярославской областной Думы за</w:t>
      </w:r>
      <w:r w:rsidRPr="00991D89">
        <w:rPr>
          <w:rFonts w:eastAsiaTheme="minorHAnsi"/>
          <w:sz w:val="28"/>
          <w:szCs w:val="28"/>
          <w:lang w:eastAsia="en-US"/>
        </w:rPr>
        <w:t xml:space="preserve"> особые достижения в обеспечении социального и культурного развития Яр</w:t>
      </w:r>
      <w:r w:rsidRPr="00991D89">
        <w:rPr>
          <w:rFonts w:eastAsiaTheme="minorHAnsi"/>
          <w:sz w:val="28"/>
          <w:szCs w:val="28"/>
          <w:lang w:eastAsia="en-US"/>
        </w:rPr>
        <w:t>о</w:t>
      </w:r>
      <w:r w:rsidRPr="00991D89">
        <w:rPr>
          <w:rFonts w:eastAsiaTheme="minorHAnsi"/>
          <w:sz w:val="28"/>
          <w:szCs w:val="28"/>
          <w:lang w:eastAsia="en-US"/>
        </w:rPr>
        <w:t xml:space="preserve">славской области и в связи с празднованием 30-летия Народного ансамбля бального танца «Шарм» 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Сытову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 xml:space="preserve"> Екатерину Александровну </w:t>
      </w:r>
      <w:r w:rsidR="002E0D5A" w:rsidRPr="00991D89">
        <w:rPr>
          <w:rFonts w:eastAsiaTheme="minorHAnsi"/>
          <w:sz w:val="28"/>
          <w:szCs w:val="28"/>
          <w:lang w:eastAsia="en-US"/>
        </w:rPr>
        <w:t xml:space="preserve">– </w:t>
      </w:r>
      <w:r w:rsidRPr="00991D89">
        <w:rPr>
          <w:rFonts w:eastAsiaTheme="minorHAnsi"/>
          <w:sz w:val="28"/>
          <w:szCs w:val="28"/>
          <w:lang w:eastAsia="en-US"/>
        </w:rPr>
        <w:t>педагога д</w:t>
      </w:r>
      <w:r w:rsidRPr="00991D89">
        <w:rPr>
          <w:rFonts w:eastAsiaTheme="minorHAnsi"/>
          <w:sz w:val="28"/>
          <w:szCs w:val="28"/>
          <w:lang w:eastAsia="en-US"/>
        </w:rPr>
        <w:t>о</w:t>
      </w:r>
      <w:r w:rsidRPr="00991D89">
        <w:rPr>
          <w:rFonts w:eastAsiaTheme="minorHAnsi"/>
          <w:sz w:val="28"/>
          <w:szCs w:val="28"/>
          <w:lang w:eastAsia="en-US"/>
        </w:rPr>
        <w:t>полнительного образования муниципального учреждения дополнительного образования «</w:t>
      </w:r>
      <w:proofErr w:type="spellStart"/>
      <w:r w:rsidRPr="00991D89">
        <w:rPr>
          <w:rFonts w:eastAsiaTheme="minorHAnsi"/>
          <w:sz w:val="28"/>
          <w:szCs w:val="28"/>
          <w:lang w:eastAsia="en-US"/>
        </w:rPr>
        <w:t>Ювента</w:t>
      </w:r>
      <w:proofErr w:type="spellEnd"/>
      <w:r w:rsidRPr="00991D89">
        <w:rPr>
          <w:rFonts w:eastAsiaTheme="minorHAnsi"/>
          <w:sz w:val="28"/>
          <w:szCs w:val="28"/>
          <w:lang w:eastAsia="en-US"/>
        </w:rPr>
        <w:t>» г. Переславл</w:t>
      </w:r>
      <w:r w:rsidR="00657E7A" w:rsidRPr="00991D89">
        <w:rPr>
          <w:rFonts w:eastAsiaTheme="minorHAnsi"/>
          <w:sz w:val="28"/>
          <w:szCs w:val="28"/>
          <w:lang w:eastAsia="en-US"/>
        </w:rPr>
        <w:t>я</w:t>
      </w:r>
      <w:r w:rsidRPr="00991D89">
        <w:rPr>
          <w:rFonts w:eastAsiaTheme="minorHAnsi"/>
          <w:sz w:val="28"/>
          <w:szCs w:val="28"/>
          <w:lang w:eastAsia="en-US"/>
        </w:rPr>
        <w:t>-Залесск</w:t>
      </w:r>
      <w:r w:rsidR="00657E7A" w:rsidRPr="00991D89">
        <w:rPr>
          <w:rFonts w:eastAsiaTheme="minorHAnsi"/>
          <w:sz w:val="28"/>
          <w:szCs w:val="28"/>
          <w:lang w:eastAsia="en-US"/>
        </w:rPr>
        <w:t>ого</w:t>
      </w:r>
      <w:r w:rsidRPr="00991D89">
        <w:rPr>
          <w:rFonts w:eastAsiaTheme="minorHAnsi"/>
          <w:sz w:val="28"/>
          <w:szCs w:val="28"/>
          <w:lang w:eastAsia="en-US"/>
        </w:rPr>
        <w:t>.</w:t>
      </w:r>
    </w:p>
    <w:p w:rsidR="005F18B7" w:rsidRPr="00991D89" w:rsidRDefault="005F18B7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35. Наградить Почетной грамотой Ярославской областной Думы за</w:t>
      </w:r>
      <w:r w:rsidR="00F172D2">
        <w:rPr>
          <w:sz w:val="28"/>
          <w:szCs w:val="28"/>
        </w:rPr>
        <w:t xml:space="preserve"> </w:t>
      </w:r>
      <w:r w:rsidRPr="00991D89">
        <w:rPr>
          <w:sz w:val="28"/>
          <w:szCs w:val="28"/>
        </w:rPr>
        <w:t>многолетний добросовестный труд в органах местного самоуправления м</w:t>
      </w:r>
      <w:r w:rsidRPr="00991D89">
        <w:rPr>
          <w:sz w:val="28"/>
          <w:szCs w:val="28"/>
        </w:rPr>
        <w:t>у</w:t>
      </w:r>
      <w:r w:rsidRPr="00991D89">
        <w:rPr>
          <w:sz w:val="28"/>
          <w:szCs w:val="28"/>
        </w:rPr>
        <w:t xml:space="preserve">ниципальных образований Ярославской области </w:t>
      </w:r>
      <w:r w:rsidR="00657E7A" w:rsidRPr="00991D89">
        <w:rPr>
          <w:sz w:val="28"/>
          <w:szCs w:val="28"/>
        </w:rPr>
        <w:t>Филиппову Марину Васил</w:t>
      </w:r>
      <w:r w:rsidR="00657E7A" w:rsidRPr="00991D89">
        <w:rPr>
          <w:sz w:val="28"/>
          <w:szCs w:val="28"/>
        </w:rPr>
        <w:t>ь</w:t>
      </w:r>
      <w:r w:rsidR="00657E7A" w:rsidRPr="00991D89">
        <w:rPr>
          <w:sz w:val="28"/>
          <w:szCs w:val="28"/>
        </w:rPr>
        <w:t xml:space="preserve">евну </w:t>
      </w:r>
      <w:r w:rsidR="00657E7A" w:rsidRPr="00991D89">
        <w:rPr>
          <w:rFonts w:eastAsiaTheme="minorHAnsi"/>
          <w:sz w:val="28"/>
          <w:szCs w:val="28"/>
          <w:lang w:eastAsia="en-US"/>
        </w:rPr>
        <w:t xml:space="preserve">– </w:t>
      </w:r>
      <w:r w:rsidRPr="00991D89">
        <w:rPr>
          <w:sz w:val="28"/>
          <w:szCs w:val="28"/>
        </w:rPr>
        <w:t xml:space="preserve">заместителя Главы Администрации </w:t>
      </w:r>
      <w:proofErr w:type="spellStart"/>
      <w:r w:rsidRPr="00991D89">
        <w:rPr>
          <w:sz w:val="28"/>
          <w:szCs w:val="28"/>
        </w:rPr>
        <w:t>Митинского</w:t>
      </w:r>
      <w:proofErr w:type="spellEnd"/>
      <w:r w:rsidRPr="00991D89">
        <w:rPr>
          <w:sz w:val="28"/>
          <w:szCs w:val="28"/>
        </w:rPr>
        <w:t xml:space="preserve"> сельского поселения </w:t>
      </w:r>
      <w:proofErr w:type="gramStart"/>
      <w:r w:rsidRPr="00991D89">
        <w:rPr>
          <w:sz w:val="28"/>
          <w:szCs w:val="28"/>
        </w:rPr>
        <w:t>Гаврилов-Ямского</w:t>
      </w:r>
      <w:proofErr w:type="gramEnd"/>
      <w:r w:rsidRPr="00991D89">
        <w:rPr>
          <w:sz w:val="28"/>
          <w:szCs w:val="28"/>
        </w:rPr>
        <w:t xml:space="preserve"> муниципального района</w:t>
      </w:r>
      <w:r w:rsidR="005E267C" w:rsidRPr="00991D89">
        <w:rPr>
          <w:sz w:val="28"/>
          <w:szCs w:val="28"/>
        </w:rPr>
        <w:t>.</w:t>
      </w:r>
    </w:p>
    <w:p w:rsidR="005F18B7" w:rsidRPr="00991D89" w:rsidRDefault="005F18B7" w:rsidP="00991D89">
      <w:pPr>
        <w:rPr>
          <w:sz w:val="28"/>
          <w:szCs w:val="28"/>
        </w:rPr>
      </w:pPr>
      <w:r w:rsidRPr="00991D89">
        <w:rPr>
          <w:sz w:val="28"/>
          <w:szCs w:val="28"/>
        </w:rPr>
        <w:t>36. Наградить Почетной грамотой Ярославской областной Думы за многолетний добросовестный труд в государственном казенном учреждении Ярославской области «Транспортная служба Правительства Ярославской о</w:t>
      </w:r>
      <w:r w:rsidRPr="00991D89">
        <w:rPr>
          <w:sz w:val="28"/>
          <w:szCs w:val="28"/>
        </w:rPr>
        <w:t>б</w:t>
      </w:r>
      <w:r w:rsidRPr="00991D89">
        <w:rPr>
          <w:sz w:val="28"/>
          <w:szCs w:val="28"/>
        </w:rPr>
        <w:t xml:space="preserve">ласти» </w:t>
      </w:r>
      <w:proofErr w:type="spellStart"/>
      <w:r w:rsidRPr="00991D89">
        <w:rPr>
          <w:sz w:val="28"/>
          <w:szCs w:val="28"/>
        </w:rPr>
        <w:t>Дуксина</w:t>
      </w:r>
      <w:proofErr w:type="spellEnd"/>
      <w:r w:rsidRPr="00991D89">
        <w:rPr>
          <w:sz w:val="28"/>
          <w:szCs w:val="28"/>
        </w:rPr>
        <w:t xml:space="preserve"> Виктора Алексеевича – водителя.</w:t>
      </w:r>
    </w:p>
    <w:p w:rsidR="005F18B7" w:rsidRPr="00991D89" w:rsidRDefault="005F18B7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3</w:t>
      </w:r>
      <w:r w:rsidR="00BA4075" w:rsidRPr="00991D89">
        <w:rPr>
          <w:sz w:val="28"/>
          <w:szCs w:val="28"/>
        </w:rPr>
        <w:t>7</w:t>
      </w:r>
      <w:r w:rsidRPr="00991D89">
        <w:rPr>
          <w:sz w:val="28"/>
          <w:szCs w:val="28"/>
        </w:rPr>
        <w:t>. Наградить Почетной грамотой Ярославской областной Думы за</w:t>
      </w:r>
      <w:r w:rsidR="00200E90" w:rsidRPr="00991D89">
        <w:rPr>
          <w:sz w:val="28"/>
          <w:szCs w:val="28"/>
        </w:rPr>
        <w:t xml:space="preserve"> многолетний добросовестный труд в государственном казенном учреждении Ярославской области «Транспортная служба Правительства Ярославской о</w:t>
      </w:r>
      <w:r w:rsidR="00200E90" w:rsidRPr="00991D89">
        <w:rPr>
          <w:sz w:val="28"/>
          <w:szCs w:val="28"/>
        </w:rPr>
        <w:t>б</w:t>
      </w:r>
      <w:r w:rsidR="00200E90" w:rsidRPr="00991D89">
        <w:rPr>
          <w:sz w:val="28"/>
          <w:szCs w:val="28"/>
        </w:rPr>
        <w:t>ласти» Усольцева Александра Николаевича</w:t>
      </w:r>
      <w:r w:rsidR="00657E7A" w:rsidRPr="00991D89">
        <w:rPr>
          <w:sz w:val="28"/>
          <w:szCs w:val="28"/>
        </w:rPr>
        <w:t xml:space="preserve"> – слесаря-авторемонтника</w:t>
      </w:r>
      <w:r w:rsidR="00200E90" w:rsidRPr="00991D89">
        <w:rPr>
          <w:sz w:val="28"/>
          <w:szCs w:val="28"/>
        </w:rPr>
        <w:t>.</w:t>
      </w:r>
    </w:p>
    <w:p w:rsidR="00F172D2" w:rsidRDefault="00F172D2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18B7" w:rsidRPr="00991D89" w:rsidRDefault="005F18B7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lastRenderedPageBreak/>
        <w:t>3</w:t>
      </w:r>
      <w:r w:rsidR="00BA4075" w:rsidRPr="00991D89">
        <w:rPr>
          <w:sz w:val="28"/>
          <w:szCs w:val="28"/>
        </w:rPr>
        <w:t>8</w:t>
      </w:r>
      <w:r w:rsidRPr="00991D89">
        <w:rPr>
          <w:sz w:val="28"/>
          <w:szCs w:val="28"/>
        </w:rPr>
        <w:t>. Наградить Почетной грамотой Ярославской областной Думы за</w:t>
      </w:r>
      <w:r w:rsidR="00200E90" w:rsidRPr="00991D89">
        <w:rPr>
          <w:sz w:val="28"/>
          <w:szCs w:val="28"/>
        </w:rPr>
        <w:t xml:space="preserve"> многолетний добросовестный труд в государственном казенном учреждении Ярославской области «Транспортная служба Правительства Ярославской о</w:t>
      </w:r>
      <w:r w:rsidR="00200E90" w:rsidRPr="00991D89">
        <w:rPr>
          <w:sz w:val="28"/>
          <w:szCs w:val="28"/>
        </w:rPr>
        <w:t>б</w:t>
      </w:r>
      <w:r w:rsidR="00200E90" w:rsidRPr="00991D89">
        <w:rPr>
          <w:sz w:val="28"/>
          <w:szCs w:val="28"/>
        </w:rPr>
        <w:t xml:space="preserve">ласти» </w:t>
      </w:r>
      <w:proofErr w:type="spellStart"/>
      <w:r w:rsidR="00200E90" w:rsidRPr="00991D89">
        <w:rPr>
          <w:sz w:val="28"/>
          <w:szCs w:val="28"/>
        </w:rPr>
        <w:t>Чебунина</w:t>
      </w:r>
      <w:proofErr w:type="spellEnd"/>
      <w:r w:rsidR="00200E90" w:rsidRPr="00991D89">
        <w:rPr>
          <w:sz w:val="28"/>
          <w:szCs w:val="28"/>
        </w:rPr>
        <w:t xml:space="preserve"> Николая Николаевича</w:t>
      </w:r>
      <w:r w:rsidR="00657E7A" w:rsidRPr="00991D89">
        <w:rPr>
          <w:sz w:val="28"/>
          <w:szCs w:val="28"/>
        </w:rPr>
        <w:t xml:space="preserve"> – водителя</w:t>
      </w:r>
      <w:r w:rsidR="00200E90" w:rsidRPr="00991D89">
        <w:rPr>
          <w:sz w:val="28"/>
          <w:szCs w:val="28"/>
        </w:rPr>
        <w:t>.</w:t>
      </w:r>
    </w:p>
    <w:p w:rsidR="005F18B7" w:rsidRPr="00991D89" w:rsidRDefault="00BA4075" w:rsidP="00991D89">
      <w:pPr>
        <w:rPr>
          <w:sz w:val="28"/>
          <w:szCs w:val="28"/>
        </w:rPr>
      </w:pPr>
      <w:r w:rsidRPr="00991D89">
        <w:rPr>
          <w:sz w:val="28"/>
          <w:szCs w:val="28"/>
        </w:rPr>
        <w:t>39</w:t>
      </w:r>
      <w:r w:rsidR="005F18B7" w:rsidRPr="00991D89">
        <w:rPr>
          <w:sz w:val="28"/>
          <w:szCs w:val="28"/>
        </w:rPr>
        <w:t>. Наградить Почетной грамотой Ярославской областной Думы за</w:t>
      </w:r>
      <w:r w:rsidR="00200E90" w:rsidRPr="00991D89">
        <w:rPr>
          <w:sz w:val="28"/>
          <w:szCs w:val="28"/>
        </w:rPr>
        <w:t xml:space="preserve"> многолетний добросовестный труд, особые достижения в обеспечении эк</w:t>
      </w:r>
      <w:r w:rsidR="00200E90" w:rsidRPr="00991D89">
        <w:rPr>
          <w:sz w:val="28"/>
          <w:szCs w:val="28"/>
        </w:rPr>
        <w:t>о</w:t>
      </w:r>
      <w:r w:rsidR="00200E90" w:rsidRPr="00991D89">
        <w:rPr>
          <w:sz w:val="28"/>
          <w:szCs w:val="28"/>
        </w:rPr>
        <w:t>номического развития Ярославской области Петрову Наталью Александро</w:t>
      </w:r>
      <w:r w:rsidR="00200E90" w:rsidRPr="00991D89">
        <w:rPr>
          <w:sz w:val="28"/>
          <w:szCs w:val="28"/>
        </w:rPr>
        <w:t>в</w:t>
      </w:r>
      <w:r w:rsidR="00200E90" w:rsidRPr="00991D89">
        <w:rPr>
          <w:sz w:val="28"/>
          <w:szCs w:val="28"/>
        </w:rPr>
        <w:t>ну – техника по искусственному осеменению Закрытого акционерного общ</w:t>
      </w:r>
      <w:r w:rsidR="00200E90" w:rsidRPr="00991D89">
        <w:rPr>
          <w:sz w:val="28"/>
          <w:szCs w:val="28"/>
        </w:rPr>
        <w:t>е</w:t>
      </w:r>
      <w:r w:rsidR="00200E90" w:rsidRPr="00991D89">
        <w:rPr>
          <w:sz w:val="28"/>
          <w:szCs w:val="28"/>
        </w:rPr>
        <w:t>ства «Агрофирма «</w:t>
      </w:r>
      <w:proofErr w:type="spellStart"/>
      <w:r w:rsidR="00200E90" w:rsidRPr="00991D89">
        <w:rPr>
          <w:sz w:val="28"/>
          <w:szCs w:val="28"/>
        </w:rPr>
        <w:t>Пахма</w:t>
      </w:r>
      <w:proofErr w:type="spellEnd"/>
      <w:r w:rsidR="00200E90" w:rsidRPr="00991D89">
        <w:rPr>
          <w:sz w:val="28"/>
          <w:szCs w:val="28"/>
        </w:rPr>
        <w:t>» Ярославского муниципального района.</w:t>
      </w:r>
    </w:p>
    <w:p w:rsidR="005F18B7" w:rsidRPr="00991D89" w:rsidRDefault="005F18B7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4</w:t>
      </w:r>
      <w:r w:rsidR="00BA4075" w:rsidRPr="00991D89">
        <w:rPr>
          <w:sz w:val="28"/>
          <w:szCs w:val="28"/>
        </w:rPr>
        <w:t>0</w:t>
      </w:r>
      <w:r w:rsidRPr="00991D89">
        <w:rPr>
          <w:sz w:val="28"/>
          <w:szCs w:val="28"/>
        </w:rPr>
        <w:t>. Наградить Почетной грамотой Ярославской областной Думы за</w:t>
      </w:r>
      <w:r w:rsidR="00200E90" w:rsidRPr="00991D89">
        <w:rPr>
          <w:sz w:val="28"/>
          <w:szCs w:val="28"/>
        </w:rPr>
        <w:t xml:space="preserve"> многолетний добросовестный труд, особые достижения в обеспечении эк</w:t>
      </w:r>
      <w:r w:rsidR="00200E90" w:rsidRPr="00991D89">
        <w:rPr>
          <w:sz w:val="28"/>
          <w:szCs w:val="28"/>
        </w:rPr>
        <w:t>о</w:t>
      </w:r>
      <w:r w:rsidR="00200E90" w:rsidRPr="00991D89">
        <w:rPr>
          <w:sz w:val="28"/>
          <w:szCs w:val="28"/>
        </w:rPr>
        <w:t>номического развития Ярославской области Шереметьева Владимира Иван</w:t>
      </w:r>
      <w:r w:rsidR="00200E90" w:rsidRPr="00991D89">
        <w:rPr>
          <w:sz w:val="28"/>
          <w:szCs w:val="28"/>
        </w:rPr>
        <w:t>о</w:t>
      </w:r>
      <w:r w:rsidR="00200E90" w:rsidRPr="00991D89">
        <w:rPr>
          <w:sz w:val="28"/>
          <w:szCs w:val="28"/>
        </w:rPr>
        <w:t xml:space="preserve">вича – оператора газовых котельных Закрытого </w:t>
      </w:r>
      <w:r w:rsidR="004007E4">
        <w:rPr>
          <w:sz w:val="28"/>
          <w:szCs w:val="28"/>
        </w:rPr>
        <w:t>а</w:t>
      </w:r>
      <w:r w:rsidR="00200E90" w:rsidRPr="00991D89">
        <w:rPr>
          <w:sz w:val="28"/>
          <w:szCs w:val="28"/>
        </w:rPr>
        <w:t>кционерного общества «А</w:t>
      </w:r>
      <w:r w:rsidR="00200E90" w:rsidRPr="00991D89">
        <w:rPr>
          <w:sz w:val="28"/>
          <w:szCs w:val="28"/>
        </w:rPr>
        <w:t>г</w:t>
      </w:r>
      <w:r w:rsidR="00200E90" w:rsidRPr="00991D89">
        <w:rPr>
          <w:sz w:val="28"/>
          <w:szCs w:val="28"/>
        </w:rPr>
        <w:t>рофирма «</w:t>
      </w:r>
      <w:proofErr w:type="spellStart"/>
      <w:r w:rsidR="00200E90" w:rsidRPr="00991D89">
        <w:rPr>
          <w:sz w:val="28"/>
          <w:szCs w:val="28"/>
        </w:rPr>
        <w:t>Пахма</w:t>
      </w:r>
      <w:proofErr w:type="spellEnd"/>
      <w:r w:rsidR="00200E90" w:rsidRPr="00991D89">
        <w:rPr>
          <w:sz w:val="28"/>
          <w:szCs w:val="28"/>
        </w:rPr>
        <w:t>» Ярославского муниципального района.</w:t>
      </w:r>
    </w:p>
    <w:p w:rsidR="005F18B7" w:rsidRPr="00991D89" w:rsidRDefault="005F18B7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4</w:t>
      </w:r>
      <w:r w:rsidR="00BA4075" w:rsidRPr="00991D89">
        <w:rPr>
          <w:sz w:val="28"/>
          <w:szCs w:val="28"/>
        </w:rPr>
        <w:t>1</w:t>
      </w:r>
      <w:r w:rsidRPr="00991D89">
        <w:rPr>
          <w:sz w:val="28"/>
          <w:szCs w:val="28"/>
        </w:rPr>
        <w:t>. Наградить Почетной грамотой Ярославской областной Думы за</w:t>
      </w:r>
      <w:r w:rsidR="00200E90" w:rsidRPr="00991D89">
        <w:rPr>
          <w:sz w:val="28"/>
          <w:szCs w:val="28"/>
        </w:rPr>
        <w:t xml:space="preserve"> многолетний добросовестный труд, особые достижения в обеспечении эк</w:t>
      </w:r>
      <w:r w:rsidR="00200E90" w:rsidRPr="00991D89">
        <w:rPr>
          <w:sz w:val="28"/>
          <w:szCs w:val="28"/>
        </w:rPr>
        <w:t>о</w:t>
      </w:r>
      <w:r w:rsidR="00200E90" w:rsidRPr="00991D89">
        <w:rPr>
          <w:sz w:val="28"/>
          <w:szCs w:val="28"/>
        </w:rPr>
        <w:t>номического развития Ярославской области Федоренко Татьяну Владим</w:t>
      </w:r>
      <w:r w:rsidR="00200E90" w:rsidRPr="00991D89">
        <w:rPr>
          <w:sz w:val="28"/>
          <w:szCs w:val="28"/>
        </w:rPr>
        <w:t>и</w:t>
      </w:r>
      <w:r w:rsidR="00200E90" w:rsidRPr="00991D89">
        <w:rPr>
          <w:sz w:val="28"/>
          <w:szCs w:val="28"/>
        </w:rPr>
        <w:t xml:space="preserve">ровну – доярку Закрытого </w:t>
      </w:r>
      <w:r w:rsidR="004007E4">
        <w:rPr>
          <w:sz w:val="28"/>
          <w:szCs w:val="28"/>
        </w:rPr>
        <w:t>акционерного о</w:t>
      </w:r>
      <w:bookmarkStart w:id="0" w:name="_GoBack"/>
      <w:bookmarkEnd w:id="0"/>
      <w:r w:rsidR="00200E90" w:rsidRPr="00991D89">
        <w:rPr>
          <w:sz w:val="28"/>
          <w:szCs w:val="28"/>
        </w:rPr>
        <w:t>бщества «Агрофирма «</w:t>
      </w:r>
      <w:proofErr w:type="spellStart"/>
      <w:r w:rsidR="00200E90" w:rsidRPr="00991D89">
        <w:rPr>
          <w:sz w:val="28"/>
          <w:szCs w:val="28"/>
        </w:rPr>
        <w:t>Пахма</w:t>
      </w:r>
      <w:proofErr w:type="spellEnd"/>
      <w:r w:rsidR="00200E90" w:rsidRPr="00991D89">
        <w:rPr>
          <w:sz w:val="28"/>
          <w:szCs w:val="28"/>
        </w:rPr>
        <w:t>» Ярославского муниципального района.</w:t>
      </w:r>
    </w:p>
    <w:p w:rsidR="005F18B7" w:rsidRPr="00991D89" w:rsidRDefault="005F18B7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4</w:t>
      </w:r>
      <w:r w:rsidR="001D6693" w:rsidRPr="00991D89">
        <w:rPr>
          <w:sz w:val="28"/>
          <w:szCs w:val="28"/>
        </w:rPr>
        <w:t>2</w:t>
      </w:r>
      <w:r w:rsidRPr="00991D89">
        <w:rPr>
          <w:sz w:val="28"/>
          <w:szCs w:val="28"/>
        </w:rPr>
        <w:t>. Наградить Почетной грамотой Ярославской областной Думы за</w:t>
      </w:r>
      <w:r w:rsidR="00EE1BC1" w:rsidRPr="00991D89">
        <w:rPr>
          <w:sz w:val="28"/>
          <w:szCs w:val="28"/>
        </w:rPr>
        <w:t xml:space="preserve"> особые заслуги в обеспечении законности, правопорядка и бе</w:t>
      </w:r>
      <w:r w:rsidR="002216AC" w:rsidRPr="00991D89">
        <w:rPr>
          <w:sz w:val="28"/>
          <w:szCs w:val="28"/>
        </w:rPr>
        <w:t xml:space="preserve">зопасности, борьбе с преступностью на территории Ярославской области </w:t>
      </w:r>
      <w:r w:rsidR="00657E7A" w:rsidRPr="00991D89">
        <w:rPr>
          <w:sz w:val="28"/>
          <w:szCs w:val="28"/>
        </w:rPr>
        <w:t xml:space="preserve">Москвина Александра Викторовича – </w:t>
      </w:r>
      <w:r w:rsidR="002216AC" w:rsidRPr="00991D89">
        <w:rPr>
          <w:sz w:val="28"/>
          <w:szCs w:val="28"/>
        </w:rPr>
        <w:t>начальника отделения участковых уполномоче</w:t>
      </w:r>
      <w:r w:rsidR="002216AC" w:rsidRPr="00991D89">
        <w:rPr>
          <w:sz w:val="28"/>
          <w:szCs w:val="28"/>
        </w:rPr>
        <w:t>н</w:t>
      </w:r>
      <w:r w:rsidR="002216AC" w:rsidRPr="00991D89">
        <w:rPr>
          <w:sz w:val="28"/>
          <w:szCs w:val="28"/>
        </w:rPr>
        <w:t>ных полиции и по делам несовершеннолетних Отделения Министерства внутренних дел Российской Федерации по Борисоглебскому району</w:t>
      </w:r>
      <w:r w:rsidR="00657E7A" w:rsidRPr="00991D89">
        <w:rPr>
          <w:sz w:val="28"/>
          <w:szCs w:val="28"/>
        </w:rPr>
        <w:t>,</w:t>
      </w:r>
      <w:r w:rsidR="002216AC" w:rsidRPr="00991D89">
        <w:rPr>
          <w:sz w:val="28"/>
          <w:szCs w:val="28"/>
        </w:rPr>
        <w:t xml:space="preserve"> </w:t>
      </w:r>
      <w:r w:rsidR="00E638BE" w:rsidRPr="00991D89">
        <w:rPr>
          <w:sz w:val="28"/>
          <w:szCs w:val="28"/>
        </w:rPr>
        <w:t>майора полиции</w:t>
      </w:r>
      <w:r w:rsidR="002216AC" w:rsidRPr="00991D89">
        <w:rPr>
          <w:sz w:val="28"/>
          <w:szCs w:val="28"/>
        </w:rPr>
        <w:t>.</w:t>
      </w:r>
    </w:p>
    <w:p w:rsidR="005F18B7" w:rsidRPr="00991D89" w:rsidRDefault="005F18B7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4</w:t>
      </w:r>
      <w:r w:rsidR="001D6693" w:rsidRPr="00991D89">
        <w:rPr>
          <w:sz w:val="28"/>
          <w:szCs w:val="28"/>
        </w:rPr>
        <w:t>3</w:t>
      </w:r>
      <w:r w:rsidRPr="00991D89">
        <w:rPr>
          <w:sz w:val="28"/>
          <w:szCs w:val="28"/>
        </w:rPr>
        <w:t xml:space="preserve">. </w:t>
      </w:r>
      <w:proofErr w:type="gramStart"/>
      <w:r w:rsidRPr="00991D89">
        <w:rPr>
          <w:sz w:val="28"/>
          <w:szCs w:val="28"/>
        </w:rPr>
        <w:t>Наградить Почетной грамотой Ярославской областной Думы за</w:t>
      </w:r>
      <w:r w:rsidR="002216AC" w:rsidRPr="00991D89">
        <w:rPr>
          <w:sz w:val="28"/>
          <w:szCs w:val="28"/>
        </w:rPr>
        <w:t xml:space="preserve"> особые заслуги в обеспечении законности, правопорядка и безопасности, борьбе с преступностью на территории Ярославской области </w:t>
      </w:r>
      <w:proofErr w:type="spellStart"/>
      <w:r w:rsidR="00657E7A" w:rsidRPr="00991D89">
        <w:rPr>
          <w:sz w:val="28"/>
          <w:szCs w:val="28"/>
        </w:rPr>
        <w:t>Угланова</w:t>
      </w:r>
      <w:proofErr w:type="spellEnd"/>
      <w:r w:rsidR="00657E7A" w:rsidRPr="00991D89">
        <w:rPr>
          <w:sz w:val="28"/>
          <w:szCs w:val="28"/>
        </w:rPr>
        <w:t xml:space="preserve"> Але</w:t>
      </w:r>
      <w:r w:rsidR="00657E7A" w:rsidRPr="00991D89">
        <w:rPr>
          <w:sz w:val="28"/>
          <w:szCs w:val="28"/>
        </w:rPr>
        <w:t>к</w:t>
      </w:r>
      <w:r w:rsidR="00657E7A" w:rsidRPr="00991D89">
        <w:rPr>
          <w:sz w:val="28"/>
          <w:szCs w:val="28"/>
        </w:rPr>
        <w:t xml:space="preserve">сея Викторовича – </w:t>
      </w:r>
      <w:r w:rsidR="002216AC" w:rsidRPr="00991D89">
        <w:rPr>
          <w:sz w:val="28"/>
          <w:szCs w:val="28"/>
        </w:rPr>
        <w:t>помощника начальника отделения участковых уполном</w:t>
      </w:r>
      <w:r w:rsidR="002216AC" w:rsidRPr="00991D89">
        <w:rPr>
          <w:sz w:val="28"/>
          <w:szCs w:val="28"/>
        </w:rPr>
        <w:t>о</w:t>
      </w:r>
      <w:r w:rsidR="002216AC" w:rsidRPr="00991D89">
        <w:rPr>
          <w:sz w:val="28"/>
          <w:szCs w:val="28"/>
        </w:rPr>
        <w:t>ченных полиции и по делам несовершеннолетних Отделения Министерства внутренних дел Российской Федерации</w:t>
      </w:r>
      <w:r w:rsidR="002216AC" w:rsidRPr="00991D89">
        <w:rPr>
          <w:color w:val="FF0000"/>
          <w:sz w:val="28"/>
          <w:szCs w:val="28"/>
        </w:rPr>
        <w:t xml:space="preserve"> </w:t>
      </w:r>
      <w:r w:rsidR="002216AC" w:rsidRPr="00991D89">
        <w:rPr>
          <w:sz w:val="28"/>
          <w:szCs w:val="28"/>
        </w:rPr>
        <w:t>по Борисоглебскому району (по р</w:t>
      </w:r>
      <w:r w:rsidR="002216AC" w:rsidRPr="00991D89">
        <w:rPr>
          <w:sz w:val="28"/>
          <w:szCs w:val="28"/>
        </w:rPr>
        <w:t>а</w:t>
      </w:r>
      <w:r w:rsidR="002216AC" w:rsidRPr="00991D89">
        <w:rPr>
          <w:sz w:val="28"/>
          <w:szCs w:val="28"/>
        </w:rPr>
        <w:t xml:space="preserve">боте с личным составом) – руководителя группы </w:t>
      </w:r>
      <w:r w:rsidR="00E638BE" w:rsidRPr="00991D89">
        <w:rPr>
          <w:sz w:val="28"/>
          <w:szCs w:val="28"/>
        </w:rPr>
        <w:t xml:space="preserve">(группы </w:t>
      </w:r>
      <w:r w:rsidR="002216AC" w:rsidRPr="00991D89">
        <w:rPr>
          <w:sz w:val="28"/>
          <w:szCs w:val="28"/>
        </w:rPr>
        <w:t>по работе с личным составом</w:t>
      </w:r>
      <w:r w:rsidR="00E638BE" w:rsidRPr="00991D89">
        <w:rPr>
          <w:sz w:val="28"/>
          <w:szCs w:val="28"/>
        </w:rPr>
        <w:t>)</w:t>
      </w:r>
      <w:r w:rsidR="00657E7A" w:rsidRPr="00991D89">
        <w:rPr>
          <w:sz w:val="28"/>
          <w:szCs w:val="28"/>
        </w:rPr>
        <w:t>,</w:t>
      </w:r>
      <w:r w:rsidR="002216AC" w:rsidRPr="00991D89">
        <w:rPr>
          <w:sz w:val="28"/>
          <w:szCs w:val="28"/>
        </w:rPr>
        <w:t xml:space="preserve"> майора внутренней службы.</w:t>
      </w:r>
      <w:proofErr w:type="gramEnd"/>
    </w:p>
    <w:p w:rsidR="00A7656E" w:rsidRPr="00991D89" w:rsidRDefault="00E638BE" w:rsidP="00991D89">
      <w:pPr>
        <w:tabs>
          <w:tab w:val="left" w:pos="-1418"/>
        </w:tabs>
        <w:rPr>
          <w:sz w:val="28"/>
          <w:szCs w:val="28"/>
        </w:rPr>
      </w:pPr>
      <w:r w:rsidRPr="00991D89">
        <w:rPr>
          <w:sz w:val="28"/>
          <w:szCs w:val="28"/>
        </w:rPr>
        <w:t>44</w:t>
      </w:r>
      <w:r w:rsidR="00A7656E" w:rsidRPr="00991D89">
        <w:rPr>
          <w:sz w:val="28"/>
          <w:szCs w:val="28"/>
        </w:rPr>
        <w:t>. Настоящее Постановление подлежит официальному опубликов</w:t>
      </w:r>
      <w:r w:rsidR="00A7656E" w:rsidRPr="00991D89">
        <w:rPr>
          <w:sz w:val="28"/>
          <w:szCs w:val="28"/>
        </w:rPr>
        <w:t>а</w:t>
      </w:r>
      <w:r w:rsidR="00A7656E" w:rsidRPr="00991D89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991D89">
        <w:rPr>
          <w:sz w:val="28"/>
          <w:szCs w:val="28"/>
        </w:rPr>
        <w:t>Официальном</w:t>
      </w:r>
      <w:proofErr w:type="gramEnd"/>
      <w:r w:rsidR="00A7656E" w:rsidRPr="00991D89">
        <w:rPr>
          <w:sz w:val="28"/>
          <w:szCs w:val="28"/>
        </w:rPr>
        <w:t xml:space="preserve"> интернет-портале правовой информации» (</w:t>
      </w:r>
      <w:r w:rsidR="00A7656E" w:rsidRPr="00991D89">
        <w:rPr>
          <w:sz w:val="28"/>
          <w:szCs w:val="28"/>
          <w:lang w:val="en-US"/>
        </w:rPr>
        <w:t>www</w:t>
      </w:r>
      <w:r w:rsidR="00A7656E" w:rsidRPr="00991D89">
        <w:rPr>
          <w:sz w:val="28"/>
          <w:szCs w:val="28"/>
        </w:rPr>
        <w:t>.</w:t>
      </w:r>
      <w:proofErr w:type="spellStart"/>
      <w:r w:rsidR="00A7656E" w:rsidRPr="00991D89">
        <w:rPr>
          <w:sz w:val="28"/>
          <w:szCs w:val="28"/>
          <w:lang w:val="en-US"/>
        </w:rPr>
        <w:t>pravo</w:t>
      </w:r>
      <w:proofErr w:type="spellEnd"/>
      <w:r w:rsidR="00A7656E" w:rsidRPr="00991D89">
        <w:rPr>
          <w:sz w:val="28"/>
          <w:szCs w:val="28"/>
        </w:rPr>
        <w:t>.</w:t>
      </w:r>
      <w:proofErr w:type="spellStart"/>
      <w:r w:rsidR="00A7656E" w:rsidRPr="00991D89">
        <w:rPr>
          <w:sz w:val="28"/>
          <w:szCs w:val="28"/>
          <w:lang w:val="en-US"/>
        </w:rPr>
        <w:t>gov</w:t>
      </w:r>
      <w:proofErr w:type="spellEnd"/>
      <w:r w:rsidR="00A7656E" w:rsidRPr="00991D89">
        <w:rPr>
          <w:sz w:val="28"/>
          <w:szCs w:val="28"/>
        </w:rPr>
        <w:t>.</w:t>
      </w:r>
      <w:proofErr w:type="spellStart"/>
      <w:r w:rsidR="00A7656E" w:rsidRPr="00991D89">
        <w:rPr>
          <w:sz w:val="28"/>
          <w:szCs w:val="28"/>
          <w:lang w:val="en-US"/>
        </w:rPr>
        <w:t>ru</w:t>
      </w:r>
      <w:proofErr w:type="spellEnd"/>
      <w:r w:rsidR="00A7656E" w:rsidRPr="00991D89">
        <w:rPr>
          <w:sz w:val="28"/>
          <w:szCs w:val="28"/>
        </w:rPr>
        <w:t>).</w:t>
      </w:r>
    </w:p>
    <w:p w:rsidR="009A6638" w:rsidRPr="00991D89" w:rsidRDefault="009A6638" w:rsidP="00991D89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991D89" w:rsidRDefault="004D4EA2" w:rsidP="00991D89">
      <w:pPr>
        <w:ind w:firstLine="0"/>
        <w:rPr>
          <w:sz w:val="28"/>
          <w:szCs w:val="28"/>
        </w:rPr>
      </w:pPr>
    </w:p>
    <w:p w:rsidR="008A7E2E" w:rsidRPr="00991D89" w:rsidRDefault="008A7E2E" w:rsidP="00991D89">
      <w:pPr>
        <w:ind w:firstLine="0"/>
        <w:rPr>
          <w:sz w:val="28"/>
          <w:szCs w:val="28"/>
        </w:rPr>
      </w:pPr>
    </w:p>
    <w:p w:rsidR="004D4EA2" w:rsidRPr="00991D89" w:rsidRDefault="00991D89" w:rsidP="00991D89">
      <w:pPr>
        <w:tabs>
          <w:tab w:val="left" w:pos="324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790780" w:rsidRPr="00991D89" w:rsidRDefault="004D4EA2" w:rsidP="00991D89">
      <w:pPr>
        <w:ind w:firstLine="0"/>
        <w:rPr>
          <w:sz w:val="28"/>
          <w:szCs w:val="28"/>
        </w:rPr>
      </w:pPr>
      <w:r w:rsidRPr="00991D89">
        <w:rPr>
          <w:sz w:val="28"/>
          <w:szCs w:val="28"/>
        </w:rPr>
        <w:t xml:space="preserve">Ярославской областной Думы </w:t>
      </w:r>
      <w:r w:rsidRPr="00991D89">
        <w:rPr>
          <w:sz w:val="28"/>
          <w:szCs w:val="28"/>
        </w:rPr>
        <w:tab/>
      </w:r>
      <w:r w:rsidRPr="00991D89">
        <w:rPr>
          <w:sz w:val="28"/>
          <w:szCs w:val="28"/>
        </w:rPr>
        <w:tab/>
      </w:r>
      <w:r w:rsidRPr="00991D89">
        <w:rPr>
          <w:sz w:val="28"/>
          <w:szCs w:val="28"/>
        </w:rPr>
        <w:tab/>
      </w:r>
      <w:r w:rsidRPr="00991D89">
        <w:rPr>
          <w:sz w:val="28"/>
          <w:szCs w:val="28"/>
        </w:rPr>
        <w:tab/>
      </w:r>
      <w:r w:rsidR="00991D89">
        <w:rPr>
          <w:sz w:val="28"/>
          <w:szCs w:val="28"/>
        </w:rPr>
        <w:tab/>
        <w:t xml:space="preserve">  </w:t>
      </w:r>
      <w:r w:rsidR="00C92E2F" w:rsidRPr="00991D89">
        <w:rPr>
          <w:sz w:val="28"/>
          <w:szCs w:val="28"/>
        </w:rPr>
        <w:t>М.В. Боровицкий</w:t>
      </w:r>
    </w:p>
    <w:sectPr w:rsidR="00790780" w:rsidRPr="00991D89" w:rsidSect="00991D89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89D" w:rsidRDefault="00D0089D">
      <w:r>
        <w:separator/>
      </w:r>
    </w:p>
  </w:endnote>
  <w:endnote w:type="continuationSeparator" w:id="0">
    <w:p w:rsidR="00D0089D" w:rsidRDefault="00D0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89D" w:rsidRDefault="00D0089D">
      <w:r>
        <w:separator/>
      </w:r>
    </w:p>
  </w:footnote>
  <w:footnote w:type="continuationSeparator" w:id="0">
    <w:p w:rsidR="00D0089D" w:rsidRDefault="00D00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8C77E0" w:rsidRPr="00991D89" w:rsidRDefault="008C77E0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4007E4">
          <w:rPr>
            <w:noProof/>
            <w:sz w:val="28"/>
            <w:szCs w:val="24"/>
          </w:rPr>
          <w:t>6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FDD"/>
    <w:rsid w:val="00005FBD"/>
    <w:rsid w:val="0000796F"/>
    <w:rsid w:val="00007E2F"/>
    <w:rsid w:val="0001199D"/>
    <w:rsid w:val="00011BDE"/>
    <w:rsid w:val="00011E5D"/>
    <w:rsid w:val="00012967"/>
    <w:rsid w:val="00013F2D"/>
    <w:rsid w:val="0002318F"/>
    <w:rsid w:val="0002571A"/>
    <w:rsid w:val="00030D9C"/>
    <w:rsid w:val="00036FAD"/>
    <w:rsid w:val="000452AD"/>
    <w:rsid w:val="000611ED"/>
    <w:rsid w:val="00063154"/>
    <w:rsid w:val="00063B07"/>
    <w:rsid w:val="000659BE"/>
    <w:rsid w:val="00066442"/>
    <w:rsid w:val="0006658E"/>
    <w:rsid w:val="0006698D"/>
    <w:rsid w:val="00071A24"/>
    <w:rsid w:val="000756E1"/>
    <w:rsid w:val="00077443"/>
    <w:rsid w:val="00082FE2"/>
    <w:rsid w:val="00084BF7"/>
    <w:rsid w:val="00095650"/>
    <w:rsid w:val="00095DFC"/>
    <w:rsid w:val="000973E6"/>
    <w:rsid w:val="000A2C39"/>
    <w:rsid w:val="000A38A1"/>
    <w:rsid w:val="000B00B8"/>
    <w:rsid w:val="000B30A4"/>
    <w:rsid w:val="000B3D68"/>
    <w:rsid w:val="000B42EF"/>
    <w:rsid w:val="000B42F9"/>
    <w:rsid w:val="000B4911"/>
    <w:rsid w:val="000C3961"/>
    <w:rsid w:val="000C3D6F"/>
    <w:rsid w:val="000C5C72"/>
    <w:rsid w:val="000D476C"/>
    <w:rsid w:val="000D558B"/>
    <w:rsid w:val="000D6B69"/>
    <w:rsid w:val="000E07E2"/>
    <w:rsid w:val="000E177B"/>
    <w:rsid w:val="000E1E48"/>
    <w:rsid w:val="000E2FF3"/>
    <w:rsid w:val="000F1AFC"/>
    <w:rsid w:val="000F2389"/>
    <w:rsid w:val="000F5320"/>
    <w:rsid w:val="000F5B2D"/>
    <w:rsid w:val="000F6100"/>
    <w:rsid w:val="0010127A"/>
    <w:rsid w:val="00110F22"/>
    <w:rsid w:val="00116EFF"/>
    <w:rsid w:val="001229C7"/>
    <w:rsid w:val="001251DA"/>
    <w:rsid w:val="00127955"/>
    <w:rsid w:val="00133D97"/>
    <w:rsid w:val="00137680"/>
    <w:rsid w:val="001467F4"/>
    <w:rsid w:val="00150221"/>
    <w:rsid w:val="00155BDB"/>
    <w:rsid w:val="00156D4C"/>
    <w:rsid w:val="00163587"/>
    <w:rsid w:val="00163886"/>
    <w:rsid w:val="001647D3"/>
    <w:rsid w:val="00164F03"/>
    <w:rsid w:val="001740C3"/>
    <w:rsid w:val="001748EE"/>
    <w:rsid w:val="00184775"/>
    <w:rsid w:val="00190549"/>
    <w:rsid w:val="00190DE2"/>
    <w:rsid w:val="00193164"/>
    <w:rsid w:val="0019543C"/>
    <w:rsid w:val="001A1245"/>
    <w:rsid w:val="001A1545"/>
    <w:rsid w:val="001A1E5F"/>
    <w:rsid w:val="001A2D53"/>
    <w:rsid w:val="001A7C36"/>
    <w:rsid w:val="001B5C42"/>
    <w:rsid w:val="001B7034"/>
    <w:rsid w:val="001C3136"/>
    <w:rsid w:val="001C379E"/>
    <w:rsid w:val="001C51EB"/>
    <w:rsid w:val="001C619A"/>
    <w:rsid w:val="001D6693"/>
    <w:rsid w:val="001E07E4"/>
    <w:rsid w:val="001E4F71"/>
    <w:rsid w:val="001E7006"/>
    <w:rsid w:val="001F2CF6"/>
    <w:rsid w:val="001F66D6"/>
    <w:rsid w:val="001F710A"/>
    <w:rsid w:val="00200E90"/>
    <w:rsid w:val="0020183B"/>
    <w:rsid w:val="00202DFB"/>
    <w:rsid w:val="00203773"/>
    <w:rsid w:val="00203835"/>
    <w:rsid w:val="00207D78"/>
    <w:rsid w:val="00211385"/>
    <w:rsid w:val="002124F7"/>
    <w:rsid w:val="00214FBA"/>
    <w:rsid w:val="002216AC"/>
    <w:rsid w:val="00223C03"/>
    <w:rsid w:val="00225372"/>
    <w:rsid w:val="0022648A"/>
    <w:rsid w:val="00226FE6"/>
    <w:rsid w:val="00227FC3"/>
    <w:rsid w:val="00233460"/>
    <w:rsid w:val="0023791E"/>
    <w:rsid w:val="0024134D"/>
    <w:rsid w:val="0024499F"/>
    <w:rsid w:val="00245A3F"/>
    <w:rsid w:val="0024766F"/>
    <w:rsid w:val="00250F0F"/>
    <w:rsid w:val="00256228"/>
    <w:rsid w:val="002637D4"/>
    <w:rsid w:val="00264A81"/>
    <w:rsid w:val="002702C7"/>
    <w:rsid w:val="002812F7"/>
    <w:rsid w:val="00283527"/>
    <w:rsid w:val="0028515E"/>
    <w:rsid w:val="0028521E"/>
    <w:rsid w:val="002876B9"/>
    <w:rsid w:val="0029280D"/>
    <w:rsid w:val="002A23E0"/>
    <w:rsid w:val="002A53EB"/>
    <w:rsid w:val="002A6CF6"/>
    <w:rsid w:val="002A70B1"/>
    <w:rsid w:val="002B4D29"/>
    <w:rsid w:val="002B7D38"/>
    <w:rsid w:val="002C68A5"/>
    <w:rsid w:val="002D717A"/>
    <w:rsid w:val="002D7C6D"/>
    <w:rsid w:val="002E0D1B"/>
    <w:rsid w:val="002E0D5A"/>
    <w:rsid w:val="002E782C"/>
    <w:rsid w:val="002F030D"/>
    <w:rsid w:val="002F443E"/>
    <w:rsid w:val="002F4921"/>
    <w:rsid w:val="002F5AFC"/>
    <w:rsid w:val="002F6BED"/>
    <w:rsid w:val="002F6CC9"/>
    <w:rsid w:val="00304432"/>
    <w:rsid w:val="003159BA"/>
    <w:rsid w:val="003207A7"/>
    <w:rsid w:val="003237D0"/>
    <w:rsid w:val="00325755"/>
    <w:rsid w:val="003263B2"/>
    <w:rsid w:val="00327043"/>
    <w:rsid w:val="00330912"/>
    <w:rsid w:val="0033414A"/>
    <w:rsid w:val="003407F3"/>
    <w:rsid w:val="00344393"/>
    <w:rsid w:val="00344EBC"/>
    <w:rsid w:val="003451B5"/>
    <w:rsid w:val="0034534B"/>
    <w:rsid w:val="00350092"/>
    <w:rsid w:val="00351CD8"/>
    <w:rsid w:val="0035389E"/>
    <w:rsid w:val="00354F0E"/>
    <w:rsid w:val="0035588C"/>
    <w:rsid w:val="003561FD"/>
    <w:rsid w:val="00360348"/>
    <w:rsid w:val="00363FF6"/>
    <w:rsid w:val="00364D56"/>
    <w:rsid w:val="003703E9"/>
    <w:rsid w:val="003715B0"/>
    <w:rsid w:val="00371A2E"/>
    <w:rsid w:val="00372F12"/>
    <w:rsid w:val="003754C1"/>
    <w:rsid w:val="00377524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26F6"/>
    <w:rsid w:val="00393B30"/>
    <w:rsid w:val="00396A3A"/>
    <w:rsid w:val="003A2DE3"/>
    <w:rsid w:val="003A3764"/>
    <w:rsid w:val="003B114D"/>
    <w:rsid w:val="003B42A1"/>
    <w:rsid w:val="003B7616"/>
    <w:rsid w:val="003B7E6E"/>
    <w:rsid w:val="003C1334"/>
    <w:rsid w:val="003D3465"/>
    <w:rsid w:val="003D512D"/>
    <w:rsid w:val="003E6287"/>
    <w:rsid w:val="003E6B5F"/>
    <w:rsid w:val="003E6BBD"/>
    <w:rsid w:val="003F39CD"/>
    <w:rsid w:val="003F5B97"/>
    <w:rsid w:val="003F691E"/>
    <w:rsid w:val="004007E4"/>
    <w:rsid w:val="0040584C"/>
    <w:rsid w:val="0042300B"/>
    <w:rsid w:val="00427C0F"/>
    <w:rsid w:val="0043203C"/>
    <w:rsid w:val="0043684A"/>
    <w:rsid w:val="00446231"/>
    <w:rsid w:val="00447B99"/>
    <w:rsid w:val="00451237"/>
    <w:rsid w:val="00451BE7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34A8"/>
    <w:rsid w:val="004757C8"/>
    <w:rsid w:val="00475F3D"/>
    <w:rsid w:val="00475F7F"/>
    <w:rsid w:val="004760FB"/>
    <w:rsid w:val="00487166"/>
    <w:rsid w:val="00487E6C"/>
    <w:rsid w:val="004916BA"/>
    <w:rsid w:val="00493163"/>
    <w:rsid w:val="00494C53"/>
    <w:rsid w:val="00496C17"/>
    <w:rsid w:val="004A3094"/>
    <w:rsid w:val="004A5FF4"/>
    <w:rsid w:val="004A6C6C"/>
    <w:rsid w:val="004B0422"/>
    <w:rsid w:val="004B5682"/>
    <w:rsid w:val="004B5C95"/>
    <w:rsid w:val="004B6515"/>
    <w:rsid w:val="004B7551"/>
    <w:rsid w:val="004C7D51"/>
    <w:rsid w:val="004D0B89"/>
    <w:rsid w:val="004D10EF"/>
    <w:rsid w:val="004D37FC"/>
    <w:rsid w:val="004D4EA2"/>
    <w:rsid w:val="004E45B0"/>
    <w:rsid w:val="004E58E1"/>
    <w:rsid w:val="004E5FDB"/>
    <w:rsid w:val="004E6D3A"/>
    <w:rsid w:val="004E77CC"/>
    <w:rsid w:val="004F09DB"/>
    <w:rsid w:val="004F370B"/>
    <w:rsid w:val="004F497F"/>
    <w:rsid w:val="004F6C49"/>
    <w:rsid w:val="004F715D"/>
    <w:rsid w:val="004F7775"/>
    <w:rsid w:val="0050158C"/>
    <w:rsid w:val="00504426"/>
    <w:rsid w:val="00505CD1"/>
    <w:rsid w:val="00512205"/>
    <w:rsid w:val="00515374"/>
    <w:rsid w:val="00525862"/>
    <w:rsid w:val="00525A4C"/>
    <w:rsid w:val="00527E59"/>
    <w:rsid w:val="00534135"/>
    <w:rsid w:val="0053452E"/>
    <w:rsid w:val="005372C4"/>
    <w:rsid w:val="00542D9A"/>
    <w:rsid w:val="0054656D"/>
    <w:rsid w:val="00550851"/>
    <w:rsid w:val="005508EA"/>
    <w:rsid w:val="00550DF6"/>
    <w:rsid w:val="00551CEC"/>
    <w:rsid w:val="00552F74"/>
    <w:rsid w:val="005604EA"/>
    <w:rsid w:val="0056255C"/>
    <w:rsid w:val="00563B57"/>
    <w:rsid w:val="00567C30"/>
    <w:rsid w:val="0057211B"/>
    <w:rsid w:val="0057267A"/>
    <w:rsid w:val="005736FC"/>
    <w:rsid w:val="00574236"/>
    <w:rsid w:val="00576987"/>
    <w:rsid w:val="00583351"/>
    <w:rsid w:val="00586A97"/>
    <w:rsid w:val="005A0C92"/>
    <w:rsid w:val="005A3470"/>
    <w:rsid w:val="005A6BD6"/>
    <w:rsid w:val="005D43EC"/>
    <w:rsid w:val="005D5848"/>
    <w:rsid w:val="005E0A97"/>
    <w:rsid w:val="005E267C"/>
    <w:rsid w:val="005E3A6C"/>
    <w:rsid w:val="005E4A09"/>
    <w:rsid w:val="005F0504"/>
    <w:rsid w:val="005F18B7"/>
    <w:rsid w:val="005F35EE"/>
    <w:rsid w:val="005F6B3F"/>
    <w:rsid w:val="005F7950"/>
    <w:rsid w:val="0060138B"/>
    <w:rsid w:val="0060163D"/>
    <w:rsid w:val="00601EB8"/>
    <w:rsid w:val="006022F8"/>
    <w:rsid w:val="0060315B"/>
    <w:rsid w:val="006207C3"/>
    <w:rsid w:val="00622881"/>
    <w:rsid w:val="0062685E"/>
    <w:rsid w:val="00626EF4"/>
    <w:rsid w:val="00633DA7"/>
    <w:rsid w:val="00636CD1"/>
    <w:rsid w:val="006403E5"/>
    <w:rsid w:val="00644859"/>
    <w:rsid w:val="00645B15"/>
    <w:rsid w:val="00646A7F"/>
    <w:rsid w:val="006535DC"/>
    <w:rsid w:val="00656887"/>
    <w:rsid w:val="006571FB"/>
    <w:rsid w:val="00657E7A"/>
    <w:rsid w:val="0066250C"/>
    <w:rsid w:val="006627DE"/>
    <w:rsid w:val="00670DFB"/>
    <w:rsid w:val="00675A4F"/>
    <w:rsid w:val="006760BB"/>
    <w:rsid w:val="00680B2A"/>
    <w:rsid w:val="00684E17"/>
    <w:rsid w:val="006910C9"/>
    <w:rsid w:val="0069164D"/>
    <w:rsid w:val="00691D60"/>
    <w:rsid w:val="00693BA3"/>
    <w:rsid w:val="006A17F9"/>
    <w:rsid w:val="006A1B6A"/>
    <w:rsid w:val="006B09DB"/>
    <w:rsid w:val="006B2B10"/>
    <w:rsid w:val="006C0E8A"/>
    <w:rsid w:val="006C2A68"/>
    <w:rsid w:val="006C3678"/>
    <w:rsid w:val="006C6D01"/>
    <w:rsid w:val="006C6D36"/>
    <w:rsid w:val="006C73B2"/>
    <w:rsid w:val="006D0324"/>
    <w:rsid w:val="006E3619"/>
    <w:rsid w:val="006E4AE4"/>
    <w:rsid w:val="006E580A"/>
    <w:rsid w:val="006E6AD6"/>
    <w:rsid w:val="006E7E07"/>
    <w:rsid w:val="006F052C"/>
    <w:rsid w:val="006F19DD"/>
    <w:rsid w:val="006F439B"/>
    <w:rsid w:val="006F4DD8"/>
    <w:rsid w:val="006F4DFC"/>
    <w:rsid w:val="006F5AA7"/>
    <w:rsid w:val="006F7BB1"/>
    <w:rsid w:val="00704E69"/>
    <w:rsid w:val="00705A12"/>
    <w:rsid w:val="00712EE9"/>
    <w:rsid w:val="007153C8"/>
    <w:rsid w:val="007173C7"/>
    <w:rsid w:val="007213A6"/>
    <w:rsid w:val="0072251B"/>
    <w:rsid w:val="00723214"/>
    <w:rsid w:val="00724CDB"/>
    <w:rsid w:val="00726430"/>
    <w:rsid w:val="00726A5C"/>
    <w:rsid w:val="00731046"/>
    <w:rsid w:val="0073287E"/>
    <w:rsid w:val="007419C3"/>
    <w:rsid w:val="00744296"/>
    <w:rsid w:val="0075174E"/>
    <w:rsid w:val="00754E45"/>
    <w:rsid w:val="00754E6C"/>
    <w:rsid w:val="00756FC1"/>
    <w:rsid w:val="007573F9"/>
    <w:rsid w:val="00761B2B"/>
    <w:rsid w:val="007627C8"/>
    <w:rsid w:val="00763D7F"/>
    <w:rsid w:val="00764752"/>
    <w:rsid w:val="00765B86"/>
    <w:rsid w:val="0077116C"/>
    <w:rsid w:val="00781F8A"/>
    <w:rsid w:val="00782E27"/>
    <w:rsid w:val="00782FA1"/>
    <w:rsid w:val="00783117"/>
    <w:rsid w:val="0078441F"/>
    <w:rsid w:val="00790780"/>
    <w:rsid w:val="00792AAC"/>
    <w:rsid w:val="007946D4"/>
    <w:rsid w:val="00794EBA"/>
    <w:rsid w:val="0079753A"/>
    <w:rsid w:val="00797A14"/>
    <w:rsid w:val="007A1190"/>
    <w:rsid w:val="007A6B79"/>
    <w:rsid w:val="007B0716"/>
    <w:rsid w:val="007B3BB2"/>
    <w:rsid w:val="007B5D17"/>
    <w:rsid w:val="007D1E35"/>
    <w:rsid w:val="007D4EAF"/>
    <w:rsid w:val="007E229F"/>
    <w:rsid w:val="007E4474"/>
    <w:rsid w:val="007E4773"/>
    <w:rsid w:val="007F3111"/>
    <w:rsid w:val="007F34F9"/>
    <w:rsid w:val="007F4AE7"/>
    <w:rsid w:val="007F688F"/>
    <w:rsid w:val="00802D81"/>
    <w:rsid w:val="008031BC"/>
    <w:rsid w:val="0080638E"/>
    <w:rsid w:val="00810A36"/>
    <w:rsid w:val="00814458"/>
    <w:rsid w:val="008208B2"/>
    <w:rsid w:val="008209E0"/>
    <w:rsid w:val="00820EFE"/>
    <w:rsid w:val="00822F7C"/>
    <w:rsid w:val="0082552C"/>
    <w:rsid w:val="0082559E"/>
    <w:rsid w:val="00826935"/>
    <w:rsid w:val="00831487"/>
    <w:rsid w:val="008332DE"/>
    <w:rsid w:val="00834EB4"/>
    <w:rsid w:val="0083560C"/>
    <w:rsid w:val="00840A4B"/>
    <w:rsid w:val="00841746"/>
    <w:rsid w:val="00842DDA"/>
    <w:rsid w:val="0086163A"/>
    <w:rsid w:val="0086287D"/>
    <w:rsid w:val="008636D6"/>
    <w:rsid w:val="0086732C"/>
    <w:rsid w:val="0087234A"/>
    <w:rsid w:val="00872475"/>
    <w:rsid w:val="00881697"/>
    <w:rsid w:val="0088274F"/>
    <w:rsid w:val="00887CD5"/>
    <w:rsid w:val="008940AF"/>
    <w:rsid w:val="0089474E"/>
    <w:rsid w:val="008966F1"/>
    <w:rsid w:val="008A44D6"/>
    <w:rsid w:val="008A47AC"/>
    <w:rsid w:val="008A6CF6"/>
    <w:rsid w:val="008A7E2E"/>
    <w:rsid w:val="008B62A7"/>
    <w:rsid w:val="008B7303"/>
    <w:rsid w:val="008B7916"/>
    <w:rsid w:val="008C1828"/>
    <w:rsid w:val="008C5501"/>
    <w:rsid w:val="008C5555"/>
    <w:rsid w:val="008C74D3"/>
    <w:rsid w:val="008C77E0"/>
    <w:rsid w:val="008D0564"/>
    <w:rsid w:val="008D3F14"/>
    <w:rsid w:val="008E1D9B"/>
    <w:rsid w:val="008E6B10"/>
    <w:rsid w:val="008E7516"/>
    <w:rsid w:val="00912150"/>
    <w:rsid w:val="00913668"/>
    <w:rsid w:val="00914B33"/>
    <w:rsid w:val="009152E3"/>
    <w:rsid w:val="009177A6"/>
    <w:rsid w:val="00922D39"/>
    <w:rsid w:val="00926387"/>
    <w:rsid w:val="0093071D"/>
    <w:rsid w:val="00932589"/>
    <w:rsid w:val="00943EC8"/>
    <w:rsid w:val="00944873"/>
    <w:rsid w:val="00946838"/>
    <w:rsid w:val="0095243E"/>
    <w:rsid w:val="009541CB"/>
    <w:rsid w:val="00956353"/>
    <w:rsid w:val="009579EC"/>
    <w:rsid w:val="00961096"/>
    <w:rsid w:val="009635A9"/>
    <w:rsid w:val="009643B6"/>
    <w:rsid w:val="0096555C"/>
    <w:rsid w:val="009737F8"/>
    <w:rsid w:val="00975CD7"/>
    <w:rsid w:val="00975D74"/>
    <w:rsid w:val="009761A9"/>
    <w:rsid w:val="00980ADB"/>
    <w:rsid w:val="00983AAF"/>
    <w:rsid w:val="00991D89"/>
    <w:rsid w:val="00993CFD"/>
    <w:rsid w:val="009960E0"/>
    <w:rsid w:val="009A4DFA"/>
    <w:rsid w:val="009A6638"/>
    <w:rsid w:val="009A6B72"/>
    <w:rsid w:val="009B3045"/>
    <w:rsid w:val="009B5AB6"/>
    <w:rsid w:val="009C1569"/>
    <w:rsid w:val="009C2FBB"/>
    <w:rsid w:val="009C308F"/>
    <w:rsid w:val="009D0408"/>
    <w:rsid w:val="009D05D4"/>
    <w:rsid w:val="009D4587"/>
    <w:rsid w:val="009D7061"/>
    <w:rsid w:val="009E608D"/>
    <w:rsid w:val="009E647F"/>
    <w:rsid w:val="009E696D"/>
    <w:rsid w:val="009F10F6"/>
    <w:rsid w:val="009F1AEC"/>
    <w:rsid w:val="009F5F82"/>
    <w:rsid w:val="009F686B"/>
    <w:rsid w:val="00A01878"/>
    <w:rsid w:val="00A04D69"/>
    <w:rsid w:val="00A0502A"/>
    <w:rsid w:val="00A052EF"/>
    <w:rsid w:val="00A062AA"/>
    <w:rsid w:val="00A1039E"/>
    <w:rsid w:val="00A119AE"/>
    <w:rsid w:val="00A12206"/>
    <w:rsid w:val="00A14BA3"/>
    <w:rsid w:val="00A15AA4"/>
    <w:rsid w:val="00A15FD7"/>
    <w:rsid w:val="00A2121F"/>
    <w:rsid w:val="00A306E8"/>
    <w:rsid w:val="00A30A7C"/>
    <w:rsid w:val="00A31BF7"/>
    <w:rsid w:val="00A3316B"/>
    <w:rsid w:val="00A33261"/>
    <w:rsid w:val="00A41385"/>
    <w:rsid w:val="00A44287"/>
    <w:rsid w:val="00A44BF4"/>
    <w:rsid w:val="00A51E8E"/>
    <w:rsid w:val="00A55275"/>
    <w:rsid w:val="00A553AA"/>
    <w:rsid w:val="00A56235"/>
    <w:rsid w:val="00A60FA1"/>
    <w:rsid w:val="00A62AD6"/>
    <w:rsid w:val="00A63B35"/>
    <w:rsid w:val="00A74A3D"/>
    <w:rsid w:val="00A7656E"/>
    <w:rsid w:val="00A81072"/>
    <w:rsid w:val="00A84F53"/>
    <w:rsid w:val="00A90679"/>
    <w:rsid w:val="00A90E5A"/>
    <w:rsid w:val="00A95C28"/>
    <w:rsid w:val="00AA1A31"/>
    <w:rsid w:val="00AA2353"/>
    <w:rsid w:val="00AA4AB0"/>
    <w:rsid w:val="00AA6351"/>
    <w:rsid w:val="00AA6E92"/>
    <w:rsid w:val="00AA73D4"/>
    <w:rsid w:val="00AB76A1"/>
    <w:rsid w:val="00AC3614"/>
    <w:rsid w:val="00AC513A"/>
    <w:rsid w:val="00AC7389"/>
    <w:rsid w:val="00AD0247"/>
    <w:rsid w:val="00AD069C"/>
    <w:rsid w:val="00AD0BFE"/>
    <w:rsid w:val="00AD4206"/>
    <w:rsid w:val="00AD4EF2"/>
    <w:rsid w:val="00AD5A71"/>
    <w:rsid w:val="00AD7DF8"/>
    <w:rsid w:val="00AE1513"/>
    <w:rsid w:val="00AE3A98"/>
    <w:rsid w:val="00AE72CE"/>
    <w:rsid w:val="00AF135D"/>
    <w:rsid w:val="00AF2506"/>
    <w:rsid w:val="00B013CD"/>
    <w:rsid w:val="00B01B29"/>
    <w:rsid w:val="00B034A8"/>
    <w:rsid w:val="00B039A7"/>
    <w:rsid w:val="00B137B6"/>
    <w:rsid w:val="00B15D5F"/>
    <w:rsid w:val="00B160EB"/>
    <w:rsid w:val="00B175CC"/>
    <w:rsid w:val="00B217E0"/>
    <w:rsid w:val="00B23BBF"/>
    <w:rsid w:val="00B25360"/>
    <w:rsid w:val="00B260B3"/>
    <w:rsid w:val="00B3079B"/>
    <w:rsid w:val="00B30B3A"/>
    <w:rsid w:val="00B32976"/>
    <w:rsid w:val="00B34825"/>
    <w:rsid w:val="00B459DA"/>
    <w:rsid w:val="00B463EE"/>
    <w:rsid w:val="00B5070D"/>
    <w:rsid w:val="00B51425"/>
    <w:rsid w:val="00B52946"/>
    <w:rsid w:val="00B53002"/>
    <w:rsid w:val="00B565BF"/>
    <w:rsid w:val="00B56EB7"/>
    <w:rsid w:val="00B628F5"/>
    <w:rsid w:val="00B63A4A"/>
    <w:rsid w:val="00B6672C"/>
    <w:rsid w:val="00B6683A"/>
    <w:rsid w:val="00B70289"/>
    <w:rsid w:val="00B70CB0"/>
    <w:rsid w:val="00B71830"/>
    <w:rsid w:val="00B77956"/>
    <w:rsid w:val="00B8004B"/>
    <w:rsid w:val="00B81B01"/>
    <w:rsid w:val="00B83A51"/>
    <w:rsid w:val="00B868F1"/>
    <w:rsid w:val="00B87CF1"/>
    <w:rsid w:val="00B9263E"/>
    <w:rsid w:val="00B951DE"/>
    <w:rsid w:val="00B95943"/>
    <w:rsid w:val="00B959CE"/>
    <w:rsid w:val="00B977CD"/>
    <w:rsid w:val="00BA4075"/>
    <w:rsid w:val="00BA492F"/>
    <w:rsid w:val="00BB1DB7"/>
    <w:rsid w:val="00BB31A7"/>
    <w:rsid w:val="00BB6C91"/>
    <w:rsid w:val="00BC712C"/>
    <w:rsid w:val="00BC7264"/>
    <w:rsid w:val="00BC7D86"/>
    <w:rsid w:val="00BD4227"/>
    <w:rsid w:val="00BD4C86"/>
    <w:rsid w:val="00BD4D2C"/>
    <w:rsid w:val="00BE3627"/>
    <w:rsid w:val="00BE70FF"/>
    <w:rsid w:val="00BF0970"/>
    <w:rsid w:val="00BF416F"/>
    <w:rsid w:val="00BF4264"/>
    <w:rsid w:val="00BF47CE"/>
    <w:rsid w:val="00BF670A"/>
    <w:rsid w:val="00BF792A"/>
    <w:rsid w:val="00C00932"/>
    <w:rsid w:val="00C060A7"/>
    <w:rsid w:val="00C07A7A"/>
    <w:rsid w:val="00C16EBB"/>
    <w:rsid w:val="00C22520"/>
    <w:rsid w:val="00C2501D"/>
    <w:rsid w:val="00C27A6A"/>
    <w:rsid w:val="00C3337F"/>
    <w:rsid w:val="00C3704D"/>
    <w:rsid w:val="00C4142A"/>
    <w:rsid w:val="00C45187"/>
    <w:rsid w:val="00C514E3"/>
    <w:rsid w:val="00C53B97"/>
    <w:rsid w:val="00C540FD"/>
    <w:rsid w:val="00C55660"/>
    <w:rsid w:val="00C57014"/>
    <w:rsid w:val="00C60D1D"/>
    <w:rsid w:val="00C63DB5"/>
    <w:rsid w:val="00C733D8"/>
    <w:rsid w:val="00C73FE3"/>
    <w:rsid w:val="00C80D01"/>
    <w:rsid w:val="00C8471F"/>
    <w:rsid w:val="00C869D2"/>
    <w:rsid w:val="00C875E4"/>
    <w:rsid w:val="00C87B7E"/>
    <w:rsid w:val="00C90E12"/>
    <w:rsid w:val="00C92428"/>
    <w:rsid w:val="00C92E2F"/>
    <w:rsid w:val="00CA034D"/>
    <w:rsid w:val="00CA0434"/>
    <w:rsid w:val="00CA25A6"/>
    <w:rsid w:val="00CA2FC3"/>
    <w:rsid w:val="00CA4701"/>
    <w:rsid w:val="00CB185E"/>
    <w:rsid w:val="00CB6F2E"/>
    <w:rsid w:val="00CC3804"/>
    <w:rsid w:val="00CD4E2C"/>
    <w:rsid w:val="00CD69F5"/>
    <w:rsid w:val="00CD70B1"/>
    <w:rsid w:val="00CE3137"/>
    <w:rsid w:val="00CE56E7"/>
    <w:rsid w:val="00CE783C"/>
    <w:rsid w:val="00CF2570"/>
    <w:rsid w:val="00CF43DB"/>
    <w:rsid w:val="00CF48B9"/>
    <w:rsid w:val="00D0089D"/>
    <w:rsid w:val="00D04651"/>
    <w:rsid w:val="00D055F4"/>
    <w:rsid w:val="00D062AF"/>
    <w:rsid w:val="00D0675C"/>
    <w:rsid w:val="00D07772"/>
    <w:rsid w:val="00D125F2"/>
    <w:rsid w:val="00D1275C"/>
    <w:rsid w:val="00D127E9"/>
    <w:rsid w:val="00D206B2"/>
    <w:rsid w:val="00D2660B"/>
    <w:rsid w:val="00D27A07"/>
    <w:rsid w:val="00D30A9C"/>
    <w:rsid w:val="00D3135D"/>
    <w:rsid w:val="00D3445D"/>
    <w:rsid w:val="00D3564F"/>
    <w:rsid w:val="00D37953"/>
    <w:rsid w:val="00D37F5F"/>
    <w:rsid w:val="00D412A8"/>
    <w:rsid w:val="00D41F29"/>
    <w:rsid w:val="00D440E1"/>
    <w:rsid w:val="00D53DC9"/>
    <w:rsid w:val="00D6259D"/>
    <w:rsid w:val="00D654C8"/>
    <w:rsid w:val="00D67F6E"/>
    <w:rsid w:val="00D70C95"/>
    <w:rsid w:val="00D7279F"/>
    <w:rsid w:val="00D76697"/>
    <w:rsid w:val="00D8108A"/>
    <w:rsid w:val="00D83B85"/>
    <w:rsid w:val="00D862DC"/>
    <w:rsid w:val="00D8687A"/>
    <w:rsid w:val="00D87397"/>
    <w:rsid w:val="00D909A2"/>
    <w:rsid w:val="00D93F4D"/>
    <w:rsid w:val="00DA74DE"/>
    <w:rsid w:val="00DB0571"/>
    <w:rsid w:val="00DC3879"/>
    <w:rsid w:val="00DC4DFC"/>
    <w:rsid w:val="00DD115D"/>
    <w:rsid w:val="00DD7344"/>
    <w:rsid w:val="00DE1DB8"/>
    <w:rsid w:val="00DE26BC"/>
    <w:rsid w:val="00DE3250"/>
    <w:rsid w:val="00DE5B5F"/>
    <w:rsid w:val="00DF31E2"/>
    <w:rsid w:val="00DF3E47"/>
    <w:rsid w:val="00DF556E"/>
    <w:rsid w:val="00E013D9"/>
    <w:rsid w:val="00E03CD3"/>
    <w:rsid w:val="00E060DC"/>
    <w:rsid w:val="00E11B31"/>
    <w:rsid w:val="00E143A1"/>
    <w:rsid w:val="00E158A3"/>
    <w:rsid w:val="00E15F4C"/>
    <w:rsid w:val="00E17633"/>
    <w:rsid w:val="00E235FE"/>
    <w:rsid w:val="00E35015"/>
    <w:rsid w:val="00E44C65"/>
    <w:rsid w:val="00E44D19"/>
    <w:rsid w:val="00E60739"/>
    <w:rsid w:val="00E62AFD"/>
    <w:rsid w:val="00E638BE"/>
    <w:rsid w:val="00E63D9C"/>
    <w:rsid w:val="00E65A47"/>
    <w:rsid w:val="00E67D1F"/>
    <w:rsid w:val="00E71DA4"/>
    <w:rsid w:val="00E75458"/>
    <w:rsid w:val="00E76A36"/>
    <w:rsid w:val="00E9360A"/>
    <w:rsid w:val="00E94D79"/>
    <w:rsid w:val="00E96D29"/>
    <w:rsid w:val="00E970F7"/>
    <w:rsid w:val="00EA086B"/>
    <w:rsid w:val="00EA32DD"/>
    <w:rsid w:val="00EB32F6"/>
    <w:rsid w:val="00EB7247"/>
    <w:rsid w:val="00EC0DF0"/>
    <w:rsid w:val="00EC66FE"/>
    <w:rsid w:val="00EC7CDE"/>
    <w:rsid w:val="00EC7FF9"/>
    <w:rsid w:val="00ED5D4E"/>
    <w:rsid w:val="00EE00FF"/>
    <w:rsid w:val="00EE07EA"/>
    <w:rsid w:val="00EE1BC1"/>
    <w:rsid w:val="00EE2D87"/>
    <w:rsid w:val="00EE495E"/>
    <w:rsid w:val="00EE4E50"/>
    <w:rsid w:val="00EE7C91"/>
    <w:rsid w:val="00EE7DDB"/>
    <w:rsid w:val="00EF2D62"/>
    <w:rsid w:val="00EF4EE0"/>
    <w:rsid w:val="00EF5DE1"/>
    <w:rsid w:val="00F00F5D"/>
    <w:rsid w:val="00F014D8"/>
    <w:rsid w:val="00F1078F"/>
    <w:rsid w:val="00F172D2"/>
    <w:rsid w:val="00F20012"/>
    <w:rsid w:val="00F20177"/>
    <w:rsid w:val="00F22E90"/>
    <w:rsid w:val="00F23B3B"/>
    <w:rsid w:val="00F24175"/>
    <w:rsid w:val="00F3144C"/>
    <w:rsid w:val="00F37083"/>
    <w:rsid w:val="00F371EF"/>
    <w:rsid w:val="00F41607"/>
    <w:rsid w:val="00F465D3"/>
    <w:rsid w:val="00F46FA3"/>
    <w:rsid w:val="00F4705A"/>
    <w:rsid w:val="00F47D32"/>
    <w:rsid w:val="00F5383A"/>
    <w:rsid w:val="00F54C64"/>
    <w:rsid w:val="00F5717C"/>
    <w:rsid w:val="00F70358"/>
    <w:rsid w:val="00F73724"/>
    <w:rsid w:val="00F76837"/>
    <w:rsid w:val="00F76C71"/>
    <w:rsid w:val="00F80BEB"/>
    <w:rsid w:val="00F82C01"/>
    <w:rsid w:val="00F85694"/>
    <w:rsid w:val="00F90AF8"/>
    <w:rsid w:val="00F913BA"/>
    <w:rsid w:val="00F92CBE"/>
    <w:rsid w:val="00F93230"/>
    <w:rsid w:val="00F935D8"/>
    <w:rsid w:val="00F94130"/>
    <w:rsid w:val="00FA0AF7"/>
    <w:rsid w:val="00FA6240"/>
    <w:rsid w:val="00FA7E3B"/>
    <w:rsid w:val="00FB1D76"/>
    <w:rsid w:val="00FB1E20"/>
    <w:rsid w:val="00FB3B76"/>
    <w:rsid w:val="00FB4957"/>
    <w:rsid w:val="00FB7433"/>
    <w:rsid w:val="00FB7EBE"/>
    <w:rsid w:val="00FC654F"/>
    <w:rsid w:val="00FC66C9"/>
    <w:rsid w:val="00FD0EE5"/>
    <w:rsid w:val="00FD3A3C"/>
    <w:rsid w:val="00FD5B31"/>
    <w:rsid w:val="00FE1EE2"/>
    <w:rsid w:val="00FF313E"/>
    <w:rsid w:val="00FF47A5"/>
    <w:rsid w:val="00FF4B5F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03685-9C24-4445-856E-D733441F3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2021-10-12T12:09:00Z</cp:lastPrinted>
  <dcterms:created xsi:type="dcterms:W3CDTF">2021-10-27T07:11:00Z</dcterms:created>
  <dcterms:modified xsi:type="dcterms:W3CDTF">2021-10-29T10:54:00Z</dcterms:modified>
</cp:coreProperties>
</file>