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Приложение 1</w:t>
      </w:r>
    </w:p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от ______________ № _______</w:t>
      </w:r>
    </w:p>
    <w:p w:rsidR="00B32C0B" w:rsidRPr="00D36D86" w:rsidRDefault="00B32C0B" w:rsidP="00B13634">
      <w:pPr>
        <w:ind w:left="5664"/>
        <w:rPr>
          <w:b/>
          <w:sz w:val="28"/>
          <w:szCs w:val="28"/>
        </w:rPr>
      </w:pPr>
    </w:p>
    <w:p w:rsidR="00A620AB" w:rsidRPr="00D36D86" w:rsidRDefault="00A620AB" w:rsidP="00B13634">
      <w:pPr>
        <w:widowControl w:val="0"/>
        <w:autoSpaceDE w:val="0"/>
        <w:autoSpaceDN w:val="0"/>
        <w:adjustRightInd w:val="0"/>
        <w:ind w:left="5664"/>
        <w:rPr>
          <w:snapToGrid w:val="0"/>
          <w:sz w:val="28"/>
          <w:szCs w:val="28"/>
        </w:rPr>
      </w:pPr>
      <w:r w:rsidRPr="00D36D86">
        <w:rPr>
          <w:snapToGrid w:val="0"/>
          <w:sz w:val="28"/>
          <w:szCs w:val="28"/>
        </w:rPr>
        <w:t>«Приложение 1</w:t>
      </w:r>
    </w:p>
    <w:p w:rsidR="00A620AB" w:rsidRPr="00D36D86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A620AB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 xml:space="preserve">от </w:t>
      </w:r>
      <w:r w:rsidR="004A4819">
        <w:rPr>
          <w:sz w:val="28"/>
          <w:szCs w:val="28"/>
        </w:rPr>
        <w:t>13</w:t>
      </w:r>
      <w:r w:rsidRPr="00D36D86">
        <w:rPr>
          <w:sz w:val="28"/>
          <w:szCs w:val="28"/>
        </w:rPr>
        <w:t>.12.202</w:t>
      </w:r>
      <w:r w:rsidR="004A4819">
        <w:rPr>
          <w:sz w:val="28"/>
          <w:szCs w:val="28"/>
        </w:rPr>
        <w:t>4</w:t>
      </w:r>
      <w:r w:rsidRPr="00D36D86">
        <w:rPr>
          <w:sz w:val="28"/>
          <w:szCs w:val="28"/>
        </w:rPr>
        <w:t xml:space="preserve"> № </w:t>
      </w:r>
      <w:r w:rsidR="004A4819">
        <w:rPr>
          <w:sz w:val="28"/>
          <w:szCs w:val="28"/>
        </w:rPr>
        <w:t>8</w:t>
      </w:r>
      <w:r w:rsidR="008F0B59">
        <w:rPr>
          <w:sz w:val="28"/>
          <w:szCs w:val="28"/>
        </w:rPr>
        <w:t>9</w:t>
      </w:r>
      <w:r w:rsidRPr="00D36D86">
        <w:rPr>
          <w:sz w:val="28"/>
          <w:szCs w:val="28"/>
        </w:rPr>
        <w:t>-з</w:t>
      </w:r>
    </w:p>
    <w:p w:rsidR="00FE6805" w:rsidRPr="00095902" w:rsidRDefault="00FE6805" w:rsidP="00095902">
      <w:pPr>
        <w:ind w:left="5664"/>
        <w:jc w:val="center"/>
      </w:pPr>
    </w:p>
    <w:p w:rsidR="00A620AB" w:rsidRPr="00095902" w:rsidRDefault="00A620AB" w:rsidP="00095902">
      <w:pPr>
        <w:jc w:val="center"/>
        <w:rPr>
          <w:b/>
        </w:rPr>
      </w:pPr>
    </w:p>
    <w:p w:rsidR="002F2361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Доходы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бюджета</w:t>
      </w:r>
      <w:r w:rsidRPr="00D36D86">
        <w:rPr>
          <w:sz w:val="28"/>
          <w:szCs w:val="28"/>
        </w:rPr>
        <w:t xml:space="preserve"> </w:t>
      </w:r>
      <w:r w:rsidRPr="00D36D86">
        <w:rPr>
          <w:b/>
          <w:sz w:val="28"/>
          <w:szCs w:val="28"/>
        </w:rPr>
        <w:t>Территориального фонда обязательного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D36D86">
        <w:rPr>
          <w:b/>
          <w:sz w:val="28"/>
          <w:szCs w:val="28"/>
        </w:rPr>
        <w:t>2</w:t>
      </w:r>
      <w:r w:rsidR="004A4819">
        <w:rPr>
          <w:b/>
          <w:sz w:val="28"/>
          <w:szCs w:val="28"/>
        </w:rPr>
        <w:t>5</w:t>
      </w:r>
      <w:r w:rsidRPr="00D36D86">
        <w:rPr>
          <w:b/>
          <w:sz w:val="28"/>
          <w:szCs w:val="28"/>
        </w:rPr>
        <w:t xml:space="preserve"> год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D36D86" w:rsidRDefault="007223CF" w:rsidP="00BB7884">
      <w:pPr>
        <w:jc w:val="center"/>
        <w:rPr>
          <w:b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5"/>
        <w:gridCol w:w="3752"/>
        <w:gridCol w:w="2455"/>
        <w:gridCol w:w="430"/>
      </w:tblGrid>
      <w:tr w:rsidR="0043465D" w:rsidRPr="00D36D86" w:rsidTr="00B13634">
        <w:trPr>
          <w:trHeight w:val="283"/>
          <w:tblHeader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Код бюджетной</w:t>
            </w:r>
          </w:p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классификации</w:t>
            </w:r>
          </w:p>
          <w:p w:rsidR="00A620AB" w:rsidRPr="00D36D86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F081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36D86">
              <w:rPr>
                <w:b/>
                <w:sz w:val="28"/>
                <w:szCs w:val="28"/>
              </w:rPr>
              <w:t>Сумма</w:t>
            </w:r>
          </w:p>
          <w:p w:rsidR="00A620AB" w:rsidRPr="00D36D86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4A4819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27 882 334 598,26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4A4819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52 775 009,13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83104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39 048 098,90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83104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39 048 098,90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683104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39 048 098,90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683104" w:rsidP="0009329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39 048 098,90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83104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13 726 910,23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A620A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</w:t>
            </w:r>
            <w:r w:rsidRPr="00D36D86">
              <w:rPr>
                <w:bCs/>
                <w:iCs/>
                <w:sz w:val="28"/>
                <w:szCs w:val="28"/>
              </w:rPr>
              <w:lastRenderedPageBreak/>
              <w:t>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83104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5 310 500,00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83104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5 310 500,00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D1D72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83104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5 310 500,00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8 416 410,23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7 888 113,40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</w:t>
            </w:r>
            <w:r w:rsidRPr="00D36D86">
              <w:rPr>
                <w:bCs/>
                <w:i/>
                <w:iCs/>
                <w:sz w:val="28"/>
                <w:szCs w:val="28"/>
              </w:rPr>
              <w:lastRenderedPageBreak/>
              <w:t>страхования)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7 888 113,40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государственных внебюджетных фондов, и прочее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473 010,21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473 010,21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9821E1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Pr="00D36D86">
              <w:rPr>
                <w:bCs/>
                <w:iCs/>
                <w:sz w:val="28"/>
                <w:szCs w:val="28"/>
              </w:rPr>
              <w:t>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9F1FC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55 286,62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55 286,62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D36D86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27 829 559 589,13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27 839 953 700,00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Межбюджетные транс</w:t>
            </w:r>
            <w:r>
              <w:rPr>
                <w:bCs/>
                <w:sz w:val="28"/>
                <w:szCs w:val="28"/>
              </w:rPr>
              <w:t>ферты, передаваемые бюджетам   гос</w:t>
            </w:r>
            <w:r w:rsidRPr="00D36D86">
              <w:rPr>
                <w:bCs/>
                <w:sz w:val="28"/>
                <w:szCs w:val="28"/>
              </w:rPr>
              <w:t>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27 839 953 700,00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26 800 376 200,00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4A4819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4A4819" w:rsidRPr="00D36D86" w:rsidRDefault="004A4819" w:rsidP="004A4819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</w:t>
            </w:r>
            <w:r>
              <w:rPr>
                <w:bCs/>
                <w:i/>
                <w:iCs/>
                <w:sz w:val="28"/>
                <w:szCs w:val="28"/>
              </w:rPr>
              <w:t>7</w:t>
            </w:r>
            <w:r w:rsidRPr="00D36D86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A4819" w:rsidRPr="00D36D86" w:rsidRDefault="004A4819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4A4819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4A4819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31 562 600,00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4819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486 100,00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1 007 528 800,00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1 007 528 800,00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/>
                <w:i/>
                <w:lang w:val="en-US"/>
              </w:rPr>
            </w:pPr>
            <w:r w:rsidRPr="00D36D86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D36D86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i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6020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1 061 802,62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</w:t>
            </w:r>
            <w:r w:rsidRPr="00D36D86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D36D86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</w:pPr>
            <w:r w:rsidRPr="00D36D86">
              <w:rPr>
                <w:bCs/>
                <w:iCs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7741A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1 06</w:t>
            </w:r>
            <w:r w:rsidR="007741A0">
              <w:rPr>
                <w:bCs/>
                <w:iCs/>
                <w:sz w:val="28"/>
                <w:szCs w:val="28"/>
              </w:rPr>
              <w:t>1</w:t>
            </w:r>
            <w:r>
              <w:rPr>
                <w:bCs/>
                <w:iCs/>
                <w:sz w:val="28"/>
                <w:szCs w:val="28"/>
              </w:rPr>
              <w:t> 802,62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Cs/>
              </w:rPr>
            </w:pPr>
            <w:r w:rsidRPr="00D36D86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555B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1 061 802,62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D36D86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pStyle w:val="ConsPlusNormal"/>
              <w:jc w:val="both"/>
              <w:rPr>
                <w:bCs/>
                <w:i/>
                <w:iCs/>
              </w:rPr>
            </w:pPr>
            <w:r w:rsidRPr="00D36D86">
              <w:rPr>
                <w:i/>
              </w:rPr>
              <w:t xml:space="preserve">Доходы бюджетов территориальных фондов обязательного медицинского страхования от возврата остатков субсидий, субвенций и иных </w:t>
            </w:r>
            <w:r w:rsidRPr="00D36D86">
              <w:rPr>
                <w:i/>
              </w:rP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555B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1 061 802,62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-11 455 913,49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 xml:space="preserve">000 </w:t>
            </w:r>
            <w:r w:rsidRPr="00D36D8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 w:rsidRPr="00D36D8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-11 455 913,49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-9 563 081,35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0B59">
              <w:rPr>
                <w:i/>
                <w:iCs/>
                <w:sz w:val="28"/>
                <w:szCs w:val="28"/>
              </w:rPr>
              <w:t>Возврат остатков межбюджетных трансфертов прошлых лет в целях софинансирования расходов медицинских организаций на оплату труда врачей и среднего медицинского персонала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-1 799 721,50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 xml:space="preserve">Возврат остатков межбюджетных трансфертов прошлых лет на финансовое обеспечение осуществления </w:t>
            </w:r>
            <w:r w:rsidRPr="00D36D86">
              <w:rPr>
                <w:i/>
                <w:iCs/>
                <w:sz w:val="28"/>
                <w:szCs w:val="28"/>
              </w:rPr>
              <w:lastRenderedPageBreak/>
              <w:t>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-1 016,93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DD40BF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4A4819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-92 093,71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Default="006269FD" w:rsidP="00D6081A">
            <w:pPr>
              <w:rPr>
                <w:bCs/>
                <w:sz w:val="28"/>
                <w:szCs w:val="28"/>
                <w:lang w:eastAsia="en-US"/>
              </w:rPr>
            </w:pPr>
            <w:r w:rsidRPr="00D36D86">
              <w:rPr>
                <w:bCs/>
                <w:sz w:val="28"/>
                <w:szCs w:val="28"/>
                <w:lang w:eastAsia="en-US"/>
              </w:rPr>
              <w:t>»</w:t>
            </w:r>
            <w:r w:rsidR="00B7687A">
              <w:rPr>
                <w:bCs/>
                <w:sz w:val="28"/>
                <w:szCs w:val="28"/>
                <w:lang w:eastAsia="en-US"/>
              </w:rPr>
              <w:t>.</w:t>
            </w:r>
            <w:bookmarkStart w:id="0" w:name="_GoBack"/>
            <w:bookmarkEnd w:id="0"/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10791B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D17" w:rsidRDefault="00673D17">
      <w:r>
        <w:separator/>
      </w:r>
    </w:p>
  </w:endnote>
  <w:endnote w:type="continuationSeparator" w:id="0">
    <w:p w:rsidR="00673D17" w:rsidRDefault="0067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D17" w:rsidRDefault="00673D17">
      <w:r>
        <w:separator/>
      </w:r>
    </w:p>
  </w:footnote>
  <w:footnote w:type="continuationSeparator" w:id="0">
    <w:p w:rsidR="00673D17" w:rsidRDefault="0067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687A">
      <w:rPr>
        <w:rStyle w:val="a6"/>
        <w:noProof/>
      </w:rPr>
      <w:t>7</w: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24FF"/>
    <w:rsid w:val="00035E36"/>
    <w:rsid w:val="00037F4E"/>
    <w:rsid w:val="00040405"/>
    <w:rsid w:val="00055F17"/>
    <w:rsid w:val="00056801"/>
    <w:rsid w:val="000644DF"/>
    <w:rsid w:val="000708FD"/>
    <w:rsid w:val="00075425"/>
    <w:rsid w:val="00094CFB"/>
    <w:rsid w:val="00095902"/>
    <w:rsid w:val="0009650A"/>
    <w:rsid w:val="000A0044"/>
    <w:rsid w:val="000A35A6"/>
    <w:rsid w:val="000B1F23"/>
    <w:rsid w:val="000D33F1"/>
    <w:rsid w:val="000D4199"/>
    <w:rsid w:val="000D4363"/>
    <w:rsid w:val="000D5427"/>
    <w:rsid w:val="000F07BC"/>
    <w:rsid w:val="0010791B"/>
    <w:rsid w:val="00123824"/>
    <w:rsid w:val="001423E4"/>
    <w:rsid w:val="00160EA7"/>
    <w:rsid w:val="00165A27"/>
    <w:rsid w:val="0016782F"/>
    <w:rsid w:val="00174A49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17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013"/>
    <w:rsid w:val="00422E95"/>
    <w:rsid w:val="00423F73"/>
    <w:rsid w:val="004242A6"/>
    <w:rsid w:val="0042495F"/>
    <w:rsid w:val="0043465D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A4819"/>
    <w:rsid w:val="004B1E19"/>
    <w:rsid w:val="004B3F1C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269A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20F1"/>
    <w:rsid w:val="00603750"/>
    <w:rsid w:val="006269FD"/>
    <w:rsid w:val="0062743F"/>
    <w:rsid w:val="006407B8"/>
    <w:rsid w:val="00646FE3"/>
    <w:rsid w:val="0065270E"/>
    <w:rsid w:val="00660A21"/>
    <w:rsid w:val="00665927"/>
    <w:rsid w:val="00665C23"/>
    <w:rsid w:val="00673D17"/>
    <w:rsid w:val="00681415"/>
    <w:rsid w:val="00683104"/>
    <w:rsid w:val="00685F13"/>
    <w:rsid w:val="00692CAA"/>
    <w:rsid w:val="006972B0"/>
    <w:rsid w:val="006A0524"/>
    <w:rsid w:val="006A6372"/>
    <w:rsid w:val="006B1485"/>
    <w:rsid w:val="006B3FC7"/>
    <w:rsid w:val="006B5769"/>
    <w:rsid w:val="006B7819"/>
    <w:rsid w:val="006C1725"/>
    <w:rsid w:val="006D2F08"/>
    <w:rsid w:val="006E4C37"/>
    <w:rsid w:val="006F5D86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741A0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022A7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0B59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21E1"/>
    <w:rsid w:val="00983D42"/>
    <w:rsid w:val="00987358"/>
    <w:rsid w:val="0099126B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C0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A6D85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3634"/>
    <w:rsid w:val="00B15A1C"/>
    <w:rsid w:val="00B23E50"/>
    <w:rsid w:val="00B2400B"/>
    <w:rsid w:val="00B24213"/>
    <w:rsid w:val="00B31C15"/>
    <w:rsid w:val="00B322F0"/>
    <w:rsid w:val="00B32C0B"/>
    <w:rsid w:val="00B332EE"/>
    <w:rsid w:val="00B41574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7687A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39E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36D86"/>
    <w:rsid w:val="00D40BF8"/>
    <w:rsid w:val="00D410B7"/>
    <w:rsid w:val="00D452D1"/>
    <w:rsid w:val="00D534B4"/>
    <w:rsid w:val="00D55447"/>
    <w:rsid w:val="00D6081A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2F9F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4BFC"/>
    <w:rsid w:val="00EC7A33"/>
    <w:rsid w:val="00ED2A38"/>
    <w:rsid w:val="00ED7623"/>
    <w:rsid w:val="00EE3075"/>
    <w:rsid w:val="00EE591D"/>
    <w:rsid w:val="00EE6AF8"/>
    <w:rsid w:val="00EF6C94"/>
    <w:rsid w:val="00F06ABE"/>
    <w:rsid w:val="00F1619D"/>
    <w:rsid w:val="00F36E3B"/>
    <w:rsid w:val="00F401DE"/>
    <w:rsid w:val="00F4042A"/>
    <w:rsid w:val="00F44454"/>
    <w:rsid w:val="00F44CFD"/>
    <w:rsid w:val="00F50412"/>
    <w:rsid w:val="00F62306"/>
    <w:rsid w:val="00F73703"/>
    <w:rsid w:val="00F7422D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C696B"/>
    <w:rsid w:val="00FD4F49"/>
    <w:rsid w:val="00FD67EC"/>
    <w:rsid w:val="00FE680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C75AB0"/>
  <w15:docId w15:val="{A13B25E5-7DE6-4F9A-9758-31BB8629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903F1-ED07-4355-97E1-2A87A5D71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Гаврилова Елена Николаевна</cp:lastModifiedBy>
  <cp:revision>5</cp:revision>
  <cp:lastPrinted>2025-05-13T11:59:00Z</cp:lastPrinted>
  <dcterms:created xsi:type="dcterms:W3CDTF">2025-05-16T07:41:00Z</dcterms:created>
  <dcterms:modified xsi:type="dcterms:W3CDTF">2025-05-19T11:07:00Z</dcterms:modified>
</cp:coreProperties>
</file>