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2B4FCA" w:rsidTr="00B76648">
        <w:trPr>
          <w:jc w:val="right"/>
        </w:trPr>
        <w:tc>
          <w:tcPr>
            <w:tcW w:w="9639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B4FCA" w:rsidRDefault="002B4FCA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6</w:t>
            </w:r>
          </w:p>
          <w:p w:rsidR="002B4FCA" w:rsidRDefault="002B4FCA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B4FCA" w:rsidRDefault="002B4FCA" w:rsidP="00B7664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2B4FCA" w:rsidRPr="002C1C5E" w:rsidRDefault="002B4FCA" w:rsidP="002B4FCA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9</w:t>
      </w:r>
    </w:p>
    <w:p w:rsidR="002B4FCA" w:rsidRPr="002C1C5E" w:rsidRDefault="002B4FCA" w:rsidP="002B4FCA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B4FCA" w:rsidRDefault="002B4FCA" w:rsidP="002B4FCA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en-US"/>
        </w:rPr>
        <w:t>0</w:t>
      </w:r>
      <w:r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  <w:lang w:val="en-US"/>
        </w:rPr>
        <w:t xml:space="preserve">3 </w:t>
      </w:r>
      <w:r w:rsidRPr="002C1C5E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  <w:lang w:val="en-US"/>
        </w:rPr>
        <w:t>8</w:t>
      </w:r>
      <w:r w:rsidRPr="002C1C5E">
        <w:rPr>
          <w:color w:val="000000"/>
          <w:sz w:val="28"/>
          <w:szCs w:val="28"/>
        </w:rPr>
        <w:t>-з</w:t>
      </w:r>
    </w:p>
    <w:p w:rsidR="00511A94" w:rsidRDefault="00511A94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11A94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FCA" w:rsidRPr="00FF5F1E" w:rsidRDefault="00423B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областного бюджета на плановый </w:t>
            </w:r>
          </w:p>
          <w:p w:rsidR="00511A94" w:rsidRDefault="00423B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период 2025 и 2026 годов</w:t>
            </w:r>
          </w:p>
          <w:p w:rsidR="00511A94" w:rsidRDefault="00511A94">
            <w:pPr>
              <w:ind w:firstLine="420"/>
              <w:jc w:val="center"/>
            </w:pPr>
          </w:p>
          <w:p w:rsidR="00511A94" w:rsidRDefault="00511A94">
            <w:pPr>
              <w:ind w:firstLine="420"/>
              <w:jc w:val="center"/>
            </w:pPr>
          </w:p>
        </w:tc>
      </w:tr>
    </w:tbl>
    <w:p w:rsidR="00511A94" w:rsidRDefault="00511A94">
      <w:pPr>
        <w:rPr>
          <w:vanish/>
        </w:rPr>
      </w:pPr>
      <w:bookmarkStart w:id="0" w:name="__bookmark_1"/>
      <w:bookmarkEnd w:id="0"/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6743"/>
        <w:gridCol w:w="1134"/>
        <w:gridCol w:w="1842"/>
        <w:gridCol w:w="884"/>
        <w:gridCol w:w="1984"/>
        <w:gridCol w:w="1984"/>
        <w:gridCol w:w="1984"/>
      </w:tblGrid>
      <w:tr w:rsidR="00511A94" w:rsidTr="00BC6D16">
        <w:trPr>
          <w:gridAfter w:val="1"/>
          <w:wAfter w:w="1984" w:type="dxa"/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511A94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11A9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11A9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11A9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2B4FCA">
                    <w:rPr>
                      <w:color w:val="000000"/>
                      <w:sz w:val="24"/>
                      <w:szCs w:val="24"/>
                      <w:lang w:val="en-US"/>
                    </w:rPr>
                    <w:t>-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11A9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11A9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16 126 248 378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15 190 205 943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16 026 543 077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15 115 563 141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"Улучшение кадрового обеспечения государственных медицинских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первичного звена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"Разработка и реализация программы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66 492 001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65 478 980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65 419 781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2 509 855 009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2 510 602 509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2 480 222 449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2 480 969 949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26 704 448 273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28 425 767 058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26 617 005 494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28 337 913 479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организаций в чемпионатах по профессиональному мастерству </w:t>
            </w:r>
            <w:r>
              <w:rPr>
                <w:color w:val="000000"/>
                <w:sz w:val="24"/>
                <w:szCs w:val="24"/>
              </w:rPr>
              <w:lastRenderedPageBreak/>
              <w:t>"Профессионалы" и чемпионатах "Абилимпикс"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63 907 576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64 318 376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852 324 109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806 685 668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773 072 865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752 465 640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агропромышленного комплекса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898 965 102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923 461 729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845 999 081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7 402 008 129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5 429 942 514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4 917 439 913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3 416 499 913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2 482 697 930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2 011 572 315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4 260 376 181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3 093 299 796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2 987 992 468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3 038 916 083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"Газификация жилищно-коммунального хозяйства, промышленных и иных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14 451 864 908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14 463 053 243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14 189 274 415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14 200 462 750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</w:t>
            </w:r>
            <w:r>
              <w:rPr>
                <w:color w:val="000000"/>
                <w:sz w:val="24"/>
                <w:szCs w:val="24"/>
              </w:rPr>
              <w:lastRenderedPageBreak/>
              <w:t>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247 205 693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325 660 648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1 465 043 010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1 497 361 272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301 881 250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формой пребывания детей, расположенных </w:t>
            </w:r>
            <w:r>
              <w:rPr>
                <w:color w:val="000000"/>
                <w:sz w:val="24"/>
                <w:szCs w:val="24"/>
              </w:rPr>
              <w:lastRenderedPageBreak/>
              <w:t>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1 145 702 459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1 148 267 362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737 225 773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686 390 456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495 985 848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444 467 831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руководителей молодежных и детских общественных объединений "Лидер </w:t>
            </w:r>
            <w:r>
              <w:rPr>
                <w:color w:val="000000"/>
                <w:sz w:val="24"/>
                <w:szCs w:val="24"/>
              </w:rPr>
              <w:lastRenderedPageBreak/>
              <w:t>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4 075 720 426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1 284 186 527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719 563 456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728 893 199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640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</w:t>
            </w:r>
            <w:r>
              <w:rPr>
                <w:color w:val="000000"/>
                <w:sz w:val="24"/>
                <w:szCs w:val="24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15 129 748 242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15 732 365 133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15 102 639 173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15 705 256 064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12 533 131 101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12 572 473 561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598 196 339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179 528 577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179 986 416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624 812 202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645 957 227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церемоний </w:t>
            </w:r>
            <w:r>
              <w:rPr>
                <w:color w:val="000000"/>
                <w:sz w:val="24"/>
                <w:szCs w:val="24"/>
              </w:rPr>
              <w:lastRenderedPageBreak/>
              <w:t>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"Реализация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"Финансовая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882 124 424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885 236 324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</w:t>
            </w:r>
            <w:r>
              <w:rPr>
                <w:color w:val="000000"/>
                <w:sz w:val="24"/>
                <w:szCs w:val="24"/>
              </w:rPr>
              <w:lastRenderedPageBreak/>
              <w:t>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57 787 059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60 898 959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первичному воинскому учету органами местного самоуправления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60 406 900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60 733 400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33 408 008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"Местное самоуправление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17 694 608 929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16 964 762 169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FF5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</w:t>
            </w:r>
            <w:r w:rsidR="00FF5F1E">
              <w:rPr>
                <w:i/>
                <w:iCs/>
                <w:color w:val="000000"/>
                <w:sz w:val="24"/>
                <w:szCs w:val="24"/>
              </w:rPr>
              <w:t> </w:t>
            </w: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6 674 771 733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9 538 399 985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4 864 417 980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670 566 661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912 880 973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491 808 580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охраной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306 212 567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114 026 621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114 319 646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77 383 521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77 101 346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75 547 221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75 265 046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117 154 557 408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112 211 583 286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175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893 453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 w:rsidP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929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b/>
                <w:bCs/>
                <w:color w:val="000000"/>
                <w:sz w:val="24"/>
                <w:szCs w:val="24"/>
              </w:rPr>
              <w:t>5 398</w:t>
            </w:r>
          </w:p>
        </w:tc>
      </w:tr>
      <w:tr w:rsidR="00BC6D16" w:rsidTr="00BC6D1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D16" w:rsidRDefault="00BC6D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 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140 958 684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C6D16" w:rsidRDefault="00BC6D16" w:rsidP="00BC6D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05794" w:rsidRDefault="00505794"/>
    <w:sectPr w:rsidR="00505794" w:rsidSect="004B1939">
      <w:headerReference w:type="default" r:id="rId6"/>
      <w:footerReference w:type="default" r:id="rId7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A94" w:rsidRDefault="00511A94" w:rsidP="00511A94">
      <w:r>
        <w:separator/>
      </w:r>
    </w:p>
  </w:endnote>
  <w:endnote w:type="continuationSeparator" w:id="0">
    <w:p w:rsidR="00511A94" w:rsidRDefault="00511A94" w:rsidP="0051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11A94">
      <w:tc>
        <w:tcPr>
          <w:tcW w:w="14786" w:type="dxa"/>
        </w:tcPr>
        <w:p w:rsidR="00511A94" w:rsidRDefault="00423B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11A94" w:rsidRDefault="00511A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A94" w:rsidRDefault="00511A94" w:rsidP="00511A94">
      <w:r>
        <w:separator/>
      </w:r>
    </w:p>
  </w:footnote>
  <w:footnote w:type="continuationSeparator" w:id="0">
    <w:p w:rsidR="00511A94" w:rsidRDefault="00511A94" w:rsidP="0051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11A94">
      <w:tc>
        <w:tcPr>
          <w:tcW w:w="14786" w:type="dxa"/>
        </w:tcPr>
        <w:p w:rsidR="00511A94" w:rsidRDefault="00511A9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23BE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F5F1E">
            <w:rPr>
              <w:noProof/>
              <w:color w:val="000000"/>
              <w:sz w:val="28"/>
              <w:szCs w:val="28"/>
            </w:rPr>
            <w:t>124</w:t>
          </w:r>
          <w:r>
            <w:fldChar w:fldCharType="end"/>
          </w:r>
        </w:p>
        <w:p w:rsidR="00511A94" w:rsidRDefault="00511A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94"/>
    <w:rsid w:val="00046E11"/>
    <w:rsid w:val="002B4FCA"/>
    <w:rsid w:val="00423BE1"/>
    <w:rsid w:val="004B1939"/>
    <w:rsid w:val="00505794"/>
    <w:rsid w:val="00511A94"/>
    <w:rsid w:val="00582674"/>
    <w:rsid w:val="009B1640"/>
    <w:rsid w:val="00BC6D16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4EEE"/>
  <w15:docId w15:val="{E505B7B7-2A89-4360-AE1F-7D4151C6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1A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138</Pages>
  <Words>29801</Words>
  <Characters>169868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Лапина Оксана Юрьевна</cp:lastModifiedBy>
  <cp:revision>9</cp:revision>
  <dcterms:created xsi:type="dcterms:W3CDTF">2024-02-08T09:59:00Z</dcterms:created>
  <dcterms:modified xsi:type="dcterms:W3CDTF">2024-02-09T06:13:00Z</dcterms:modified>
</cp:coreProperties>
</file>