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F36FF9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F36FF9" w:rsidRDefault="009B7F41">
            <w:pPr>
              <w:rPr>
                <w:sz w:val="26"/>
                <w:szCs w:val="26"/>
                <w:lang w:val="en-US"/>
              </w:rPr>
            </w:pPr>
          </w:p>
          <w:p w:rsidR="00F36FF9" w:rsidRPr="00E27858" w:rsidRDefault="00F36FF9" w:rsidP="00F36FF9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F36FF9" w:rsidRPr="00E27858" w:rsidRDefault="00F36FF9" w:rsidP="00F36FF9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F36FF9" w:rsidRPr="00E27858" w:rsidRDefault="00F36FF9" w:rsidP="00F36FF9">
            <w:pPr>
              <w:ind w:firstLine="342"/>
              <w:rPr>
                <w:szCs w:val="28"/>
              </w:rPr>
            </w:pPr>
          </w:p>
          <w:p w:rsidR="006A74E1" w:rsidRPr="00794AA1" w:rsidRDefault="00F36FF9" w:rsidP="00F36FF9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794AA1">
              <w:t xml:space="preserve"> </w:t>
            </w:r>
          </w:p>
          <w:p w:rsidR="00F23348" w:rsidRPr="00794AA1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66560D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F36FF9" w:rsidRPr="00F36FF9">
              <w:rPr>
                <w:szCs w:val="24"/>
              </w:rPr>
              <w:t>О законодательной</w:t>
            </w:r>
            <w:r w:rsidR="00F36FF9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F36FF9" w:rsidRPr="008C3062" w:rsidRDefault="00F36FF9" w:rsidP="00F36FF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F36FF9" w:rsidRDefault="00F36FF9" w:rsidP="00F36FF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6FF9" w:rsidRPr="00833384" w:rsidRDefault="00F36FF9" w:rsidP="00F36FF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E35E8E" w:rsidRPr="00E35E8E">
        <w:rPr>
          <w:rFonts w:ascii="Times New Roman" w:hAnsi="Times New Roman" w:cs="Times New Roman"/>
          <w:bCs/>
          <w:sz w:val="28"/>
          <w:szCs w:val="28"/>
        </w:rPr>
        <w:t>«О внесении изменения в статью 1</w:t>
      </w:r>
      <w:r w:rsidR="00E35E8E">
        <w:rPr>
          <w:rFonts w:ascii="Times New Roman" w:hAnsi="Times New Roman" w:cs="Times New Roman"/>
          <w:bCs/>
          <w:sz w:val="28"/>
          <w:szCs w:val="28"/>
        </w:rPr>
        <w:t>4 Закона Ярославской области «О </w:t>
      </w:r>
      <w:r w:rsidR="00E35E8E" w:rsidRPr="00E35E8E">
        <w:rPr>
          <w:rFonts w:ascii="Times New Roman" w:hAnsi="Times New Roman" w:cs="Times New Roman"/>
          <w:bCs/>
          <w:sz w:val="28"/>
          <w:szCs w:val="28"/>
        </w:rPr>
        <w:t>гарантиях прав ребенка в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F36FF9" w:rsidRPr="00B4052A" w:rsidRDefault="00F36FF9" w:rsidP="00F36FF9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8434D3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 w:rsidR="00794AA1"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F36FF9" w:rsidRPr="00E4364B" w:rsidRDefault="00F36FF9" w:rsidP="00F36FF9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Pr="00631F91" w:rsidRDefault="00F36FF9" w:rsidP="00F36FF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F36FF9" w:rsidRDefault="00F36FF9" w:rsidP="00F36FF9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PlusNormal"/>
        <w:widowControl w:val="0"/>
        <w:outlineLvl w:val="0"/>
        <w:rPr>
          <w:sz w:val="28"/>
          <w:szCs w:val="28"/>
        </w:rPr>
      </w:pPr>
    </w:p>
    <w:p w:rsidR="00F36FF9" w:rsidRDefault="00F36FF9" w:rsidP="00F36FF9">
      <w:pPr>
        <w:pStyle w:val="ConsPlusNormal"/>
        <w:widowControl w:val="0"/>
        <w:outlineLvl w:val="0"/>
        <w:rPr>
          <w:sz w:val="28"/>
          <w:szCs w:val="28"/>
        </w:rPr>
      </w:pPr>
    </w:p>
    <w:p w:rsidR="00F36FF9" w:rsidRPr="004D0568" w:rsidRDefault="00F36FF9" w:rsidP="00F36FF9">
      <w:pPr>
        <w:jc w:val="both"/>
        <w:rPr>
          <w:szCs w:val="28"/>
        </w:rPr>
      </w:pPr>
      <w:r w:rsidRPr="004D0568">
        <w:rPr>
          <w:szCs w:val="28"/>
        </w:rPr>
        <w:t>Временно</w:t>
      </w:r>
    </w:p>
    <w:p w:rsidR="00F36FF9" w:rsidRPr="004D0568" w:rsidRDefault="00F36FF9" w:rsidP="00F36FF9">
      <w:pPr>
        <w:jc w:val="both"/>
        <w:rPr>
          <w:szCs w:val="28"/>
        </w:rPr>
      </w:pPr>
      <w:proofErr w:type="gramStart"/>
      <w:r w:rsidRPr="004D0568">
        <w:rPr>
          <w:szCs w:val="28"/>
        </w:rPr>
        <w:t>исполняющий</w:t>
      </w:r>
      <w:proofErr w:type="gramEnd"/>
      <w:r w:rsidRPr="004D0568">
        <w:rPr>
          <w:szCs w:val="28"/>
        </w:rPr>
        <w:t xml:space="preserve"> обязанности</w:t>
      </w:r>
    </w:p>
    <w:p w:rsidR="00F36FF9" w:rsidRPr="004D0568" w:rsidRDefault="00F36FF9" w:rsidP="00F36FF9">
      <w:pPr>
        <w:jc w:val="both"/>
        <w:rPr>
          <w:szCs w:val="28"/>
        </w:rPr>
      </w:pPr>
      <w:r>
        <w:rPr>
          <w:szCs w:val="28"/>
        </w:rPr>
        <w:t>Губернатора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94AA1">
        <w:rPr>
          <w:szCs w:val="28"/>
        </w:rPr>
        <w:t xml:space="preserve">       </w:t>
      </w:r>
      <w:r>
        <w:rPr>
          <w:szCs w:val="28"/>
        </w:rPr>
        <w:t xml:space="preserve"> М</w:t>
      </w:r>
      <w:r w:rsidRPr="004D0568">
        <w:rPr>
          <w:szCs w:val="28"/>
        </w:rPr>
        <w:t>.</w:t>
      </w:r>
      <w:r>
        <w:rPr>
          <w:szCs w:val="28"/>
        </w:rPr>
        <w:t>Я</w:t>
      </w:r>
      <w:r w:rsidRPr="004D0568">
        <w:rPr>
          <w:szCs w:val="28"/>
        </w:rPr>
        <w:t xml:space="preserve">. </w:t>
      </w:r>
      <w:proofErr w:type="spellStart"/>
      <w:r>
        <w:rPr>
          <w:szCs w:val="28"/>
        </w:rPr>
        <w:t>Евраев</w:t>
      </w:r>
      <w:proofErr w:type="spellEnd"/>
    </w:p>
    <w:p w:rsidR="00F36FF9" w:rsidRDefault="00F36FF9" w:rsidP="00F36FF9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Pr="00E4364B" w:rsidRDefault="00F36FF9" w:rsidP="00F36FF9">
      <w:pPr>
        <w:pStyle w:val="ConsNormal"/>
        <w:tabs>
          <w:tab w:val="left" w:pos="7088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Pr="00E4364B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Pr="00C118F5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F36FF9" w:rsidRPr="00C118F5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F36FF9" w:rsidRPr="00C118F5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0D" w:rsidRDefault="0066560D">
      <w:r>
        <w:separator/>
      </w:r>
    </w:p>
  </w:endnote>
  <w:endnote w:type="continuationSeparator" w:id="0">
    <w:p w:rsidR="0066560D" w:rsidRDefault="0066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66560D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F36FF9" w:rsidRPr="00F36FF9">
      <w:rPr>
        <w:sz w:val="16"/>
      </w:rPr>
      <w:t>17949095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 w:rsidRPr="00C231CF">
      <w:rPr>
        <w:sz w:val="16"/>
      </w:rPr>
      <w:t>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66560D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F36FF9" w:rsidRPr="00F36FF9">
      <w:rPr>
        <w:sz w:val="18"/>
        <w:szCs w:val="18"/>
      </w:rPr>
      <w:t>17949095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0D" w:rsidRDefault="0066560D">
      <w:r>
        <w:separator/>
      </w:r>
    </w:p>
  </w:footnote>
  <w:footnote w:type="continuationSeparator" w:id="0">
    <w:p w:rsidR="0066560D" w:rsidRDefault="00665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87D43"/>
    <w:rsid w:val="004A0D47"/>
    <w:rsid w:val="004A3D2B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6560D"/>
    <w:rsid w:val="0069635A"/>
    <w:rsid w:val="006A0365"/>
    <w:rsid w:val="006A74E1"/>
    <w:rsid w:val="006C3294"/>
    <w:rsid w:val="006E2583"/>
    <w:rsid w:val="00702383"/>
    <w:rsid w:val="00761EB2"/>
    <w:rsid w:val="00772602"/>
    <w:rsid w:val="00774A4E"/>
    <w:rsid w:val="00791794"/>
    <w:rsid w:val="00794810"/>
    <w:rsid w:val="00794AA1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34D3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35E8E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36FF9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36F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F36FF9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36F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F36FF9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EBA2-2137-4F2A-9EC1-E3A6016E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4</cp:revision>
  <cp:lastPrinted>2011-10-12T07:15:00Z</cp:lastPrinted>
  <dcterms:created xsi:type="dcterms:W3CDTF">2022-08-11T08:14:00Z</dcterms:created>
  <dcterms:modified xsi:type="dcterms:W3CDTF">2022-08-24T07:12:00Z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17949095</vt:lpwstr>
  </property>
  <property fmtid="{D5CDD505-2E9C-101B-9397-08002B2CF9AE}" pid="13" name="INSTALL_ID">
    <vt:lpwstr>34115</vt:lpwstr>
  </property>
</Properties>
</file>