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314B24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4E7B4C" w:rsidRPr="004E7B4C" w:rsidRDefault="004E7B4C" w:rsidP="004E7B4C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4E7B4C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4E7B4C">
        <w:rPr>
          <w:bCs/>
          <w:szCs w:val="28"/>
        </w:rPr>
        <w:t xml:space="preserve"> </w:t>
      </w:r>
      <w:r w:rsidR="004249C9" w:rsidRPr="004249C9">
        <w:rPr>
          <w:bCs/>
          <w:szCs w:val="28"/>
        </w:rPr>
        <w:t>«О</w:t>
      </w:r>
      <w:r w:rsidR="004249C9">
        <w:rPr>
          <w:bCs/>
          <w:szCs w:val="28"/>
        </w:rPr>
        <w:t> </w:t>
      </w:r>
      <w:r w:rsidR="004249C9" w:rsidRPr="004249C9">
        <w:rPr>
          <w:bCs/>
          <w:szCs w:val="28"/>
        </w:rPr>
        <w:t>науке и реализации государственной научно-технической политики в Ярославской области»</w:t>
      </w:r>
      <w:r w:rsidRPr="004E7B4C">
        <w:rPr>
          <w:bCs/>
          <w:szCs w:val="28"/>
        </w:rPr>
        <w:t>.</w:t>
      </w:r>
      <w:bookmarkStart w:id="1" w:name="_GoBack"/>
      <w:bookmarkEnd w:id="1"/>
    </w:p>
    <w:p w:rsidR="009C5E08" w:rsidRPr="009C5E08" w:rsidRDefault="004E7B4C" w:rsidP="004E7B4C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4E7B4C">
        <w:rPr>
          <w:bCs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F260D8">
        <w:rPr>
          <w:bCs/>
          <w:szCs w:val="28"/>
        </w:rPr>
        <w:t>директор департамента общественных связей Ярославской области Юнусов Д.Р.</w:t>
      </w:r>
    </w:p>
    <w:p w:rsidR="009C5E08" w:rsidRPr="009C5E08" w:rsidRDefault="009C5E08" w:rsidP="009C5E08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357AF7" w:rsidP="009C5E08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4249C9">
        <w:rPr>
          <w:szCs w:val="28"/>
        </w:rPr>
        <w:t>____</w:t>
      </w:r>
      <w:r w:rsidR="009C5E08" w:rsidRPr="009C5E08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Default="009C5E08" w:rsidP="009C5E08">
      <w:pPr>
        <w:jc w:val="both"/>
        <w:rPr>
          <w:sz w:val="24"/>
          <w:szCs w:val="24"/>
        </w:rPr>
      </w:pPr>
    </w:p>
    <w:p w:rsidR="004249C9" w:rsidRDefault="004249C9" w:rsidP="009C5E08">
      <w:pPr>
        <w:jc w:val="both"/>
        <w:rPr>
          <w:sz w:val="24"/>
          <w:szCs w:val="24"/>
        </w:rPr>
      </w:pPr>
    </w:p>
    <w:p w:rsidR="004249C9" w:rsidRPr="009C5E08" w:rsidRDefault="004249C9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EC247B" w:rsidRPr="009C5E08" w:rsidRDefault="00EC247B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  <w:r w:rsidRPr="009C5E08">
        <w:rPr>
          <w:sz w:val="24"/>
          <w:szCs w:val="24"/>
        </w:rPr>
        <w:t>Осипенко Вячеслав Сергеевич,</w:t>
      </w:r>
    </w:p>
    <w:p w:rsidR="009C5E08" w:rsidRPr="009C5E08" w:rsidRDefault="009C5E08" w:rsidP="009C5E08">
      <w:pPr>
        <w:jc w:val="both"/>
        <w:rPr>
          <w:sz w:val="24"/>
          <w:szCs w:val="24"/>
        </w:rPr>
      </w:pPr>
      <w:r w:rsidRPr="009C5E08">
        <w:rPr>
          <w:sz w:val="24"/>
          <w:szCs w:val="24"/>
        </w:rPr>
        <w:t>(4852) 40 07 83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14B24"/>
    <w:rsid w:val="0032234F"/>
    <w:rsid w:val="00344279"/>
    <w:rsid w:val="00352147"/>
    <w:rsid w:val="0035432A"/>
    <w:rsid w:val="0035489C"/>
    <w:rsid w:val="00357AF7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9C9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73C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247B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C51E7-CB0D-4A98-A644-27B8FE1AE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20</TotalTime>
  <Pages>2</Pages>
  <Words>96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Вошатко Антон Владимирович</cp:lastModifiedBy>
  <cp:revision>14</cp:revision>
  <cp:lastPrinted>2011-10-12T07:15:00Z</cp:lastPrinted>
  <dcterms:created xsi:type="dcterms:W3CDTF">2022-09-15T06:03:00Z</dcterms:created>
  <dcterms:modified xsi:type="dcterms:W3CDTF">2023-01-19T12:00:00Z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